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color w:val="000000" w:themeColor="text1"/>
          <w:sz w:val="32"/>
          <w:szCs w:val="32"/>
        </w:rPr>
        <w:id w:val="-1717577397"/>
        <w:docPartObj>
          <w:docPartGallery w:val="Cover Pages"/>
          <w:docPartUnique/>
        </w:docPartObj>
      </w:sdtPr>
      <w:sdtEndPr>
        <w:rPr>
          <w:color w:val="auto"/>
          <w:sz w:val="20"/>
          <w:szCs w:val="22"/>
        </w:rPr>
      </w:sdtEndPr>
      <w:sdtContent>
        <w:p w:rsidR="000A25B5" w:rsidRDefault="000A25B5" w:rsidP="000A25B5">
          <w:pPr>
            <w:jc w:val="right"/>
            <w:rPr>
              <w:color w:val="000000" w:themeColor="text1"/>
              <w:sz w:val="32"/>
              <w:szCs w:val="32"/>
            </w:rPr>
          </w:pPr>
          <w:r w:rsidRPr="000A25B5">
            <w:rPr>
              <w:color w:val="000000" w:themeColor="text1"/>
              <w:sz w:val="32"/>
              <w:szCs w:val="32"/>
            </w:rPr>
            <w:t xml:space="preserve"> </w:t>
          </w:r>
        </w:p>
        <w:sdt>
          <w:sdtPr>
            <w:rPr>
              <w:color w:val="000000" w:themeColor="text1"/>
              <w:sz w:val="32"/>
              <w:szCs w:val="32"/>
            </w:rPr>
            <w:id w:val="-1636179226"/>
            <w:docPartObj>
              <w:docPartGallery w:val="Cover Pages"/>
              <w:docPartUnique/>
            </w:docPartObj>
          </w:sdtPr>
          <w:sdtEndPr>
            <w:rPr>
              <w:b/>
              <w:bCs/>
              <w:color w:val="auto"/>
              <w:sz w:val="20"/>
              <w:szCs w:val="22"/>
            </w:rPr>
          </w:sdtEndPr>
          <w:sdtContent>
            <w:p w:rsidR="000A25B5" w:rsidRDefault="004D68C5" w:rsidP="000A25B5">
              <w:pPr>
                <w:jc w:val="right"/>
                <w:rPr>
                  <w:color w:val="2C76A2"/>
                  <w:sz w:val="32"/>
                  <w:szCs w:val="32"/>
                </w:rPr>
              </w:pPr>
              <w:r>
                <w:rPr>
                  <w:color w:val="2C76A2"/>
                  <w:sz w:val="32"/>
                  <w:szCs w:val="32"/>
                </w:rPr>
                <w:t xml:space="preserve"> </w:t>
              </w:r>
              <w:r w:rsidR="00320DA1">
                <w:rPr>
                  <w:color w:val="2C76A2"/>
                  <w:sz w:val="32"/>
                  <w:szCs w:val="32"/>
                </w:rPr>
                <w:t>October</w:t>
              </w:r>
              <w:r w:rsidR="00B4320D">
                <w:rPr>
                  <w:color w:val="2C76A2"/>
                  <w:sz w:val="32"/>
                  <w:szCs w:val="32"/>
                </w:rPr>
                <w:t xml:space="preserve"> 201</w:t>
              </w:r>
              <w:r w:rsidR="00320DA1">
                <w:rPr>
                  <w:color w:val="2C76A2"/>
                  <w:sz w:val="32"/>
                  <w:szCs w:val="32"/>
                </w:rPr>
                <w:t>7</w:t>
              </w:r>
              <w:r w:rsidR="005B6409">
                <w:rPr>
                  <w:color w:val="2C76A2"/>
                  <w:sz w:val="32"/>
                  <w:szCs w:val="32"/>
                </w:rPr>
                <w:t xml:space="preserve"> Version 2.1</w:t>
              </w:r>
            </w:p>
            <w:p w:rsidR="00854265" w:rsidRDefault="00854265" w:rsidP="000A25B5">
              <w:pPr>
                <w:jc w:val="right"/>
                <w:rPr>
                  <w:color w:val="2C76A2"/>
                  <w:sz w:val="32"/>
                  <w:szCs w:val="32"/>
                </w:rPr>
              </w:pPr>
            </w:p>
            <w:p w:rsidR="00854265" w:rsidRPr="00A24BBF" w:rsidRDefault="005B6409" w:rsidP="005B6409">
              <w:pPr>
                <w:ind w:left="839" w:right="1132" w:firstLine="601"/>
                <w:jc w:val="right"/>
                <w:rPr>
                  <w:color w:val="2C76A2"/>
                  <w:sz w:val="32"/>
                  <w:szCs w:val="32"/>
                </w:rPr>
              </w:pPr>
              <w:r>
                <w:rPr>
                  <w:color w:val="2C76A2"/>
                  <w:sz w:val="32"/>
                  <w:szCs w:val="32"/>
                </w:rPr>
                <w:t xml:space="preserve">                     </w:t>
              </w:r>
            </w:p>
            <w:tbl>
              <w:tblPr>
                <w:tblpPr w:leftFromText="187" w:rightFromText="187" w:horzAnchor="margin" w:tblpYSpec="bottom"/>
                <w:tblOverlap w:val="never"/>
                <w:tblW w:w="0" w:type="auto"/>
                <w:tblLook w:val="04A0" w:firstRow="1" w:lastRow="0" w:firstColumn="1" w:lastColumn="0" w:noHBand="0" w:noVBand="1"/>
              </w:tblPr>
              <w:tblGrid>
                <w:gridCol w:w="9636"/>
              </w:tblGrid>
              <w:tr w:rsidR="000A25B5" w:rsidTr="00DB20C7">
                <w:trPr>
                  <w:trHeight w:val="360"/>
                </w:trPr>
                <w:tc>
                  <w:tcPr>
                    <w:tcW w:w="9242" w:type="dxa"/>
                  </w:tcPr>
                  <w:p w:rsidR="000A25B5" w:rsidRPr="00827683" w:rsidRDefault="00541E56" w:rsidP="00827683">
                    <w:pPr>
                      <w:pStyle w:val="NoSpacing"/>
                      <w:jc w:val="center"/>
                      <w:rPr>
                        <w:rFonts w:ascii="Arial" w:hAnsi="Arial" w:cs="Arial"/>
                        <w:color w:val="000000" w:themeColor="text1"/>
                        <w:sz w:val="32"/>
                        <w:szCs w:val="32"/>
                      </w:rPr>
                    </w:pPr>
                    <w:r>
                      <w:rPr>
                        <w:noProof/>
                        <w:lang w:val="en-NZ" w:eastAsia="en-NZ"/>
                      </w:rPr>
                      <w:drawing>
                        <wp:anchor distT="0" distB="0" distL="114300" distR="114300" simplePos="0" relativeHeight="251662336" behindDoc="1" locked="0" layoutInCell="1" allowOverlap="1" wp14:anchorId="7B2F19D4" wp14:editId="58FEDE90">
                          <wp:simplePos x="0" y="0"/>
                          <wp:positionH relativeFrom="column">
                            <wp:posOffset>351226</wp:posOffset>
                          </wp:positionH>
                          <wp:positionV relativeFrom="paragraph">
                            <wp:posOffset>1730445</wp:posOffset>
                          </wp:positionV>
                          <wp:extent cx="5472430" cy="2131695"/>
                          <wp:effectExtent l="152400" t="152400" r="356870" b="363855"/>
                          <wp:wrapThrough wrapText="bothSides">
                            <wp:wrapPolygon edited="0">
                              <wp:start x="301" y="-1544"/>
                              <wp:lineTo x="-602" y="-1158"/>
                              <wp:lineTo x="-602" y="22391"/>
                              <wp:lineTo x="-301" y="23550"/>
                              <wp:lineTo x="-301" y="23743"/>
                              <wp:lineTo x="451" y="24708"/>
                              <wp:lineTo x="526" y="25094"/>
                              <wp:lineTo x="21806" y="25094"/>
                              <wp:lineTo x="21881" y="24708"/>
                              <wp:lineTo x="22633" y="23550"/>
                              <wp:lineTo x="22933" y="20654"/>
                              <wp:lineTo x="22933" y="1930"/>
                              <wp:lineTo x="22031" y="-965"/>
                              <wp:lineTo x="21956" y="-1544"/>
                              <wp:lineTo x="301" y="-1544"/>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72430" cy="213169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tc>
              </w:tr>
            </w:tbl>
            <w:p w:rsidR="000A25B5" w:rsidRDefault="000A25B5" w:rsidP="000A25B5">
              <w:pPr>
                <w:jc w:val="center"/>
                <w:rPr>
                  <w:b/>
                  <w:bCs/>
                </w:rPr>
              </w:pPr>
              <w:r>
                <w:rPr>
                  <w:noProof/>
                  <w:color w:val="EEECE1" w:themeColor="background2"/>
                  <w:sz w:val="32"/>
                  <w:szCs w:val="32"/>
                  <w:lang w:eastAsia="en-NZ"/>
                </w:rPr>
                <w:drawing>
                  <wp:anchor distT="0" distB="0" distL="114300" distR="114300" simplePos="0" relativeHeight="251656192" behindDoc="1" locked="0" layoutInCell="1" allowOverlap="1" wp14:anchorId="1811A1B8" wp14:editId="7775BF0C">
                    <wp:simplePos x="0" y="0"/>
                    <wp:positionH relativeFrom="column">
                      <wp:posOffset>620395</wp:posOffset>
                    </wp:positionH>
                    <wp:positionV relativeFrom="paragraph">
                      <wp:posOffset>1040130</wp:posOffset>
                    </wp:positionV>
                    <wp:extent cx="4554220" cy="1194435"/>
                    <wp:effectExtent l="0" t="0" r="0" b="0"/>
                    <wp:wrapThrough wrapText="bothSides">
                      <wp:wrapPolygon edited="0">
                        <wp:start x="2168" y="0"/>
                        <wp:lineTo x="1265" y="2067"/>
                        <wp:lineTo x="271" y="5167"/>
                        <wp:lineTo x="0" y="7923"/>
                        <wp:lineTo x="0" y="14469"/>
                        <wp:lineTo x="271" y="17914"/>
                        <wp:lineTo x="1446" y="21359"/>
                        <wp:lineTo x="1988" y="21359"/>
                        <wp:lineTo x="3524" y="21359"/>
                        <wp:lineTo x="21504" y="21359"/>
                        <wp:lineTo x="21504" y="16880"/>
                        <wp:lineTo x="17528" y="16536"/>
                        <wp:lineTo x="21504" y="14469"/>
                        <wp:lineTo x="21504" y="3445"/>
                        <wp:lineTo x="11113" y="0"/>
                        <wp:lineTo x="2168" y="0"/>
                      </wp:wrapPolygon>
                    </wp:wrapThrough>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 landscapetrans.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54220" cy="1194435"/>
                            </a:xfrm>
                            <a:prstGeom prst="rect">
                              <a:avLst/>
                            </a:prstGeom>
                          </pic:spPr>
                        </pic:pic>
                      </a:graphicData>
                    </a:graphic>
                  </wp:anchor>
                </w:drawing>
              </w:r>
              <w:r w:rsidR="00B56D41">
                <w:rPr>
                  <w:noProof/>
                  <w:lang w:eastAsia="en-NZ"/>
                </w:rPr>
                <mc:AlternateContent>
                  <mc:Choice Requires="wps">
                    <w:drawing>
                      <wp:anchor distT="0" distB="0" distL="114300" distR="114300" simplePos="0" relativeHeight="251654144" behindDoc="0" locked="0" layoutInCell="0" allowOverlap="1" wp14:anchorId="44AD2097" wp14:editId="40C8185F">
                        <wp:simplePos x="0" y="0"/>
                        <wp:positionH relativeFrom="page">
                          <wp:posOffset>388620</wp:posOffset>
                        </wp:positionH>
                        <wp:positionV relativeFrom="page">
                          <wp:posOffset>4561840</wp:posOffset>
                        </wp:positionV>
                        <wp:extent cx="6791960" cy="1249045"/>
                        <wp:effectExtent l="0" t="0" r="0" b="8255"/>
                        <wp:wrapNone/>
                        <wp:docPr id="10"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1960" cy="1249045"/>
                                </a:xfrm>
                                <a:prstGeom prst="rect">
                                  <a:avLst/>
                                </a:prstGeom>
                                <a:solidFill>
                                  <a:srgbClr val="2C76A2">
                                    <a:alpha val="89999"/>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Mar>
                                        <w:left w:w="360" w:type="dxa"/>
                                        <w:right w:w="360" w:type="dxa"/>
                                      </w:tblCellMar>
                                      <w:tblLook w:val="04A0" w:firstRow="1" w:lastRow="0" w:firstColumn="1" w:lastColumn="0" w:noHBand="0" w:noVBand="1"/>
                                    </w:tblPr>
                                    <w:tblGrid>
                                      <w:gridCol w:w="2909"/>
                                      <w:gridCol w:w="7802"/>
                                    </w:tblGrid>
                                    <w:tr w:rsidR="00854265" w:rsidTr="000A25B5">
                                      <w:trPr>
                                        <w:trHeight w:val="1080"/>
                                      </w:trPr>
                                      <w:sdt>
                                        <w:sdtPr>
                                          <w:rPr>
                                            <w:smallCaps/>
                                            <w:sz w:val="40"/>
                                            <w:szCs w:val="40"/>
                                          </w:rPr>
                                          <w:alias w:val="Company"/>
                                          <w:id w:val="-1060860394"/>
                                          <w:dataBinding w:prefixMappings="xmlns:ns0='http://schemas.openxmlformats.org/officeDocument/2006/extended-properties'" w:xpath="/ns0:Properties[1]/ns0:Company[1]" w:storeItemID="{6668398D-A668-4E3E-A5EB-62B293D839F1}"/>
                                          <w:text/>
                                        </w:sdtPr>
                                        <w:sdtEndPr/>
                                        <w:sdtContent>
                                          <w:tc>
                                            <w:tcPr>
                                              <w:tcW w:w="1358" w:type="pct"/>
                                              <w:shd w:val="clear" w:color="auto" w:fill="000000" w:themeFill="text1"/>
                                              <w:vAlign w:val="center"/>
                                            </w:tcPr>
                                            <w:p w:rsidR="0030065D" w:rsidRDefault="0030065D" w:rsidP="000A25B5">
                                              <w:pPr>
                                                <w:pStyle w:val="NoSpacing"/>
                                                <w:rPr>
                                                  <w:smallCaps/>
                                                  <w:sz w:val="40"/>
                                                  <w:szCs w:val="40"/>
                                                </w:rPr>
                                              </w:pPr>
                                              <w:r>
                                                <w:rPr>
                                                  <w:smallCaps/>
                                                  <w:sz w:val="40"/>
                                                  <w:szCs w:val="40"/>
                                                  <w:lang w:val="en-NZ"/>
                                                </w:rPr>
                                                <w:t>INFUSION BUSINESS SOFTWARE LTD</w:t>
                                              </w:r>
                                            </w:p>
                                          </w:tc>
                                        </w:sdtContent>
                                      </w:sdt>
                                      <w:sdt>
                                        <w:sdtPr>
                                          <w:rPr>
                                            <w:smallCaps/>
                                            <w:color w:val="FFFFFF" w:themeColor="background1"/>
                                            <w:sz w:val="48"/>
                                            <w:szCs w:val="48"/>
                                          </w:rPr>
                                          <w:alias w:val="Title"/>
                                          <w:id w:val="807829801"/>
                                          <w:dataBinding w:prefixMappings="xmlns:ns0='http://schemas.openxmlformats.org/package/2006/metadata/core-properties' xmlns:ns1='http://purl.org/dc/elements/1.1/'" w:xpath="/ns0:coreProperties[1]/ns1:title[1]" w:storeItemID="{6C3C8BC8-F283-45AE-878A-BAB7291924A1}"/>
                                          <w:text/>
                                        </w:sdtPr>
                                        <w:sdtEndPr/>
                                        <w:sdtContent>
                                          <w:tc>
                                            <w:tcPr>
                                              <w:tcW w:w="3642" w:type="pct"/>
                                              <w:shd w:val="clear" w:color="auto" w:fill="auto"/>
                                              <w:vAlign w:val="center"/>
                                            </w:tcPr>
                                            <w:p w:rsidR="0030065D" w:rsidRPr="00600CDC" w:rsidRDefault="0030065D" w:rsidP="00DB20C7">
                                              <w:pPr>
                                                <w:pStyle w:val="NoSpacing"/>
                                                <w:jc w:val="center"/>
                                                <w:rPr>
                                                  <w:smallCaps/>
                                                  <w:color w:val="FFFFFF" w:themeColor="background1"/>
                                                  <w:sz w:val="48"/>
                                                  <w:szCs w:val="48"/>
                                                </w:rPr>
                                              </w:pPr>
                                              <w:r>
                                                <w:rPr>
                                                  <w:smallCaps/>
                                                  <w:color w:val="FFFFFF" w:themeColor="background1"/>
                                                  <w:sz w:val="48"/>
                                                  <w:szCs w:val="48"/>
                                                  <w:lang w:val="en-NZ"/>
                                                </w:rPr>
                                                <w:t>infusion  Business software                    installation guide</w:t>
                                              </w:r>
                                            </w:p>
                                          </w:tc>
                                        </w:sdtContent>
                                      </w:sdt>
                                    </w:tr>
                                  </w:tbl>
                                  <w:p w:rsidR="0030065D" w:rsidRDefault="0030065D" w:rsidP="000A25B5">
                                    <w:pPr>
                                      <w:pStyle w:val="NoSpacing"/>
                                      <w:spacing w:line="14" w:lineRule="exact"/>
                                    </w:pPr>
                                  </w:p>
                                </w:txbxContent>
                              </wps:txbx>
                              <wps:bodyPr rot="0" vert="horz" wrap="square" lIns="228600" tIns="0" rIns="228600" bIns="0" anchor="t" anchorCtr="0" upright="1">
                                <a:spAutoFit/>
                              </wps:bodyPr>
                            </wps:wsp>
                          </a:graphicData>
                        </a:graphic>
                        <wp14:sizeRelH relativeFrom="page">
                          <wp14:pctWidth>90000</wp14:pctWidth>
                        </wp14:sizeRelH>
                        <wp14:sizeRelV relativeFrom="page">
                          <wp14:pctHeight>0</wp14:pctHeight>
                        </wp14:sizeRelV>
                      </wp:anchor>
                    </w:drawing>
                  </mc:Choice>
                  <mc:Fallback>
                    <w:pict>
                      <v:rect w14:anchorId="44AD2097" id="Rectangle 42" o:spid="_x0000_s1026" style="position:absolute;left:0;text-align:left;margin-left:30.6pt;margin-top:359.2pt;width:534.8pt;height:98.35pt;z-index:251654144;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" o:allowincell="f" fillcolor="#2c76a2" stroked="f">
                        <v:fill opacity="58853f"/>
                        <v:textbox style="mso-fit-shape-to-text:t" inset="18pt,0,18pt,0">
                          <w:txbxContent>
                            <w:tbl>
                              <w:tblPr>
                                <w:tblW w:w="5000" w:type="pct"/>
                                <w:tblCellMar>
                                  <w:left w:w="360" w:type="dxa"/>
                                  <w:right w:w="360" w:type="dxa"/>
                                </w:tblCellMar>
                                <w:tblLook w:val="04A0" w:firstRow="1" w:lastRow="0" w:firstColumn="1" w:lastColumn="0" w:noHBand="0" w:noVBand="1"/>
                              </w:tblPr>
                              <w:tblGrid>
                                <w:gridCol w:w="2909"/>
                                <w:gridCol w:w="7802"/>
                              </w:tblGrid>
                              <w:tr w:rsidR="00854265" w:rsidTr="000A25B5">
                                <w:trPr>
                                  <w:trHeight w:val="1080"/>
                                </w:trPr>
                                <w:sdt>
                                  <w:sdtPr>
                                    <w:rPr>
                                      <w:smallCaps/>
                                      <w:sz w:val="40"/>
                                      <w:szCs w:val="40"/>
                                    </w:rPr>
                                    <w:alias w:val="Company"/>
                                    <w:id w:val="-1060860394"/>
                                    <w:dataBinding w:prefixMappings="xmlns:ns0='http://schemas.openxmlformats.org/officeDocument/2006/extended-properties'" w:xpath="/ns0:Properties[1]/ns0:Company[1]" w:storeItemID="{6668398D-A668-4E3E-A5EB-62B293D839F1}"/>
                                    <w:text/>
                                  </w:sdtPr>
                                  <w:sdtEndPr/>
                                  <w:sdtContent>
                                    <w:tc>
                                      <w:tcPr>
                                        <w:tcW w:w="1358" w:type="pct"/>
                                        <w:shd w:val="clear" w:color="auto" w:fill="000000" w:themeFill="text1"/>
                                        <w:vAlign w:val="center"/>
                                      </w:tcPr>
                                      <w:p w:rsidR="0030065D" w:rsidRDefault="0030065D" w:rsidP="000A25B5">
                                        <w:pPr>
                                          <w:pStyle w:val="NoSpacing"/>
                                          <w:rPr>
                                            <w:smallCaps/>
                                            <w:sz w:val="40"/>
                                            <w:szCs w:val="40"/>
                                          </w:rPr>
                                        </w:pPr>
                                        <w:r>
                                          <w:rPr>
                                            <w:smallCaps/>
                                            <w:sz w:val="40"/>
                                            <w:szCs w:val="40"/>
                                            <w:lang w:val="en-NZ"/>
                                          </w:rPr>
                                          <w:t>INFUSION BUSINESS SOFTWARE LTD</w:t>
                                        </w:r>
                                      </w:p>
                                    </w:tc>
                                  </w:sdtContent>
                                </w:sdt>
                                <w:sdt>
                                  <w:sdtPr>
                                    <w:rPr>
                                      <w:smallCaps/>
                                      <w:color w:val="FFFFFF" w:themeColor="background1"/>
                                      <w:sz w:val="48"/>
                                      <w:szCs w:val="48"/>
                                    </w:rPr>
                                    <w:alias w:val="Title"/>
                                    <w:id w:val="807829801"/>
                                    <w:dataBinding w:prefixMappings="xmlns:ns0='http://schemas.openxmlformats.org/package/2006/metadata/core-properties' xmlns:ns1='http://purl.org/dc/elements/1.1/'" w:xpath="/ns0:coreProperties[1]/ns1:title[1]" w:storeItemID="{6C3C8BC8-F283-45AE-878A-BAB7291924A1}"/>
                                    <w:text/>
                                  </w:sdtPr>
                                  <w:sdtEndPr/>
                                  <w:sdtContent>
                                    <w:tc>
                                      <w:tcPr>
                                        <w:tcW w:w="3642" w:type="pct"/>
                                        <w:shd w:val="clear" w:color="auto" w:fill="auto"/>
                                        <w:vAlign w:val="center"/>
                                      </w:tcPr>
                                      <w:p w:rsidR="0030065D" w:rsidRPr="00600CDC" w:rsidRDefault="0030065D" w:rsidP="00DB20C7">
                                        <w:pPr>
                                          <w:pStyle w:val="NoSpacing"/>
                                          <w:jc w:val="center"/>
                                          <w:rPr>
                                            <w:smallCaps/>
                                            <w:color w:val="FFFFFF" w:themeColor="background1"/>
                                            <w:sz w:val="48"/>
                                            <w:szCs w:val="48"/>
                                          </w:rPr>
                                        </w:pPr>
                                        <w:r>
                                          <w:rPr>
                                            <w:smallCaps/>
                                            <w:color w:val="FFFFFF" w:themeColor="background1"/>
                                            <w:sz w:val="48"/>
                                            <w:szCs w:val="48"/>
                                            <w:lang w:val="en-NZ"/>
                                          </w:rPr>
                                          <w:t>infusion  Business software                    installation guide</w:t>
                                        </w:r>
                                      </w:p>
                                    </w:tc>
                                  </w:sdtContent>
                                </w:sdt>
                              </w:tr>
                            </w:tbl>
                            <w:p w:rsidR="0030065D" w:rsidRDefault="0030065D" w:rsidP="000A25B5">
                              <w:pPr>
                                <w:pStyle w:val="NoSpacing"/>
                                <w:spacing w:line="14" w:lineRule="exact"/>
                              </w:pPr>
                            </w:p>
                          </w:txbxContent>
                        </v:textbox>
                        <w10:wrap anchorx="page" anchory="page"/>
                      </v:rect>
                    </w:pict>
                  </mc:Fallback>
                </mc:AlternateContent>
              </w:r>
              <w:r>
                <w:rPr>
                  <w:b/>
                  <w:bCs/>
                </w:rPr>
                <w:br w:type="page"/>
              </w:r>
            </w:p>
            <w:p w:rsidR="000A25B5" w:rsidRDefault="00E73271" w:rsidP="000A25B5">
              <w:pPr>
                <w:rPr>
                  <w:b/>
                  <w:bCs/>
                </w:rPr>
              </w:pPr>
            </w:p>
          </w:sdtContent>
        </w:sdt>
        <w:p w:rsidR="00397876" w:rsidRDefault="00397876">
          <w:pPr>
            <w:jc w:val="right"/>
            <w:rPr>
              <w:color w:val="000000" w:themeColor="text1"/>
              <w:sz w:val="32"/>
              <w:szCs w:val="32"/>
            </w:rPr>
          </w:pPr>
        </w:p>
        <w:p w:rsidR="00397876" w:rsidRDefault="00E73271">
          <w:pPr>
            <w:ind w:left="0"/>
            <w:jc w:val="left"/>
          </w:pPr>
        </w:p>
      </w:sdtContent>
    </w:sdt>
    <w:p w:rsidR="004C4678" w:rsidRPr="0076387D" w:rsidRDefault="004C4678" w:rsidP="0076387D">
      <w:pPr>
        <w:pStyle w:val="AStyle1"/>
      </w:pPr>
    </w:p>
    <w:p w:rsidR="00B71D86" w:rsidRDefault="00B71D86" w:rsidP="00B71D86"/>
    <w:p w:rsidR="00B71D86" w:rsidRDefault="00B71D86" w:rsidP="00B71D86"/>
    <w:p w:rsidR="00B71D86" w:rsidRDefault="00B71D86" w:rsidP="00B71D86"/>
    <w:p w:rsidR="00B71D86" w:rsidRDefault="00B71D86" w:rsidP="00B71D86"/>
    <w:p w:rsidR="003652F7" w:rsidRDefault="003652F7" w:rsidP="00E44A04"/>
    <w:p w:rsidR="003652F7" w:rsidRDefault="003652F7" w:rsidP="00E44A04"/>
    <w:p w:rsidR="003652F7"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Pr="006B6315" w:rsidRDefault="003652F7" w:rsidP="00E44A04"/>
    <w:p w:rsidR="003652F7" w:rsidRDefault="003652F7" w:rsidP="00E44A04"/>
    <w:p w:rsidR="00B10E93" w:rsidRDefault="00B10E93" w:rsidP="00E44A04"/>
    <w:p w:rsidR="00B10E93" w:rsidRPr="006B6315" w:rsidRDefault="00B10E93" w:rsidP="00E44A04"/>
    <w:p w:rsidR="003652F7" w:rsidRDefault="003652F7" w:rsidP="00E44A04"/>
    <w:p w:rsidR="003652F7" w:rsidRDefault="003652F7" w:rsidP="00E44A04"/>
    <w:p w:rsidR="003652F7" w:rsidRDefault="003652F7" w:rsidP="00E44A04"/>
    <w:p w:rsidR="003652F7" w:rsidRPr="00726A31" w:rsidRDefault="003652F7" w:rsidP="003652F7">
      <w:r>
        <w:t xml:space="preserve">Published by Infusion </w:t>
      </w:r>
      <w:r w:rsidR="00E77219">
        <w:t xml:space="preserve">Business </w:t>
      </w:r>
      <w:r>
        <w:t>Software Ltd</w:t>
      </w:r>
    </w:p>
    <w:p w:rsidR="003652F7" w:rsidRPr="00726A31" w:rsidRDefault="003652F7" w:rsidP="003652F7">
      <w:r w:rsidRPr="00726A31">
        <w:t>All Rights Reserved</w:t>
      </w:r>
    </w:p>
    <w:p w:rsidR="003652F7" w:rsidRPr="00726A31" w:rsidRDefault="003652F7" w:rsidP="003652F7">
      <w:pPr>
        <w:rPr>
          <w:i/>
        </w:rPr>
      </w:pPr>
      <w:r w:rsidRPr="00726A31">
        <w:t xml:space="preserve">Copyright </w:t>
      </w:r>
      <w:r w:rsidRPr="00726A31">
        <w:sym w:font="Symbol" w:char="F0E3"/>
      </w:r>
      <w:r w:rsidRPr="00726A31">
        <w:t xml:space="preserve"> </w:t>
      </w:r>
      <w:r>
        <w:t xml:space="preserve">Infusion </w:t>
      </w:r>
      <w:r w:rsidR="00E77219">
        <w:t xml:space="preserve">Business </w:t>
      </w:r>
      <w:r>
        <w:t>Software</w:t>
      </w:r>
      <w:r w:rsidRPr="00726A31">
        <w:t xml:space="preserve"> Ltd </w:t>
      </w:r>
      <w:r w:rsidR="00B4320D">
        <w:t>201</w:t>
      </w:r>
      <w:r w:rsidR="00320DA1">
        <w:t>7</w:t>
      </w:r>
    </w:p>
    <w:p w:rsidR="003652F7" w:rsidRPr="00726A31" w:rsidRDefault="003652F7" w:rsidP="003652F7"/>
    <w:p w:rsidR="003652F7" w:rsidRPr="00726A31" w:rsidRDefault="003652F7" w:rsidP="003652F7">
      <w:r w:rsidRPr="00726A31">
        <w:t>Copyright</w:t>
      </w:r>
    </w:p>
    <w:p w:rsidR="003652F7" w:rsidRPr="00726A31" w:rsidRDefault="003652F7" w:rsidP="003652F7">
      <w:r w:rsidRPr="00726A31">
        <w:t>No part of this book may be reproduced transmitted in any form or by any means, including photocopying without the permission of the author.</w:t>
      </w:r>
    </w:p>
    <w:p w:rsidR="003652F7" w:rsidRPr="00726A31" w:rsidRDefault="003652F7" w:rsidP="003652F7"/>
    <w:p w:rsidR="003652F7" w:rsidRPr="00726A31" w:rsidRDefault="003652F7" w:rsidP="003652F7">
      <w:r w:rsidRPr="00726A31">
        <w:t>Disclaimer</w:t>
      </w:r>
      <w:r>
        <w:t>:</w:t>
      </w:r>
    </w:p>
    <w:p w:rsidR="003652F7" w:rsidRPr="00726A31" w:rsidRDefault="003652F7" w:rsidP="003652F7">
      <w:r w:rsidRPr="00726A31">
        <w:t>Because of the possibility of human or mechanical error the material contained within this book is supplied without representation or guarantee of any kind. The publishers and author are not responsible for any errors or omissions or the result from the use of such material. All accounting information used in this book is to help understand how the program can be used. It is important to seek the advice of the business’ accountant to ensure that all tax issues relevant to the business are covered.</w:t>
      </w:r>
    </w:p>
    <w:p w:rsidR="00576FEF" w:rsidRDefault="00423990" w:rsidP="00E44A04">
      <w:pPr>
        <w:pStyle w:val="Heading9"/>
      </w:pPr>
      <w:r>
        <w:br w:type="page"/>
      </w:r>
    </w:p>
    <w:p w:rsidR="004C4678" w:rsidRDefault="004C4678" w:rsidP="00854265">
      <w:pPr>
        <w:pStyle w:val="Heading1"/>
      </w:pPr>
      <w:bookmarkStart w:id="0" w:name="_Toc497839185"/>
      <w:r>
        <w:lastRenderedPageBreak/>
        <w:t>Table of Contents</w:t>
      </w:r>
      <w:bookmarkEnd w:id="0"/>
    </w:p>
    <w:p w:rsidR="004C4678" w:rsidRDefault="004C4678" w:rsidP="00E44A04">
      <w:pPr>
        <w:pStyle w:val="TOC2"/>
      </w:pPr>
    </w:p>
    <w:p w:rsidR="00732DB0" w:rsidRDefault="00640DF5">
      <w:pPr>
        <w:pStyle w:val="TOC1"/>
        <w:rPr>
          <w:rFonts w:asciiTheme="minorHAnsi" w:eastAsiaTheme="minorEastAsia" w:hAnsiTheme="minorHAnsi" w:cstheme="minorBidi"/>
          <w:b w:val="0"/>
          <w:noProof/>
          <w:sz w:val="22"/>
          <w:lang w:eastAsia="en-NZ"/>
        </w:rPr>
      </w:pPr>
      <w:r>
        <w:fldChar w:fldCharType="begin"/>
      </w:r>
      <w:r w:rsidR="00270AFE">
        <w:instrText xml:space="preserve"> TOC \o "1-2" \h \z \u </w:instrText>
      </w:r>
      <w:r>
        <w:fldChar w:fldCharType="separate"/>
      </w:r>
      <w:hyperlink w:anchor="_Toc497839185" w:history="1">
        <w:r w:rsidR="00732DB0" w:rsidRPr="005777C3">
          <w:rPr>
            <w:rStyle w:val="Hyperlink"/>
            <w:noProof/>
          </w:rPr>
          <w:t>Table of Contents</w:t>
        </w:r>
        <w:r w:rsidR="00732DB0">
          <w:rPr>
            <w:noProof/>
            <w:webHidden/>
          </w:rPr>
          <w:tab/>
        </w:r>
        <w:r w:rsidR="00732DB0">
          <w:rPr>
            <w:noProof/>
            <w:webHidden/>
          </w:rPr>
          <w:fldChar w:fldCharType="begin"/>
        </w:r>
        <w:r w:rsidR="00732DB0">
          <w:rPr>
            <w:noProof/>
            <w:webHidden/>
          </w:rPr>
          <w:instrText xml:space="preserve"> PAGEREF _Toc497839185 \h </w:instrText>
        </w:r>
        <w:r w:rsidR="00732DB0">
          <w:rPr>
            <w:noProof/>
            <w:webHidden/>
          </w:rPr>
        </w:r>
        <w:r w:rsidR="00732DB0">
          <w:rPr>
            <w:noProof/>
            <w:webHidden/>
          </w:rPr>
          <w:fldChar w:fldCharType="separate"/>
        </w:r>
        <w:r w:rsidR="00732DB0">
          <w:rPr>
            <w:noProof/>
            <w:webHidden/>
          </w:rPr>
          <w:t>3</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186" w:history="1">
        <w:r w:rsidR="00732DB0" w:rsidRPr="005777C3">
          <w:rPr>
            <w:rStyle w:val="Hyperlink"/>
            <w:noProof/>
          </w:rPr>
          <w:t>Software Setup</w:t>
        </w:r>
        <w:r w:rsidR="00732DB0">
          <w:rPr>
            <w:noProof/>
            <w:webHidden/>
          </w:rPr>
          <w:tab/>
        </w:r>
        <w:r w:rsidR="00732DB0">
          <w:rPr>
            <w:noProof/>
            <w:webHidden/>
          </w:rPr>
          <w:fldChar w:fldCharType="begin"/>
        </w:r>
        <w:r w:rsidR="00732DB0">
          <w:rPr>
            <w:noProof/>
            <w:webHidden/>
          </w:rPr>
          <w:instrText xml:space="preserve"> PAGEREF _Toc497839186 \h </w:instrText>
        </w:r>
        <w:r w:rsidR="00732DB0">
          <w:rPr>
            <w:noProof/>
            <w:webHidden/>
          </w:rPr>
        </w:r>
        <w:r w:rsidR="00732DB0">
          <w:rPr>
            <w:noProof/>
            <w:webHidden/>
          </w:rPr>
          <w:fldChar w:fldCharType="separate"/>
        </w:r>
        <w:r w:rsidR="00732DB0">
          <w:rPr>
            <w:noProof/>
            <w:webHidden/>
          </w:rPr>
          <w:t>5</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187" w:history="1">
        <w:r w:rsidR="00732DB0" w:rsidRPr="005777C3">
          <w:rPr>
            <w:rStyle w:val="Hyperlink"/>
            <w:noProof/>
          </w:rPr>
          <w:t>Licensing Infusion Business Software</w:t>
        </w:r>
        <w:r w:rsidR="00732DB0">
          <w:rPr>
            <w:noProof/>
            <w:webHidden/>
          </w:rPr>
          <w:tab/>
        </w:r>
        <w:r w:rsidR="00732DB0">
          <w:rPr>
            <w:noProof/>
            <w:webHidden/>
          </w:rPr>
          <w:fldChar w:fldCharType="begin"/>
        </w:r>
        <w:r w:rsidR="00732DB0">
          <w:rPr>
            <w:noProof/>
            <w:webHidden/>
          </w:rPr>
          <w:instrText xml:space="preserve"> PAGEREF _Toc497839187 \h </w:instrText>
        </w:r>
        <w:r w:rsidR="00732DB0">
          <w:rPr>
            <w:noProof/>
            <w:webHidden/>
          </w:rPr>
        </w:r>
        <w:r w:rsidR="00732DB0">
          <w:rPr>
            <w:noProof/>
            <w:webHidden/>
          </w:rPr>
          <w:fldChar w:fldCharType="separate"/>
        </w:r>
        <w:r w:rsidR="00732DB0">
          <w:rPr>
            <w:noProof/>
            <w:webHidden/>
          </w:rPr>
          <w:t>6</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188" w:history="1">
        <w:r w:rsidR="00732DB0" w:rsidRPr="005777C3">
          <w:rPr>
            <w:rStyle w:val="Hyperlink"/>
            <w:noProof/>
          </w:rPr>
          <w:t>Pre - Installation Checklist</w:t>
        </w:r>
        <w:r w:rsidR="00732DB0">
          <w:rPr>
            <w:noProof/>
            <w:webHidden/>
          </w:rPr>
          <w:tab/>
        </w:r>
        <w:r w:rsidR="00732DB0">
          <w:rPr>
            <w:noProof/>
            <w:webHidden/>
          </w:rPr>
          <w:fldChar w:fldCharType="begin"/>
        </w:r>
        <w:r w:rsidR="00732DB0">
          <w:rPr>
            <w:noProof/>
            <w:webHidden/>
          </w:rPr>
          <w:instrText xml:space="preserve"> PAGEREF _Toc497839188 \h </w:instrText>
        </w:r>
        <w:r w:rsidR="00732DB0">
          <w:rPr>
            <w:noProof/>
            <w:webHidden/>
          </w:rPr>
        </w:r>
        <w:r w:rsidR="00732DB0">
          <w:rPr>
            <w:noProof/>
            <w:webHidden/>
          </w:rPr>
          <w:fldChar w:fldCharType="separate"/>
        </w:r>
        <w:r w:rsidR="00732DB0">
          <w:rPr>
            <w:noProof/>
            <w:webHidden/>
          </w:rPr>
          <w:t>9</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189" w:history="1">
        <w:r w:rsidR="00732DB0" w:rsidRPr="005777C3">
          <w:rPr>
            <w:rStyle w:val="Hyperlink"/>
            <w:noProof/>
          </w:rPr>
          <w:t>Conversion Installation Checklist</w:t>
        </w:r>
        <w:r w:rsidR="00732DB0">
          <w:rPr>
            <w:noProof/>
            <w:webHidden/>
          </w:rPr>
          <w:tab/>
        </w:r>
        <w:r w:rsidR="00732DB0">
          <w:rPr>
            <w:noProof/>
            <w:webHidden/>
          </w:rPr>
          <w:fldChar w:fldCharType="begin"/>
        </w:r>
        <w:r w:rsidR="00732DB0">
          <w:rPr>
            <w:noProof/>
            <w:webHidden/>
          </w:rPr>
          <w:instrText xml:space="preserve"> PAGEREF _Toc497839189 \h </w:instrText>
        </w:r>
        <w:r w:rsidR="00732DB0">
          <w:rPr>
            <w:noProof/>
            <w:webHidden/>
          </w:rPr>
        </w:r>
        <w:r w:rsidR="00732DB0">
          <w:rPr>
            <w:noProof/>
            <w:webHidden/>
          </w:rPr>
          <w:fldChar w:fldCharType="separate"/>
        </w:r>
        <w:r w:rsidR="00732DB0">
          <w:rPr>
            <w:noProof/>
            <w:webHidden/>
          </w:rPr>
          <w:t>10</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190" w:history="1">
        <w:r w:rsidR="00732DB0" w:rsidRPr="005777C3">
          <w:rPr>
            <w:rStyle w:val="Hyperlink"/>
            <w:noProof/>
          </w:rPr>
          <w:t>End User Questionaire</w:t>
        </w:r>
        <w:r w:rsidR="00732DB0">
          <w:rPr>
            <w:noProof/>
            <w:webHidden/>
          </w:rPr>
          <w:tab/>
        </w:r>
        <w:r w:rsidR="00732DB0">
          <w:rPr>
            <w:noProof/>
            <w:webHidden/>
          </w:rPr>
          <w:fldChar w:fldCharType="begin"/>
        </w:r>
        <w:r w:rsidR="00732DB0">
          <w:rPr>
            <w:noProof/>
            <w:webHidden/>
          </w:rPr>
          <w:instrText xml:space="preserve"> PAGEREF _Toc497839190 \h </w:instrText>
        </w:r>
        <w:r w:rsidR="00732DB0">
          <w:rPr>
            <w:noProof/>
            <w:webHidden/>
          </w:rPr>
        </w:r>
        <w:r w:rsidR="00732DB0">
          <w:rPr>
            <w:noProof/>
            <w:webHidden/>
          </w:rPr>
          <w:fldChar w:fldCharType="separate"/>
        </w:r>
        <w:r w:rsidR="00732DB0">
          <w:rPr>
            <w:noProof/>
            <w:webHidden/>
          </w:rPr>
          <w:t>11</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191" w:history="1">
        <w:r w:rsidR="00732DB0" w:rsidRPr="005777C3">
          <w:rPr>
            <w:rStyle w:val="Hyperlink"/>
            <w:noProof/>
          </w:rPr>
          <w:t>Infusion Defaults</w:t>
        </w:r>
        <w:r w:rsidR="00732DB0">
          <w:rPr>
            <w:noProof/>
            <w:webHidden/>
          </w:rPr>
          <w:tab/>
        </w:r>
        <w:r w:rsidR="00732DB0">
          <w:rPr>
            <w:noProof/>
            <w:webHidden/>
          </w:rPr>
          <w:fldChar w:fldCharType="begin"/>
        </w:r>
        <w:r w:rsidR="00732DB0">
          <w:rPr>
            <w:noProof/>
            <w:webHidden/>
          </w:rPr>
          <w:instrText xml:space="preserve"> PAGEREF _Toc497839191 \h </w:instrText>
        </w:r>
        <w:r w:rsidR="00732DB0">
          <w:rPr>
            <w:noProof/>
            <w:webHidden/>
          </w:rPr>
        </w:r>
        <w:r w:rsidR="00732DB0">
          <w:rPr>
            <w:noProof/>
            <w:webHidden/>
          </w:rPr>
          <w:fldChar w:fldCharType="separate"/>
        </w:r>
        <w:r w:rsidR="00732DB0">
          <w:rPr>
            <w:noProof/>
            <w:webHidden/>
          </w:rPr>
          <w:t>12</w:t>
        </w:r>
        <w:r w:rsidR="00732DB0">
          <w:rPr>
            <w:noProof/>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192" w:history="1">
        <w:r w:rsidR="00732DB0" w:rsidRPr="005777C3">
          <w:rPr>
            <w:rStyle w:val="Hyperlink"/>
          </w:rPr>
          <w:t>System Defaults</w:t>
        </w:r>
        <w:r w:rsidR="00732DB0">
          <w:rPr>
            <w:webHidden/>
          </w:rPr>
          <w:tab/>
        </w:r>
        <w:r w:rsidR="00732DB0">
          <w:rPr>
            <w:webHidden/>
          </w:rPr>
          <w:fldChar w:fldCharType="begin"/>
        </w:r>
        <w:r w:rsidR="00732DB0">
          <w:rPr>
            <w:webHidden/>
          </w:rPr>
          <w:instrText xml:space="preserve"> PAGEREF _Toc497839192 \h </w:instrText>
        </w:r>
        <w:r w:rsidR="00732DB0">
          <w:rPr>
            <w:webHidden/>
          </w:rPr>
        </w:r>
        <w:r w:rsidR="00732DB0">
          <w:rPr>
            <w:webHidden/>
          </w:rPr>
          <w:fldChar w:fldCharType="separate"/>
        </w:r>
        <w:r w:rsidR="00732DB0">
          <w:rPr>
            <w:webHidden/>
          </w:rPr>
          <w:t>12</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193" w:history="1">
        <w:r w:rsidR="00732DB0" w:rsidRPr="005777C3">
          <w:rPr>
            <w:rStyle w:val="Hyperlink"/>
          </w:rPr>
          <w:t>Financial Control Defaults</w:t>
        </w:r>
        <w:r w:rsidR="00732DB0">
          <w:rPr>
            <w:webHidden/>
          </w:rPr>
          <w:tab/>
        </w:r>
        <w:r w:rsidR="00732DB0">
          <w:rPr>
            <w:webHidden/>
          </w:rPr>
          <w:fldChar w:fldCharType="begin"/>
        </w:r>
        <w:r w:rsidR="00732DB0">
          <w:rPr>
            <w:webHidden/>
          </w:rPr>
          <w:instrText xml:space="preserve"> PAGEREF _Toc497839193 \h </w:instrText>
        </w:r>
        <w:r w:rsidR="00732DB0">
          <w:rPr>
            <w:webHidden/>
          </w:rPr>
        </w:r>
        <w:r w:rsidR="00732DB0">
          <w:rPr>
            <w:webHidden/>
          </w:rPr>
          <w:fldChar w:fldCharType="separate"/>
        </w:r>
        <w:r w:rsidR="00732DB0">
          <w:rPr>
            <w:webHidden/>
          </w:rPr>
          <w:t>13</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194" w:history="1">
        <w:r w:rsidR="00732DB0" w:rsidRPr="005777C3">
          <w:rPr>
            <w:rStyle w:val="Hyperlink"/>
          </w:rPr>
          <w:t>Cash Flow Defaults</w:t>
        </w:r>
        <w:r w:rsidR="00732DB0">
          <w:rPr>
            <w:webHidden/>
          </w:rPr>
          <w:tab/>
        </w:r>
        <w:r w:rsidR="00732DB0">
          <w:rPr>
            <w:webHidden/>
          </w:rPr>
          <w:fldChar w:fldCharType="begin"/>
        </w:r>
        <w:r w:rsidR="00732DB0">
          <w:rPr>
            <w:webHidden/>
          </w:rPr>
          <w:instrText xml:space="preserve"> PAGEREF _Toc497839194 \h </w:instrText>
        </w:r>
        <w:r w:rsidR="00732DB0">
          <w:rPr>
            <w:webHidden/>
          </w:rPr>
        </w:r>
        <w:r w:rsidR="00732DB0">
          <w:rPr>
            <w:webHidden/>
          </w:rPr>
          <w:fldChar w:fldCharType="separate"/>
        </w:r>
        <w:r w:rsidR="00732DB0">
          <w:rPr>
            <w:webHidden/>
          </w:rPr>
          <w:t>13</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195" w:history="1">
        <w:r w:rsidR="00732DB0" w:rsidRPr="005777C3">
          <w:rPr>
            <w:rStyle w:val="Hyperlink"/>
          </w:rPr>
          <w:t>Staff Defaults</w:t>
        </w:r>
        <w:r w:rsidR="00732DB0">
          <w:rPr>
            <w:webHidden/>
          </w:rPr>
          <w:tab/>
        </w:r>
        <w:r w:rsidR="00732DB0">
          <w:rPr>
            <w:webHidden/>
          </w:rPr>
          <w:fldChar w:fldCharType="begin"/>
        </w:r>
        <w:r w:rsidR="00732DB0">
          <w:rPr>
            <w:webHidden/>
          </w:rPr>
          <w:instrText xml:space="preserve"> PAGEREF _Toc497839195 \h </w:instrText>
        </w:r>
        <w:r w:rsidR="00732DB0">
          <w:rPr>
            <w:webHidden/>
          </w:rPr>
        </w:r>
        <w:r w:rsidR="00732DB0">
          <w:rPr>
            <w:webHidden/>
          </w:rPr>
          <w:fldChar w:fldCharType="separate"/>
        </w:r>
        <w:r w:rsidR="00732DB0">
          <w:rPr>
            <w:webHidden/>
          </w:rPr>
          <w:t>14</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196" w:history="1">
        <w:r w:rsidR="00732DB0" w:rsidRPr="005777C3">
          <w:rPr>
            <w:rStyle w:val="Hyperlink"/>
          </w:rPr>
          <w:t>GST Defaults</w:t>
        </w:r>
        <w:r w:rsidR="00732DB0">
          <w:rPr>
            <w:webHidden/>
          </w:rPr>
          <w:tab/>
        </w:r>
        <w:r w:rsidR="00732DB0">
          <w:rPr>
            <w:webHidden/>
          </w:rPr>
          <w:fldChar w:fldCharType="begin"/>
        </w:r>
        <w:r w:rsidR="00732DB0">
          <w:rPr>
            <w:webHidden/>
          </w:rPr>
          <w:instrText xml:space="preserve"> PAGEREF _Toc497839196 \h </w:instrText>
        </w:r>
        <w:r w:rsidR="00732DB0">
          <w:rPr>
            <w:webHidden/>
          </w:rPr>
        </w:r>
        <w:r w:rsidR="00732DB0">
          <w:rPr>
            <w:webHidden/>
          </w:rPr>
          <w:fldChar w:fldCharType="separate"/>
        </w:r>
        <w:r w:rsidR="00732DB0">
          <w:rPr>
            <w:webHidden/>
          </w:rPr>
          <w:t>14</w:t>
        </w:r>
        <w:r w:rsidR="00732DB0">
          <w:rPr>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197" w:history="1">
        <w:r w:rsidR="00732DB0" w:rsidRPr="005777C3">
          <w:rPr>
            <w:rStyle w:val="Hyperlink"/>
            <w:noProof/>
          </w:rPr>
          <w:t>Customer Defaults</w:t>
        </w:r>
        <w:r w:rsidR="00732DB0">
          <w:rPr>
            <w:noProof/>
            <w:webHidden/>
          </w:rPr>
          <w:tab/>
        </w:r>
        <w:r w:rsidR="00732DB0">
          <w:rPr>
            <w:noProof/>
            <w:webHidden/>
          </w:rPr>
          <w:fldChar w:fldCharType="begin"/>
        </w:r>
        <w:r w:rsidR="00732DB0">
          <w:rPr>
            <w:noProof/>
            <w:webHidden/>
          </w:rPr>
          <w:instrText xml:space="preserve"> PAGEREF _Toc497839197 \h </w:instrText>
        </w:r>
        <w:r w:rsidR="00732DB0">
          <w:rPr>
            <w:noProof/>
            <w:webHidden/>
          </w:rPr>
        </w:r>
        <w:r w:rsidR="00732DB0">
          <w:rPr>
            <w:noProof/>
            <w:webHidden/>
          </w:rPr>
          <w:fldChar w:fldCharType="separate"/>
        </w:r>
        <w:r w:rsidR="00732DB0">
          <w:rPr>
            <w:noProof/>
            <w:webHidden/>
          </w:rPr>
          <w:t>15</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198" w:history="1">
        <w:r w:rsidR="00732DB0" w:rsidRPr="005777C3">
          <w:rPr>
            <w:rStyle w:val="Hyperlink"/>
            <w:noProof/>
          </w:rPr>
          <w:t>Supplier Defaults</w:t>
        </w:r>
        <w:r w:rsidR="00732DB0">
          <w:rPr>
            <w:noProof/>
            <w:webHidden/>
          </w:rPr>
          <w:tab/>
        </w:r>
        <w:r w:rsidR="00732DB0">
          <w:rPr>
            <w:noProof/>
            <w:webHidden/>
          </w:rPr>
          <w:fldChar w:fldCharType="begin"/>
        </w:r>
        <w:r w:rsidR="00732DB0">
          <w:rPr>
            <w:noProof/>
            <w:webHidden/>
          </w:rPr>
          <w:instrText xml:space="preserve"> PAGEREF _Toc497839198 \h </w:instrText>
        </w:r>
        <w:r w:rsidR="00732DB0">
          <w:rPr>
            <w:noProof/>
            <w:webHidden/>
          </w:rPr>
        </w:r>
        <w:r w:rsidR="00732DB0">
          <w:rPr>
            <w:noProof/>
            <w:webHidden/>
          </w:rPr>
          <w:fldChar w:fldCharType="separate"/>
        </w:r>
        <w:r w:rsidR="00732DB0">
          <w:rPr>
            <w:noProof/>
            <w:webHidden/>
          </w:rPr>
          <w:t>19</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199" w:history="1">
        <w:r w:rsidR="00732DB0" w:rsidRPr="005777C3">
          <w:rPr>
            <w:rStyle w:val="Hyperlink"/>
            <w:noProof/>
          </w:rPr>
          <w:t>Product Defaults</w:t>
        </w:r>
        <w:r w:rsidR="00732DB0">
          <w:rPr>
            <w:noProof/>
            <w:webHidden/>
          </w:rPr>
          <w:tab/>
        </w:r>
        <w:r w:rsidR="00732DB0">
          <w:rPr>
            <w:noProof/>
            <w:webHidden/>
          </w:rPr>
          <w:fldChar w:fldCharType="begin"/>
        </w:r>
        <w:r w:rsidR="00732DB0">
          <w:rPr>
            <w:noProof/>
            <w:webHidden/>
          </w:rPr>
          <w:instrText xml:space="preserve"> PAGEREF _Toc497839199 \h </w:instrText>
        </w:r>
        <w:r w:rsidR="00732DB0">
          <w:rPr>
            <w:noProof/>
            <w:webHidden/>
          </w:rPr>
        </w:r>
        <w:r w:rsidR="00732DB0">
          <w:rPr>
            <w:noProof/>
            <w:webHidden/>
          </w:rPr>
          <w:fldChar w:fldCharType="separate"/>
        </w:r>
        <w:r w:rsidR="00732DB0">
          <w:rPr>
            <w:noProof/>
            <w:webHidden/>
          </w:rPr>
          <w:t>21</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200" w:history="1">
        <w:r w:rsidR="00732DB0" w:rsidRPr="005777C3">
          <w:rPr>
            <w:rStyle w:val="Hyperlink"/>
            <w:noProof/>
          </w:rPr>
          <w:t>Job Defaults</w:t>
        </w:r>
        <w:r w:rsidR="00732DB0">
          <w:rPr>
            <w:noProof/>
            <w:webHidden/>
          </w:rPr>
          <w:tab/>
        </w:r>
        <w:r w:rsidR="00732DB0">
          <w:rPr>
            <w:noProof/>
            <w:webHidden/>
          </w:rPr>
          <w:fldChar w:fldCharType="begin"/>
        </w:r>
        <w:r w:rsidR="00732DB0">
          <w:rPr>
            <w:noProof/>
            <w:webHidden/>
          </w:rPr>
          <w:instrText xml:space="preserve"> PAGEREF _Toc497839200 \h </w:instrText>
        </w:r>
        <w:r w:rsidR="00732DB0">
          <w:rPr>
            <w:noProof/>
            <w:webHidden/>
          </w:rPr>
        </w:r>
        <w:r w:rsidR="00732DB0">
          <w:rPr>
            <w:noProof/>
            <w:webHidden/>
          </w:rPr>
          <w:fldChar w:fldCharType="separate"/>
        </w:r>
        <w:r w:rsidR="00732DB0">
          <w:rPr>
            <w:noProof/>
            <w:webHidden/>
          </w:rPr>
          <w:t>23</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201" w:history="1">
        <w:r w:rsidR="00732DB0" w:rsidRPr="005777C3">
          <w:rPr>
            <w:rStyle w:val="Hyperlink"/>
            <w:noProof/>
          </w:rPr>
          <w:t>Survey Defaults</w:t>
        </w:r>
        <w:r w:rsidR="00732DB0">
          <w:rPr>
            <w:noProof/>
            <w:webHidden/>
          </w:rPr>
          <w:tab/>
        </w:r>
        <w:r w:rsidR="00732DB0">
          <w:rPr>
            <w:noProof/>
            <w:webHidden/>
          </w:rPr>
          <w:fldChar w:fldCharType="begin"/>
        </w:r>
        <w:r w:rsidR="00732DB0">
          <w:rPr>
            <w:noProof/>
            <w:webHidden/>
          </w:rPr>
          <w:instrText xml:space="preserve"> PAGEREF _Toc497839201 \h </w:instrText>
        </w:r>
        <w:r w:rsidR="00732DB0">
          <w:rPr>
            <w:noProof/>
            <w:webHidden/>
          </w:rPr>
        </w:r>
        <w:r w:rsidR="00732DB0">
          <w:rPr>
            <w:noProof/>
            <w:webHidden/>
          </w:rPr>
          <w:fldChar w:fldCharType="separate"/>
        </w:r>
        <w:r w:rsidR="00732DB0">
          <w:rPr>
            <w:noProof/>
            <w:webHidden/>
          </w:rPr>
          <w:t>25</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202" w:history="1">
        <w:r w:rsidR="00732DB0" w:rsidRPr="005777C3">
          <w:rPr>
            <w:rStyle w:val="Hyperlink"/>
            <w:noProof/>
          </w:rPr>
          <w:t>Customer Items Defaults</w:t>
        </w:r>
        <w:r w:rsidR="00732DB0">
          <w:rPr>
            <w:noProof/>
            <w:webHidden/>
          </w:rPr>
          <w:tab/>
        </w:r>
        <w:r w:rsidR="00732DB0">
          <w:rPr>
            <w:noProof/>
            <w:webHidden/>
          </w:rPr>
          <w:fldChar w:fldCharType="begin"/>
        </w:r>
        <w:r w:rsidR="00732DB0">
          <w:rPr>
            <w:noProof/>
            <w:webHidden/>
          </w:rPr>
          <w:instrText xml:space="preserve"> PAGEREF _Toc497839202 \h </w:instrText>
        </w:r>
        <w:r w:rsidR="00732DB0">
          <w:rPr>
            <w:noProof/>
            <w:webHidden/>
          </w:rPr>
        </w:r>
        <w:r w:rsidR="00732DB0">
          <w:rPr>
            <w:noProof/>
            <w:webHidden/>
          </w:rPr>
          <w:fldChar w:fldCharType="separate"/>
        </w:r>
        <w:r w:rsidR="00732DB0">
          <w:rPr>
            <w:noProof/>
            <w:webHidden/>
          </w:rPr>
          <w:t>26</w:t>
        </w:r>
        <w:r w:rsidR="00732DB0">
          <w:rPr>
            <w:noProof/>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203" w:history="1">
        <w:r w:rsidR="00732DB0" w:rsidRPr="005777C3">
          <w:rPr>
            <w:rStyle w:val="Hyperlink"/>
            <w:noProof/>
          </w:rPr>
          <w:t>Infusion Settings</w:t>
        </w:r>
        <w:r w:rsidR="00732DB0">
          <w:rPr>
            <w:noProof/>
            <w:webHidden/>
          </w:rPr>
          <w:tab/>
        </w:r>
        <w:r w:rsidR="00732DB0">
          <w:rPr>
            <w:noProof/>
            <w:webHidden/>
          </w:rPr>
          <w:fldChar w:fldCharType="begin"/>
        </w:r>
        <w:r w:rsidR="00732DB0">
          <w:rPr>
            <w:noProof/>
            <w:webHidden/>
          </w:rPr>
          <w:instrText xml:space="preserve"> PAGEREF _Toc497839203 \h </w:instrText>
        </w:r>
        <w:r w:rsidR="00732DB0">
          <w:rPr>
            <w:noProof/>
            <w:webHidden/>
          </w:rPr>
        </w:r>
        <w:r w:rsidR="00732DB0">
          <w:rPr>
            <w:noProof/>
            <w:webHidden/>
          </w:rPr>
          <w:fldChar w:fldCharType="separate"/>
        </w:r>
        <w:r w:rsidR="00732DB0">
          <w:rPr>
            <w:noProof/>
            <w:webHidden/>
          </w:rPr>
          <w:t>27</w:t>
        </w:r>
        <w:r w:rsidR="00732DB0">
          <w:rPr>
            <w:noProof/>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04" w:history="1">
        <w:r w:rsidR="00732DB0" w:rsidRPr="005777C3">
          <w:rPr>
            <w:rStyle w:val="Hyperlink"/>
          </w:rPr>
          <w:t>Customers</w:t>
        </w:r>
        <w:r w:rsidR="00732DB0">
          <w:rPr>
            <w:webHidden/>
          </w:rPr>
          <w:tab/>
        </w:r>
        <w:r w:rsidR="00732DB0">
          <w:rPr>
            <w:webHidden/>
          </w:rPr>
          <w:fldChar w:fldCharType="begin"/>
        </w:r>
        <w:r w:rsidR="00732DB0">
          <w:rPr>
            <w:webHidden/>
          </w:rPr>
          <w:instrText xml:space="preserve"> PAGEREF _Toc497839204 \h </w:instrText>
        </w:r>
        <w:r w:rsidR="00732DB0">
          <w:rPr>
            <w:webHidden/>
          </w:rPr>
        </w:r>
        <w:r w:rsidR="00732DB0">
          <w:rPr>
            <w:webHidden/>
          </w:rPr>
          <w:fldChar w:fldCharType="separate"/>
        </w:r>
        <w:r w:rsidR="00732DB0">
          <w:rPr>
            <w:webHidden/>
          </w:rPr>
          <w:t>27</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05" w:history="1">
        <w:r w:rsidR="00732DB0" w:rsidRPr="005777C3">
          <w:rPr>
            <w:rStyle w:val="Hyperlink"/>
          </w:rPr>
          <w:t>Suppliers</w:t>
        </w:r>
        <w:r w:rsidR="00732DB0">
          <w:rPr>
            <w:webHidden/>
          </w:rPr>
          <w:tab/>
        </w:r>
        <w:r w:rsidR="00732DB0">
          <w:rPr>
            <w:webHidden/>
          </w:rPr>
          <w:fldChar w:fldCharType="begin"/>
        </w:r>
        <w:r w:rsidR="00732DB0">
          <w:rPr>
            <w:webHidden/>
          </w:rPr>
          <w:instrText xml:space="preserve"> PAGEREF _Toc497839205 \h </w:instrText>
        </w:r>
        <w:r w:rsidR="00732DB0">
          <w:rPr>
            <w:webHidden/>
          </w:rPr>
        </w:r>
        <w:r w:rsidR="00732DB0">
          <w:rPr>
            <w:webHidden/>
          </w:rPr>
          <w:fldChar w:fldCharType="separate"/>
        </w:r>
        <w:r w:rsidR="00732DB0">
          <w:rPr>
            <w:webHidden/>
          </w:rPr>
          <w:t>27</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06" w:history="1">
        <w:r w:rsidR="00732DB0" w:rsidRPr="005777C3">
          <w:rPr>
            <w:rStyle w:val="Hyperlink"/>
          </w:rPr>
          <w:t>Products</w:t>
        </w:r>
        <w:r w:rsidR="00732DB0">
          <w:rPr>
            <w:webHidden/>
          </w:rPr>
          <w:tab/>
        </w:r>
        <w:r w:rsidR="00732DB0">
          <w:rPr>
            <w:webHidden/>
          </w:rPr>
          <w:fldChar w:fldCharType="begin"/>
        </w:r>
        <w:r w:rsidR="00732DB0">
          <w:rPr>
            <w:webHidden/>
          </w:rPr>
          <w:instrText xml:space="preserve"> PAGEREF _Toc497839206 \h </w:instrText>
        </w:r>
        <w:r w:rsidR="00732DB0">
          <w:rPr>
            <w:webHidden/>
          </w:rPr>
        </w:r>
        <w:r w:rsidR="00732DB0">
          <w:rPr>
            <w:webHidden/>
          </w:rPr>
          <w:fldChar w:fldCharType="separate"/>
        </w:r>
        <w:r w:rsidR="00732DB0">
          <w:rPr>
            <w:webHidden/>
          </w:rPr>
          <w:t>27</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07" w:history="1">
        <w:r w:rsidR="00732DB0" w:rsidRPr="005777C3">
          <w:rPr>
            <w:rStyle w:val="Hyperlink"/>
          </w:rPr>
          <w:t>GL Cashbook</w:t>
        </w:r>
        <w:r w:rsidR="00732DB0">
          <w:rPr>
            <w:webHidden/>
          </w:rPr>
          <w:tab/>
        </w:r>
        <w:r w:rsidR="00732DB0">
          <w:rPr>
            <w:webHidden/>
          </w:rPr>
          <w:fldChar w:fldCharType="begin"/>
        </w:r>
        <w:r w:rsidR="00732DB0">
          <w:rPr>
            <w:webHidden/>
          </w:rPr>
          <w:instrText xml:space="preserve"> PAGEREF _Toc497839207 \h </w:instrText>
        </w:r>
        <w:r w:rsidR="00732DB0">
          <w:rPr>
            <w:webHidden/>
          </w:rPr>
        </w:r>
        <w:r w:rsidR="00732DB0">
          <w:rPr>
            <w:webHidden/>
          </w:rPr>
          <w:fldChar w:fldCharType="separate"/>
        </w:r>
        <w:r w:rsidR="00732DB0">
          <w:rPr>
            <w:webHidden/>
          </w:rPr>
          <w:t>27</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08" w:history="1">
        <w:r w:rsidR="00732DB0" w:rsidRPr="005777C3">
          <w:rPr>
            <w:rStyle w:val="Hyperlink"/>
          </w:rPr>
          <w:t>Jobs</w:t>
        </w:r>
        <w:r w:rsidR="00732DB0">
          <w:rPr>
            <w:webHidden/>
          </w:rPr>
          <w:tab/>
        </w:r>
        <w:r w:rsidR="00732DB0">
          <w:rPr>
            <w:webHidden/>
          </w:rPr>
          <w:fldChar w:fldCharType="begin"/>
        </w:r>
        <w:r w:rsidR="00732DB0">
          <w:rPr>
            <w:webHidden/>
          </w:rPr>
          <w:instrText xml:space="preserve"> PAGEREF _Toc497839208 \h </w:instrText>
        </w:r>
        <w:r w:rsidR="00732DB0">
          <w:rPr>
            <w:webHidden/>
          </w:rPr>
        </w:r>
        <w:r w:rsidR="00732DB0">
          <w:rPr>
            <w:webHidden/>
          </w:rPr>
          <w:fldChar w:fldCharType="separate"/>
        </w:r>
        <w:r w:rsidR="00732DB0">
          <w:rPr>
            <w:webHidden/>
          </w:rPr>
          <w:t>28</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09" w:history="1">
        <w:r w:rsidR="00732DB0" w:rsidRPr="005777C3">
          <w:rPr>
            <w:rStyle w:val="Hyperlink"/>
          </w:rPr>
          <w:t>Customer Items</w:t>
        </w:r>
        <w:r w:rsidR="00732DB0">
          <w:rPr>
            <w:webHidden/>
          </w:rPr>
          <w:tab/>
        </w:r>
        <w:r w:rsidR="00732DB0">
          <w:rPr>
            <w:webHidden/>
          </w:rPr>
          <w:fldChar w:fldCharType="begin"/>
        </w:r>
        <w:r w:rsidR="00732DB0">
          <w:rPr>
            <w:webHidden/>
          </w:rPr>
          <w:instrText xml:space="preserve"> PAGEREF _Toc497839209 \h </w:instrText>
        </w:r>
        <w:r w:rsidR="00732DB0">
          <w:rPr>
            <w:webHidden/>
          </w:rPr>
        </w:r>
        <w:r w:rsidR="00732DB0">
          <w:rPr>
            <w:webHidden/>
          </w:rPr>
          <w:fldChar w:fldCharType="separate"/>
        </w:r>
        <w:r w:rsidR="00732DB0">
          <w:rPr>
            <w:webHidden/>
          </w:rPr>
          <w:t>28</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10" w:history="1">
        <w:r w:rsidR="00732DB0" w:rsidRPr="005777C3">
          <w:rPr>
            <w:rStyle w:val="Hyperlink"/>
          </w:rPr>
          <w:t>Import/Export</w:t>
        </w:r>
        <w:r w:rsidR="00732DB0">
          <w:rPr>
            <w:webHidden/>
          </w:rPr>
          <w:tab/>
        </w:r>
        <w:r w:rsidR="00732DB0">
          <w:rPr>
            <w:webHidden/>
          </w:rPr>
          <w:fldChar w:fldCharType="begin"/>
        </w:r>
        <w:r w:rsidR="00732DB0">
          <w:rPr>
            <w:webHidden/>
          </w:rPr>
          <w:instrText xml:space="preserve"> PAGEREF _Toc497839210 \h </w:instrText>
        </w:r>
        <w:r w:rsidR="00732DB0">
          <w:rPr>
            <w:webHidden/>
          </w:rPr>
        </w:r>
        <w:r w:rsidR="00732DB0">
          <w:rPr>
            <w:webHidden/>
          </w:rPr>
          <w:fldChar w:fldCharType="separate"/>
        </w:r>
        <w:r w:rsidR="00732DB0">
          <w:rPr>
            <w:webHidden/>
          </w:rPr>
          <w:t>28</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11" w:history="1">
        <w:r w:rsidR="00732DB0" w:rsidRPr="005777C3">
          <w:rPr>
            <w:rStyle w:val="Hyperlink"/>
          </w:rPr>
          <w:t>Contact Management</w:t>
        </w:r>
        <w:r w:rsidR="00732DB0">
          <w:rPr>
            <w:webHidden/>
          </w:rPr>
          <w:tab/>
        </w:r>
        <w:r w:rsidR="00732DB0">
          <w:rPr>
            <w:webHidden/>
          </w:rPr>
          <w:fldChar w:fldCharType="begin"/>
        </w:r>
        <w:r w:rsidR="00732DB0">
          <w:rPr>
            <w:webHidden/>
          </w:rPr>
          <w:instrText xml:space="preserve"> PAGEREF _Toc497839211 \h </w:instrText>
        </w:r>
        <w:r w:rsidR="00732DB0">
          <w:rPr>
            <w:webHidden/>
          </w:rPr>
        </w:r>
        <w:r w:rsidR="00732DB0">
          <w:rPr>
            <w:webHidden/>
          </w:rPr>
          <w:fldChar w:fldCharType="separate"/>
        </w:r>
        <w:r w:rsidR="00732DB0">
          <w:rPr>
            <w:webHidden/>
          </w:rPr>
          <w:t>28</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12" w:history="1">
        <w:r w:rsidR="00732DB0" w:rsidRPr="005777C3">
          <w:rPr>
            <w:rStyle w:val="Hyperlink"/>
          </w:rPr>
          <w:t>Rental/Hire</w:t>
        </w:r>
        <w:r w:rsidR="00732DB0">
          <w:rPr>
            <w:webHidden/>
          </w:rPr>
          <w:tab/>
        </w:r>
        <w:r w:rsidR="00732DB0">
          <w:rPr>
            <w:webHidden/>
          </w:rPr>
          <w:fldChar w:fldCharType="begin"/>
        </w:r>
        <w:r w:rsidR="00732DB0">
          <w:rPr>
            <w:webHidden/>
          </w:rPr>
          <w:instrText xml:space="preserve"> PAGEREF _Toc497839212 \h </w:instrText>
        </w:r>
        <w:r w:rsidR="00732DB0">
          <w:rPr>
            <w:webHidden/>
          </w:rPr>
        </w:r>
        <w:r w:rsidR="00732DB0">
          <w:rPr>
            <w:webHidden/>
          </w:rPr>
          <w:fldChar w:fldCharType="separate"/>
        </w:r>
        <w:r w:rsidR="00732DB0">
          <w:rPr>
            <w:webHidden/>
          </w:rPr>
          <w:t>28</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13" w:history="1">
        <w:r w:rsidR="00732DB0" w:rsidRPr="005777C3">
          <w:rPr>
            <w:rStyle w:val="Hyperlink"/>
          </w:rPr>
          <w:t>Fixed Assets</w:t>
        </w:r>
        <w:r w:rsidR="00732DB0">
          <w:rPr>
            <w:webHidden/>
          </w:rPr>
          <w:tab/>
        </w:r>
        <w:r w:rsidR="00732DB0">
          <w:rPr>
            <w:webHidden/>
          </w:rPr>
          <w:fldChar w:fldCharType="begin"/>
        </w:r>
        <w:r w:rsidR="00732DB0">
          <w:rPr>
            <w:webHidden/>
          </w:rPr>
          <w:instrText xml:space="preserve"> PAGEREF _Toc497839213 \h </w:instrText>
        </w:r>
        <w:r w:rsidR="00732DB0">
          <w:rPr>
            <w:webHidden/>
          </w:rPr>
        </w:r>
        <w:r w:rsidR="00732DB0">
          <w:rPr>
            <w:webHidden/>
          </w:rPr>
          <w:fldChar w:fldCharType="separate"/>
        </w:r>
        <w:r w:rsidR="00732DB0">
          <w:rPr>
            <w:webHidden/>
          </w:rPr>
          <w:t>28</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14" w:history="1">
        <w:r w:rsidR="00732DB0" w:rsidRPr="005777C3">
          <w:rPr>
            <w:rStyle w:val="Hyperlink"/>
          </w:rPr>
          <w:t>Other</w:t>
        </w:r>
        <w:r w:rsidR="00732DB0">
          <w:rPr>
            <w:webHidden/>
          </w:rPr>
          <w:tab/>
        </w:r>
        <w:r w:rsidR="00732DB0">
          <w:rPr>
            <w:webHidden/>
          </w:rPr>
          <w:fldChar w:fldCharType="begin"/>
        </w:r>
        <w:r w:rsidR="00732DB0">
          <w:rPr>
            <w:webHidden/>
          </w:rPr>
          <w:instrText xml:space="preserve"> PAGEREF _Toc497839214 \h </w:instrText>
        </w:r>
        <w:r w:rsidR="00732DB0">
          <w:rPr>
            <w:webHidden/>
          </w:rPr>
        </w:r>
        <w:r w:rsidR="00732DB0">
          <w:rPr>
            <w:webHidden/>
          </w:rPr>
          <w:fldChar w:fldCharType="separate"/>
        </w:r>
        <w:r w:rsidR="00732DB0">
          <w:rPr>
            <w:webHidden/>
          </w:rPr>
          <w:t>29</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15" w:history="1">
        <w:r w:rsidR="00732DB0" w:rsidRPr="005777C3">
          <w:rPr>
            <w:rStyle w:val="Hyperlink"/>
          </w:rPr>
          <w:t>Staff</w:t>
        </w:r>
        <w:r w:rsidR="00732DB0">
          <w:rPr>
            <w:webHidden/>
          </w:rPr>
          <w:tab/>
        </w:r>
        <w:r w:rsidR="00732DB0">
          <w:rPr>
            <w:webHidden/>
          </w:rPr>
          <w:fldChar w:fldCharType="begin"/>
        </w:r>
        <w:r w:rsidR="00732DB0">
          <w:rPr>
            <w:webHidden/>
          </w:rPr>
          <w:instrText xml:space="preserve"> PAGEREF _Toc497839215 \h </w:instrText>
        </w:r>
        <w:r w:rsidR="00732DB0">
          <w:rPr>
            <w:webHidden/>
          </w:rPr>
        </w:r>
        <w:r w:rsidR="00732DB0">
          <w:rPr>
            <w:webHidden/>
          </w:rPr>
          <w:fldChar w:fldCharType="separate"/>
        </w:r>
        <w:r w:rsidR="00732DB0">
          <w:rPr>
            <w:webHidden/>
          </w:rPr>
          <w:t>29</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16" w:history="1">
        <w:r w:rsidR="00732DB0" w:rsidRPr="005777C3">
          <w:rPr>
            <w:rStyle w:val="Hyperlink"/>
          </w:rPr>
          <w:t>Product Map</w:t>
        </w:r>
        <w:r w:rsidR="00732DB0">
          <w:rPr>
            <w:webHidden/>
          </w:rPr>
          <w:tab/>
        </w:r>
        <w:r w:rsidR="00732DB0">
          <w:rPr>
            <w:webHidden/>
          </w:rPr>
          <w:fldChar w:fldCharType="begin"/>
        </w:r>
        <w:r w:rsidR="00732DB0">
          <w:rPr>
            <w:webHidden/>
          </w:rPr>
          <w:instrText xml:space="preserve"> PAGEREF _Toc497839216 \h </w:instrText>
        </w:r>
        <w:r w:rsidR="00732DB0">
          <w:rPr>
            <w:webHidden/>
          </w:rPr>
        </w:r>
        <w:r w:rsidR="00732DB0">
          <w:rPr>
            <w:webHidden/>
          </w:rPr>
          <w:fldChar w:fldCharType="separate"/>
        </w:r>
        <w:r w:rsidR="00732DB0">
          <w:rPr>
            <w:webHidden/>
          </w:rPr>
          <w:t>30</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17" w:history="1">
        <w:r w:rsidR="00732DB0" w:rsidRPr="005777C3">
          <w:rPr>
            <w:rStyle w:val="Hyperlink"/>
          </w:rPr>
          <w:t>Sales Budget</w:t>
        </w:r>
        <w:r w:rsidR="00732DB0">
          <w:rPr>
            <w:webHidden/>
          </w:rPr>
          <w:tab/>
        </w:r>
        <w:r w:rsidR="00732DB0">
          <w:rPr>
            <w:webHidden/>
          </w:rPr>
          <w:fldChar w:fldCharType="begin"/>
        </w:r>
        <w:r w:rsidR="00732DB0">
          <w:rPr>
            <w:webHidden/>
          </w:rPr>
          <w:instrText xml:space="preserve"> PAGEREF _Toc497839217 \h </w:instrText>
        </w:r>
        <w:r w:rsidR="00732DB0">
          <w:rPr>
            <w:webHidden/>
          </w:rPr>
        </w:r>
        <w:r w:rsidR="00732DB0">
          <w:rPr>
            <w:webHidden/>
          </w:rPr>
          <w:fldChar w:fldCharType="separate"/>
        </w:r>
        <w:r w:rsidR="00732DB0">
          <w:rPr>
            <w:webHidden/>
          </w:rPr>
          <w:t>30</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18" w:history="1">
        <w:r w:rsidR="00732DB0" w:rsidRPr="005777C3">
          <w:rPr>
            <w:rStyle w:val="Hyperlink"/>
          </w:rPr>
          <w:t>Charts</w:t>
        </w:r>
        <w:r w:rsidR="00732DB0">
          <w:rPr>
            <w:webHidden/>
          </w:rPr>
          <w:tab/>
        </w:r>
        <w:r w:rsidR="00732DB0">
          <w:rPr>
            <w:webHidden/>
          </w:rPr>
          <w:fldChar w:fldCharType="begin"/>
        </w:r>
        <w:r w:rsidR="00732DB0">
          <w:rPr>
            <w:webHidden/>
          </w:rPr>
          <w:instrText xml:space="preserve"> PAGEREF _Toc497839218 \h </w:instrText>
        </w:r>
        <w:r w:rsidR="00732DB0">
          <w:rPr>
            <w:webHidden/>
          </w:rPr>
        </w:r>
        <w:r w:rsidR="00732DB0">
          <w:rPr>
            <w:webHidden/>
          </w:rPr>
          <w:fldChar w:fldCharType="separate"/>
        </w:r>
        <w:r w:rsidR="00732DB0">
          <w:rPr>
            <w:webHidden/>
          </w:rPr>
          <w:t>31</w:t>
        </w:r>
        <w:r w:rsidR="00732DB0">
          <w:rPr>
            <w:webHidden/>
          </w:rPr>
          <w:fldChar w:fldCharType="end"/>
        </w:r>
      </w:hyperlink>
    </w:p>
    <w:p w:rsidR="00732DB0" w:rsidRDefault="00E73271">
      <w:pPr>
        <w:pStyle w:val="TOC1"/>
        <w:rPr>
          <w:rFonts w:asciiTheme="minorHAnsi" w:eastAsiaTheme="minorEastAsia" w:hAnsiTheme="minorHAnsi" w:cstheme="minorBidi"/>
          <w:b w:val="0"/>
          <w:noProof/>
          <w:sz w:val="22"/>
          <w:lang w:eastAsia="en-NZ"/>
        </w:rPr>
      </w:pPr>
      <w:hyperlink w:anchor="_Toc497839219" w:history="1">
        <w:r w:rsidR="00732DB0" w:rsidRPr="005777C3">
          <w:rPr>
            <w:rStyle w:val="Hyperlink"/>
            <w:noProof/>
          </w:rPr>
          <w:t>Admin Menu Settings</w:t>
        </w:r>
        <w:r w:rsidR="00732DB0">
          <w:rPr>
            <w:noProof/>
            <w:webHidden/>
          </w:rPr>
          <w:tab/>
        </w:r>
        <w:r w:rsidR="00732DB0">
          <w:rPr>
            <w:noProof/>
            <w:webHidden/>
          </w:rPr>
          <w:fldChar w:fldCharType="begin"/>
        </w:r>
        <w:r w:rsidR="00732DB0">
          <w:rPr>
            <w:noProof/>
            <w:webHidden/>
          </w:rPr>
          <w:instrText xml:space="preserve"> PAGEREF _Toc497839219 \h </w:instrText>
        </w:r>
        <w:r w:rsidR="00732DB0">
          <w:rPr>
            <w:noProof/>
            <w:webHidden/>
          </w:rPr>
        </w:r>
        <w:r w:rsidR="00732DB0">
          <w:rPr>
            <w:noProof/>
            <w:webHidden/>
          </w:rPr>
          <w:fldChar w:fldCharType="separate"/>
        </w:r>
        <w:r w:rsidR="00732DB0">
          <w:rPr>
            <w:noProof/>
            <w:webHidden/>
          </w:rPr>
          <w:t>33</w:t>
        </w:r>
        <w:r w:rsidR="00732DB0">
          <w:rPr>
            <w:noProof/>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0" w:history="1">
        <w:r w:rsidR="00732DB0" w:rsidRPr="005777C3">
          <w:rPr>
            <w:rStyle w:val="Hyperlink"/>
          </w:rPr>
          <w:t>Manage Email Defaults</w:t>
        </w:r>
        <w:r w:rsidR="00732DB0">
          <w:rPr>
            <w:webHidden/>
          </w:rPr>
          <w:tab/>
        </w:r>
        <w:r w:rsidR="00732DB0">
          <w:rPr>
            <w:webHidden/>
          </w:rPr>
          <w:fldChar w:fldCharType="begin"/>
        </w:r>
        <w:r w:rsidR="00732DB0">
          <w:rPr>
            <w:webHidden/>
          </w:rPr>
          <w:instrText xml:space="preserve"> PAGEREF _Toc497839220 \h </w:instrText>
        </w:r>
        <w:r w:rsidR="00732DB0">
          <w:rPr>
            <w:webHidden/>
          </w:rPr>
        </w:r>
        <w:r w:rsidR="00732DB0">
          <w:rPr>
            <w:webHidden/>
          </w:rPr>
          <w:fldChar w:fldCharType="separate"/>
        </w:r>
        <w:r w:rsidR="00732DB0">
          <w:rPr>
            <w:webHidden/>
          </w:rPr>
          <w:t>33</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1" w:history="1">
        <w:r w:rsidR="00732DB0" w:rsidRPr="005777C3">
          <w:rPr>
            <w:rStyle w:val="Hyperlink"/>
          </w:rPr>
          <w:t>Manage Custom Reports</w:t>
        </w:r>
        <w:r w:rsidR="00732DB0">
          <w:rPr>
            <w:webHidden/>
          </w:rPr>
          <w:tab/>
        </w:r>
        <w:r w:rsidR="00732DB0">
          <w:rPr>
            <w:webHidden/>
          </w:rPr>
          <w:fldChar w:fldCharType="begin"/>
        </w:r>
        <w:r w:rsidR="00732DB0">
          <w:rPr>
            <w:webHidden/>
          </w:rPr>
          <w:instrText xml:space="preserve"> PAGEREF _Toc497839221 \h </w:instrText>
        </w:r>
        <w:r w:rsidR="00732DB0">
          <w:rPr>
            <w:webHidden/>
          </w:rPr>
        </w:r>
        <w:r w:rsidR="00732DB0">
          <w:rPr>
            <w:webHidden/>
          </w:rPr>
          <w:fldChar w:fldCharType="separate"/>
        </w:r>
        <w:r w:rsidR="00732DB0">
          <w:rPr>
            <w:webHidden/>
          </w:rPr>
          <w:t>33</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2" w:history="1">
        <w:r w:rsidR="00732DB0" w:rsidRPr="005777C3">
          <w:rPr>
            <w:rStyle w:val="Hyperlink"/>
          </w:rPr>
          <w:t>Manage Custom Utilities</w:t>
        </w:r>
        <w:r w:rsidR="00732DB0">
          <w:rPr>
            <w:webHidden/>
          </w:rPr>
          <w:tab/>
        </w:r>
        <w:r w:rsidR="00732DB0">
          <w:rPr>
            <w:webHidden/>
          </w:rPr>
          <w:fldChar w:fldCharType="begin"/>
        </w:r>
        <w:r w:rsidR="00732DB0">
          <w:rPr>
            <w:webHidden/>
          </w:rPr>
          <w:instrText xml:space="preserve"> PAGEREF _Toc497839222 \h </w:instrText>
        </w:r>
        <w:r w:rsidR="00732DB0">
          <w:rPr>
            <w:webHidden/>
          </w:rPr>
        </w:r>
        <w:r w:rsidR="00732DB0">
          <w:rPr>
            <w:webHidden/>
          </w:rPr>
          <w:fldChar w:fldCharType="separate"/>
        </w:r>
        <w:r w:rsidR="00732DB0">
          <w:rPr>
            <w:webHidden/>
          </w:rPr>
          <w:t>34</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3" w:history="1">
        <w:r w:rsidR="00732DB0" w:rsidRPr="005777C3">
          <w:rPr>
            <w:rStyle w:val="Hyperlink"/>
          </w:rPr>
          <w:t>Manage Import Routines</w:t>
        </w:r>
        <w:r w:rsidR="00732DB0">
          <w:rPr>
            <w:webHidden/>
          </w:rPr>
          <w:tab/>
        </w:r>
        <w:r w:rsidR="00732DB0">
          <w:rPr>
            <w:webHidden/>
          </w:rPr>
          <w:fldChar w:fldCharType="begin"/>
        </w:r>
        <w:r w:rsidR="00732DB0">
          <w:rPr>
            <w:webHidden/>
          </w:rPr>
          <w:instrText xml:space="preserve"> PAGEREF _Toc497839223 \h </w:instrText>
        </w:r>
        <w:r w:rsidR="00732DB0">
          <w:rPr>
            <w:webHidden/>
          </w:rPr>
        </w:r>
        <w:r w:rsidR="00732DB0">
          <w:rPr>
            <w:webHidden/>
          </w:rPr>
          <w:fldChar w:fldCharType="separate"/>
        </w:r>
        <w:r w:rsidR="00732DB0">
          <w:rPr>
            <w:webHidden/>
          </w:rPr>
          <w:t>34</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4" w:history="1">
        <w:r w:rsidR="00732DB0" w:rsidRPr="005777C3">
          <w:rPr>
            <w:rStyle w:val="Hyperlink"/>
          </w:rPr>
          <w:t>Menu Groups</w:t>
        </w:r>
        <w:r w:rsidR="00732DB0">
          <w:rPr>
            <w:webHidden/>
          </w:rPr>
          <w:tab/>
        </w:r>
        <w:r w:rsidR="00732DB0">
          <w:rPr>
            <w:webHidden/>
          </w:rPr>
          <w:fldChar w:fldCharType="begin"/>
        </w:r>
        <w:r w:rsidR="00732DB0">
          <w:rPr>
            <w:webHidden/>
          </w:rPr>
          <w:instrText xml:space="preserve"> PAGEREF _Toc497839224 \h </w:instrText>
        </w:r>
        <w:r w:rsidR="00732DB0">
          <w:rPr>
            <w:webHidden/>
          </w:rPr>
        </w:r>
        <w:r w:rsidR="00732DB0">
          <w:rPr>
            <w:webHidden/>
          </w:rPr>
          <w:fldChar w:fldCharType="separate"/>
        </w:r>
        <w:r w:rsidR="00732DB0">
          <w:rPr>
            <w:webHidden/>
          </w:rPr>
          <w:t>34</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5" w:history="1">
        <w:r w:rsidR="00732DB0" w:rsidRPr="005777C3">
          <w:rPr>
            <w:rStyle w:val="Hyperlink"/>
          </w:rPr>
          <w:t>Cashbook and Financials Settings</w:t>
        </w:r>
        <w:r w:rsidR="00732DB0">
          <w:rPr>
            <w:webHidden/>
          </w:rPr>
          <w:tab/>
        </w:r>
        <w:r w:rsidR="00732DB0">
          <w:rPr>
            <w:webHidden/>
          </w:rPr>
          <w:fldChar w:fldCharType="begin"/>
        </w:r>
        <w:r w:rsidR="00732DB0">
          <w:rPr>
            <w:webHidden/>
          </w:rPr>
          <w:instrText xml:space="preserve"> PAGEREF _Toc497839225 \h </w:instrText>
        </w:r>
        <w:r w:rsidR="00732DB0">
          <w:rPr>
            <w:webHidden/>
          </w:rPr>
        </w:r>
        <w:r w:rsidR="00732DB0">
          <w:rPr>
            <w:webHidden/>
          </w:rPr>
          <w:fldChar w:fldCharType="separate"/>
        </w:r>
        <w:r w:rsidR="00732DB0">
          <w:rPr>
            <w:webHidden/>
          </w:rPr>
          <w:t>35</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6" w:history="1">
        <w:r w:rsidR="00732DB0" w:rsidRPr="005777C3">
          <w:rPr>
            <w:rStyle w:val="Hyperlink"/>
          </w:rPr>
          <w:t>Customer Settings</w:t>
        </w:r>
        <w:r w:rsidR="00732DB0">
          <w:rPr>
            <w:webHidden/>
          </w:rPr>
          <w:tab/>
        </w:r>
        <w:r w:rsidR="00732DB0">
          <w:rPr>
            <w:webHidden/>
          </w:rPr>
          <w:fldChar w:fldCharType="begin"/>
        </w:r>
        <w:r w:rsidR="00732DB0">
          <w:rPr>
            <w:webHidden/>
          </w:rPr>
          <w:instrText xml:space="preserve"> PAGEREF _Toc497839226 \h </w:instrText>
        </w:r>
        <w:r w:rsidR="00732DB0">
          <w:rPr>
            <w:webHidden/>
          </w:rPr>
        </w:r>
        <w:r w:rsidR="00732DB0">
          <w:rPr>
            <w:webHidden/>
          </w:rPr>
          <w:fldChar w:fldCharType="separate"/>
        </w:r>
        <w:r w:rsidR="00732DB0">
          <w:rPr>
            <w:webHidden/>
          </w:rPr>
          <w:t>35</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7" w:history="1">
        <w:r w:rsidR="00732DB0" w:rsidRPr="005777C3">
          <w:rPr>
            <w:rStyle w:val="Hyperlink"/>
          </w:rPr>
          <w:t>Supplier Settings</w:t>
        </w:r>
        <w:r w:rsidR="00732DB0">
          <w:rPr>
            <w:webHidden/>
          </w:rPr>
          <w:tab/>
        </w:r>
        <w:r w:rsidR="00732DB0">
          <w:rPr>
            <w:webHidden/>
          </w:rPr>
          <w:fldChar w:fldCharType="begin"/>
        </w:r>
        <w:r w:rsidR="00732DB0">
          <w:rPr>
            <w:webHidden/>
          </w:rPr>
          <w:instrText xml:space="preserve"> PAGEREF _Toc497839227 \h </w:instrText>
        </w:r>
        <w:r w:rsidR="00732DB0">
          <w:rPr>
            <w:webHidden/>
          </w:rPr>
        </w:r>
        <w:r w:rsidR="00732DB0">
          <w:rPr>
            <w:webHidden/>
          </w:rPr>
          <w:fldChar w:fldCharType="separate"/>
        </w:r>
        <w:r w:rsidR="00732DB0">
          <w:rPr>
            <w:webHidden/>
          </w:rPr>
          <w:t>35</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8" w:history="1">
        <w:r w:rsidR="00732DB0" w:rsidRPr="005777C3">
          <w:rPr>
            <w:rStyle w:val="Hyperlink"/>
          </w:rPr>
          <w:t>Products Settings</w:t>
        </w:r>
        <w:r w:rsidR="00732DB0">
          <w:rPr>
            <w:webHidden/>
          </w:rPr>
          <w:tab/>
        </w:r>
        <w:r w:rsidR="00732DB0">
          <w:rPr>
            <w:webHidden/>
          </w:rPr>
          <w:fldChar w:fldCharType="begin"/>
        </w:r>
        <w:r w:rsidR="00732DB0">
          <w:rPr>
            <w:webHidden/>
          </w:rPr>
          <w:instrText xml:space="preserve"> PAGEREF _Toc497839228 \h </w:instrText>
        </w:r>
        <w:r w:rsidR="00732DB0">
          <w:rPr>
            <w:webHidden/>
          </w:rPr>
        </w:r>
        <w:r w:rsidR="00732DB0">
          <w:rPr>
            <w:webHidden/>
          </w:rPr>
          <w:fldChar w:fldCharType="separate"/>
        </w:r>
        <w:r w:rsidR="00732DB0">
          <w:rPr>
            <w:webHidden/>
          </w:rPr>
          <w:t>36</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29" w:history="1">
        <w:r w:rsidR="00732DB0" w:rsidRPr="005777C3">
          <w:rPr>
            <w:rStyle w:val="Hyperlink"/>
          </w:rPr>
          <w:t>Staff Settings</w:t>
        </w:r>
        <w:r w:rsidR="00732DB0">
          <w:rPr>
            <w:webHidden/>
          </w:rPr>
          <w:tab/>
        </w:r>
        <w:r w:rsidR="00732DB0">
          <w:rPr>
            <w:webHidden/>
          </w:rPr>
          <w:fldChar w:fldCharType="begin"/>
        </w:r>
        <w:r w:rsidR="00732DB0">
          <w:rPr>
            <w:webHidden/>
          </w:rPr>
          <w:instrText xml:space="preserve"> PAGEREF _Toc497839229 \h </w:instrText>
        </w:r>
        <w:r w:rsidR="00732DB0">
          <w:rPr>
            <w:webHidden/>
          </w:rPr>
        </w:r>
        <w:r w:rsidR="00732DB0">
          <w:rPr>
            <w:webHidden/>
          </w:rPr>
          <w:fldChar w:fldCharType="separate"/>
        </w:r>
        <w:r w:rsidR="00732DB0">
          <w:rPr>
            <w:webHidden/>
          </w:rPr>
          <w:t>36</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30" w:history="1">
        <w:r w:rsidR="00732DB0" w:rsidRPr="005777C3">
          <w:rPr>
            <w:rStyle w:val="Hyperlink"/>
          </w:rPr>
          <w:t>Backup</w:t>
        </w:r>
        <w:r w:rsidR="00732DB0">
          <w:rPr>
            <w:webHidden/>
          </w:rPr>
          <w:tab/>
        </w:r>
        <w:r w:rsidR="00732DB0">
          <w:rPr>
            <w:webHidden/>
          </w:rPr>
          <w:fldChar w:fldCharType="begin"/>
        </w:r>
        <w:r w:rsidR="00732DB0">
          <w:rPr>
            <w:webHidden/>
          </w:rPr>
          <w:instrText xml:space="preserve"> PAGEREF _Toc497839230 \h </w:instrText>
        </w:r>
        <w:r w:rsidR="00732DB0">
          <w:rPr>
            <w:webHidden/>
          </w:rPr>
        </w:r>
        <w:r w:rsidR="00732DB0">
          <w:rPr>
            <w:webHidden/>
          </w:rPr>
          <w:fldChar w:fldCharType="separate"/>
        </w:r>
        <w:r w:rsidR="00732DB0">
          <w:rPr>
            <w:webHidden/>
          </w:rPr>
          <w:t>36</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31" w:history="1">
        <w:r w:rsidR="00732DB0" w:rsidRPr="005777C3">
          <w:rPr>
            <w:rStyle w:val="Hyperlink"/>
          </w:rPr>
          <w:t>Staff Listing / Sign off for Infusion Software Training</w:t>
        </w:r>
        <w:r w:rsidR="00732DB0">
          <w:rPr>
            <w:webHidden/>
          </w:rPr>
          <w:tab/>
        </w:r>
        <w:r w:rsidR="00732DB0">
          <w:rPr>
            <w:webHidden/>
          </w:rPr>
          <w:fldChar w:fldCharType="begin"/>
        </w:r>
        <w:r w:rsidR="00732DB0">
          <w:rPr>
            <w:webHidden/>
          </w:rPr>
          <w:instrText xml:space="preserve"> PAGEREF _Toc497839231 \h </w:instrText>
        </w:r>
        <w:r w:rsidR="00732DB0">
          <w:rPr>
            <w:webHidden/>
          </w:rPr>
        </w:r>
        <w:r w:rsidR="00732DB0">
          <w:rPr>
            <w:webHidden/>
          </w:rPr>
          <w:fldChar w:fldCharType="separate"/>
        </w:r>
        <w:r w:rsidR="00732DB0">
          <w:rPr>
            <w:webHidden/>
          </w:rPr>
          <w:t>37</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32" w:history="1">
        <w:r w:rsidR="00732DB0" w:rsidRPr="005777C3">
          <w:rPr>
            <w:rStyle w:val="Hyperlink"/>
          </w:rPr>
          <w:t>Signoff Software Installation and Data Conversion</w:t>
        </w:r>
        <w:r w:rsidR="00732DB0">
          <w:rPr>
            <w:webHidden/>
          </w:rPr>
          <w:tab/>
        </w:r>
        <w:r w:rsidR="00732DB0">
          <w:rPr>
            <w:webHidden/>
          </w:rPr>
          <w:fldChar w:fldCharType="begin"/>
        </w:r>
        <w:r w:rsidR="00732DB0">
          <w:rPr>
            <w:webHidden/>
          </w:rPr>
          <w:instrText xml:space="preserve"> PAGEREF _Toc497839232 \h </w:instrText>
        </w:r>
        <w:r w:rsidR="00732DB0">
          <w:rPr>
            <w:webHidden/>
          </w:rPr>
        </w:r>
        <w:r w:rsidR="00732DB0">
          <w:rPr>
            <w:webHidden/>
          </w:rPr>
          <w:fldChar w:fldCharType="separate"/>
        </w:r>
        <w:r w:rsidR="00732DB0">
          <w:rPr>
            <w:webHidden/>
          </w:rPr>
          <w:t>38</w:t>
        </w:r>
        <w:r w:rsidR="00732DB0">
          <w:rPr>
            <w:webHidden/>
          </w:rPr>
          <w:fldChar w:fldCharType="end"/>
        </w:r>
      </w:hyperlink>
    </w:p>
    <w:p w:rsidR="00732DB0" w:rsidRDefault="00E73271">
      <w:pPr>
        <w:pStyle w:val="TOC2"/>
        <w:rPr>
          <w:rFonts w:asciiTheme="minorHAnsi" w:eastAsiaTheme="minorEastAsia" w:hAnsiTheme="minorHAnsi" w:cstheme="minorBidi"/>
          <w:sz w:val="22"/>
          <w:lang w:eastAsia="en-NZ"/>
        </w:rPr>
      </w:pPr>
      <w:hyperlink w:anchor="_Toc497839233" w:history="1">
        <w:r w:rsidR="00732DB0" w:rsidRPr="005777C3">
          <w:rPr>
            <w:rStyle w:val="Hyperlink"/>
          </w:rPr>
          <w:t>Outstanding Issues</w:t>
        </w:r>
        <w:r w:rsidR="00732DB0">
          <w:rPr>
            <w:webHidden/>
          </w:rPr>
          <w:tab/>
        </w:r>
        <w:r w:rsidR="00732DB0">
          <w:rPr>
            <w:webHidden/>
          </w:rPr>
          <w:fldChar w:fldCharType="begin"/>
        </w:r>
        <w:r w:rsidR="00732DB0">
          <w:rPr>
            <w:webHidden/>
          </w:rPr>
          <w:instrText xml:space="preserve"> PAGEREF _Toc497839233 \h </w:instrText>
        </w:r>
        <w:r w:rsidR="00732DB0">
          <w:rPr>
            <w:webHidden/>
          </w:rPr>
        </w:r>
        <w:r w:rsidR="00732DB0">
          <w:rPr>
            <w:webHidden/>
          </w:rPr>
          <w:fldChar w:fldCharType="separate"/>
        </w:r>
        <w:r w:rsidR="00732DB0">
          <w:rPr>
            <w:webHidden/>
          </w:rPr>
          <w:t>38</w:t>
        </w:r>
        <w:r w:rsidR="00732DB0">
          <w:rPr>
            <w:webHidden/>
          </w:rPr>
          <w:fldChar w:fldCharType="end"/>
        </w:r>
      </w:hyperlink>
    </w:p>
    <w:p w:rsidR="009E324D" w:rsidRDefault="00640DF5" w:rsidP="009E324D">
      <w:r>
        <w:fldChar w:fldCharType="end"/>
      </w:r>
    </w:p>
    <w:p w:rsidR="00147079" w:rsidRPr="00F52F6E" w:rsidRDefault="00147079" w:rsidP="004D19DE">
      <w:pPr>
        <w:pStyle w:val="ListParagraph"/>
        <w:numPr>
          <w:ilvl w:val="0"/>
          <w:numId w:val="27"/>
        </w:numPr>
        <w:jc w:val="center"/>
        <w:rPr>
          <w:b/>
          <w:sz w:val="32"/>
          <w:szCs w:val="32"/>
          <w:u w:val="single"/>
        </w:rPr>
        <w:sectPr w:rsidR="00147079" w:rsidRPr="00F52F6E" w:rsidSect="00397876">
          <w:headerReference w:type="even" r:id="rId11"/>
          <w:headerReference w:type="default" r:id="rId12"/>
          <w:footerReference w:type="even" r:id="rId13"/>
          <w:footerReference w:type="default" r:id="rId14"/>
          <w:headerReference w:type="first" r:id="rId15"/>
          <w:type w:val="oddPage"/>
          <w:pgSz w:w="11906" w:h="16838" w:code="9"/>
          <w:pgMar w:top="1418" w:right="851" w:bottom="1418" w:left="1418" w:header="720" w:footer="652" w:gutter="0"/>
          <w:pgNumType w:start="0"/>
          <w:cols w:space="1134"/>
          <w:titlePg/>
          <w:docGrid w:linePitch="360"/>
        </w:sectPr>
      </w:pPr>
    </w:p>
    <w:p w:rsidR="004C4678" w:rsidRDefault="00480D44" w:rsidP="00854265">
      <w:pPr>
        <w:pStyle w:val="Heading1"/>
      </w:pPr>
      <w:bookmarkStart w:id="1" w:name="_Toc497839186"/>
      <w:r>
        <w:lastRenderedPageBreak/>
        <w:t>Software Setup</w:t>
      </w:r>
      <w:bookmarkEnd w:id="1"/>
    </w:p>
    <w:tbl>
      <w:tblPr>
        <w:tblW w:w="0" w:type="auto"/>
        <w:tblInd w:w="-459" w:type="dxa"/>
        <w:tblBorders>
          <w:insideV w:val="dotted" w:sz="4" w:space="0" w:color="2E4D64"/>
        </w:tblBorders>
        <w:tblLook w:val="0000" w:firstRow="0" w:lastRow="0" w:firstColumn="0" w:lastColumn="0" w:noHBand="0" w:noVBand="0"/>
      </w:tblPr>
      <w:tblGrid>
        <w:gridCol w:w="10312"/>
      </w:tblGrid>
      <w:tr w:rsidR="007F0857" w:rsidRPr="00F223FC" w:rsidTr="00D76FAF">
        <w:tc>
          <w:tcPr>
            <w:tcW w:w="0" w:type="auto"/>
            <w:shd w:val="clear" w:color="auto" w:fill="auto"/>
          </w:tcPr>
          <w:p w:rsidR="00EE24F6" w:rsidRPr="008A40B8" w:rsidRDefault="00EE24F6" w:rsidP="008A40B8">
            <w:pPr>
              <w:pStyle w:val="Heading4"/>
            </w:pPr>
            <w:r w:rsidRPr="008A40B8">
              <w:t>Financials Initial Setup</w:t>
            </w:r>
          </w:p>
          <w:p w:rsidR="007F0857" w:rsidRPr="00F223FC" w:rsidRDefault="00480D44" w:rsidP="009819BA">
            <w:pPr>
              <w:pStyle w:val="Heading3"/>
              <w:ind w:left="0"/>
            </w:pPr>
            <w:r>
              <w:t>Initial Setup screen</w:t>
            </w:r>
          </w:p>
          <w:p w:rsidR="00A50297" w:rsidRDefault="00480D44" w:rsidP="002916B2">
            <w:pPr>
              <w:pStyle w:val="AStyle1"/>
              <w:numPr>
                <w:ilvl w:val="0"/>
                <w:numId w:val="5"/>
              </w:numPr>
            </w:pPr>
            <w:r w:rsidRPr="00480D44">
              <w:t xml:space="preserve">From the newly created desktop icon </w:t>
            </w:r>
            <w:r w:rsidR="004B6B20">
              <w:rPr>
                <w:noProof/>
                <w:lang w:eastAsia="en-NZ"/>
              </w:rPr>
              <w:drawing>
                <wp:inline distT="0" distB="0" distL="0" distR="0" wp14:anchorId="35278E8B" wp14:editId="49944682">
                  <wp:extent cx="161925" cy="142875"/>
                  <wp:effectExtent l="19050" t="0" r="9525" b="0"/>
                  <wp:docPr id="196" name="Picture 9" descr="power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wer small"/>
                          <pic:cNvPicPr>
                            <a:picLocks noChangeAspect="1" noChangeArrowheads="1"/>
                          </pic:cNvPicPr>
                        </pic:nvPicPr>
                        <pic:blipFill>
                          <a:blip r:embed="rId16" cstate="print"/>
                          <a:srcRect/>
                          <a:stretch>
                            <a:fillRect/>
                          </a:stretch>
                        </pic:blipFill>
                        <pic:spPr bwMode="auto">
                          <a:xfrm>
                            <a:off x="0" y="0"/>
                            <a:ext cx="161925" cy="142875"/>
                          </a:xfrm>
                          <a:prstGeom prst="rect">
                            <a:avLst/>
                          </a:prstGeom>
                          <a:noFill/>
                          <a:ln w="9525">
                            <a:noFill/>
                            <a:miter lim="800000"/>
                            <a:headEnd/>
                            <a:tailEnd/>
                          </a:ln>
                        </pic:spPr>
                      </pic:pic>
                    </a:graphicData>
                  </a:graphic>
                </wp:inline>
              </w:drawing>
            </w:r>
            <w:r w:rsidRPr="00480D44">
              <w:t xml:space="preserve"> open Infusion.</w:t>
            </w:r>
          </w:p>
          <w:p w:rsidR="007F0857" w:rsidRDefault="00480D44" w:rsidP="002916B2">
            <w:pPr>
              <w:pStyle w:val="AStyle1"/>
              <w:numPr>
                <w:ilvl w:val="0"/>
                <w:numId w:val="5"/>
              </w:numPr>
            </w:pPr>
            <w:r w:rsidRPr="00480D44">
              <w:t xml:space="preserve">An </w:t>
            </w:r>
            <w:r w:rsidR="00846BB1">
              <w:t>i</w:t>
            </w:r>
            <w:r w:rsidRPr="00480D44">
              <w:t>nitial Financials Setup</w:t>
            </w:r>
            <w:r w:rsidR="00A50297">
              <w:t xml:space="preserve"> screen </w:t>
            </w:r>
            <w:r w:rsidRPr="00480D44">
              <w:t>is required</w:t>
            </w:r>
            <w:r w:rsidR="00A50297">
              <w:t xml:space="preserve"> to be completed before proceeding</w:t>
            </w:r>
            <w:r w:rsidR="002462DD" w:rsidRPr="00480D44">
              <w:t>.</w:t>
            </w:r>
          </w:p>
          <w:p w:rsidR="00480D44" w:rsidRDefault="00B4320D" w:rsidP="00480D44">
            <w:pPr>
              <w:pStyle w:val="AStyle1"/>
              <w:jc w:val="center"/>
            </w:pPr>
            <w:r>
              <w:rPr>
                <w:noProof/>
                <w:lang w:eastAsia="en-NZ"/>
              </w:rPr>
              <w:drawing>
                <wp:inline distT="0" distB="0" distL="0" distR="0" wp14:anchorId="5861C52A" wp14:editId="39D5B13A">
                  <wp:extent cx="4302125" cy="2832301"/>
                  <wp:effectExtent l="152400" t="152400" r="365125" b="3683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308387" cy="2836423"/>
                          </a:xfrm>
                          <a:prstGeom prst="rect">
                            <a:avLst/>
                          </a:prstGeom>
                          <a:ln>
                            <a:noFill/>
                          </a:ln>
                          <a:effectLst>
                            <a:outerShdw blurRad="292100" dist="139700" dir="2700000" algn="tl" rotWithShape="0">
                              <a:srgbClr val="333333">
                                <a:alpha val="65000"/>
                              </a:srgbClr>
                            </a:outerShdw>
                          </a:effectLst>
                        </pic:spPr>
                      </pic:pic>
                    </a:graphicData>
                  </a:graphic>
                </wp:inline>
              </w:drawing>
            </w:r>
          </w:p>
          <w:p w:rsidR="0089135B" w:rsidRDefault="0089135B" w:rsidP="00B4320D">
            <w:pPr>
              <w:pStyle w:val="AStyle1"/>
            </w:pPr>
          </w:p>
          <w:p w:rsidR="00480D44" w:rsidRPr="00A50297" w:rsidRDefault="00480D44" w:rsidP="004D19DE">
            <w:pPr>
              <w:pStyle w:val="AStyle1"/>
              <w:numPr>
                <w:ilvl w:val="0"/>
                <w:numId w:val="16"/>
              </w:numPr>
            </w:pPr>
            <w:r w:rsidRPr="00A50297">
              <w:t>The Date of Conversion is the date at which Opening Balances from another system are entered or the date after which data will be entered into t</w:t>
            </w:r>
            <w:r w:rsidR="00B4320D">
              <w:t xml:space="preserve">he software. </w:t>
            </w:r>
            <w:proofErr w:type="spellStart"/>
            <w:r w:rsidR="00B4320D">
              <w:t>eg</w:t>
            </w:r>
            <w:proofErr w:type="spellEnd"/>
            <w:r w:rsidR="00B4320D">
              <w:t xml:space="preserve"> enter 31/03/2016</w:t>
            </w:r>
            <w:r w:rsidRPr="00A50297">
              <w:t xml:space="preserve"> to begin enteri</w:t>
            </w:r>
            <w:r w:rsidR="00B4320D">
              <w:t>ng transactions dated 01/04/2016</w:t>
            </w:r>
            <w:r w:rsidRPr="00A50297">
              <w:t xml:space="preserve"> and after.</w:t>
            </w:r>
          </w:p>
          <w:p w:rsidR="002462DD" w:rsidRPr="00F223FC" w:rsidRDefault="00480D44" w:rsidP="00B4320D">
            <w:pPr>
              <w:pStyle w:val="AStyle1"/>
              <w:numPr>
                <w:ilvl w:val="0"/>
                <w:numId w:val="16"/>
              </w:numPr>
            </w:pPr>
            <w:r w:rsidRPr="00A50297">
              <w:t>Select the Financial Year the software should currently be in. It may be that the conversion date is during the prior financial year to allow history to be entered. Remember that the financial year is the calenda</w:t>
            </w:r>
            <w:r w:rsidR="00B4320D">
              <w:t xml:space="preserve">r year that it STARTS in </w:t>
            </w:r>
            <w:proofErr w:type="spellStart"/>
            <w:r w:rsidR="00B4320D">
              <w:t>ie</w:t>
            </w:r>
            <w:proofErr w:type="spellEnd"/>
            <w:r w:rsidR="00B4320D">
              <w:t xml:space="preserve"> 2016 for 01/04/2016 to 31/03/2017</w:t>
            </w:r>
            <w:r w:rsidRPr="00A50297">
              <w:t xml:space="preserve"> financial year.</w:t>
            </w:r>
          </w:p>
        </w:tc>
      </w:tr>
      <w:tr w:rsidR="007F0857" w:rsidRPr="00F223FC" w:rsidTr="00D76FAF">
        <w:trPr>
          <w:trHeight w:val="3465"/>
        </w:trPr>
        <w:tc>
          <w:tcPr>
            <w:tcW w:w="0" w:type="auto"/>
            <w:shd w:val="clear" w:color="auto" w:fill="auto"/>
          </w:tcPr>
          <w:p w:rsidR="00127FED" w:rsidRPr="00F223FC" w:rsidRDefault="00127FED" w:rsidP="00127FED">
            <w:pPr>
              <w:pStyle w:val="Heading3"/>
              <w:ind w:left="0"/>
            </w:pPr>
            <w:r>
              <w:t>Purge Data</w:t>
            </w:r>
          </w:p>
          <w:p w:rsidR="00127FED" w:rsidRPr="00A46D40" w:rsidRDefault="00127FED" w:rsidP="002916B2">
            <w:pPr>
              <w:pStyle w:val="AStyle1"/>
              <w:numPr>
                <w:ilvl w:val="0"/>
                <w:numId w:val="6"/>
              </w:numPr>
            </w:pPr>
            <w:r w:rsidRPr="00A46D40">
              <w:t>If the system has been used for a trial or demonstration, it may be necessary to Purge Data to ensure there is no data in the system before you begin.</w:t>
            </w:r>
          </w:p>
          <w:p w:rsidR="00127FED" w:rsidRPr="00A46D40" w:rsidRDefault="00127FED" w:rsidP="002916B2">
            <w:pPr>
              <w:pStyle w:val="AStyle1"/>
              <w:numPr>
                <w:ilvl w:val="0"/>
                <w:numId w:val="6"/>
              </w:numPr>
            </w:pPr>
            <w:r>
              <w:t>To do this</w:t>
            </w:r>
            <w:r w:rsidR="00A50297">
              <w:t>:</w:t>
            </w:r>
            <w:r>
              <w:t xml:space="preserve"> </w:t>
            </w:r>
            <w:r w:rsidR="00A50297">
              <w:t>S</w:t>
            </w:r>
            <w:r w:rsidRPr="00A46D40">
              <w:t xml:space="preserve">elect the option Purge Data from </w:t>
            </w:r>
            <w:r>
              <w:t xml:space="preserve">the </w:t>
            </w:r>
            <w:r w:rsidRPr="00A46D40">
              <w:t xml:space="preserve">Admin </w:t>
            </w:r>
            <w:r w:rsidR="002F6101">
              <w:t>\</w:t>
            </w:r>
            <w:r w:rsidRPr="00A46D40">
              <w:t xml:space="preserve"> Other</w:t>
            </w:r>
            <w:r>
              <w:t xml:space="preserve"> </w:t>
            </w:r>
            <w:r w:rsidR="00A50297">
              <w:t>M</w:t>
            </w:r>
            <w:r>
              <w:t>enu</w:t>
            </w:r>
            <w:r w:rsidR="00A50297">
              <w:t>.</w:t>
            </w:r>
          </w:p>
          <w:p w:rsidR="00127FED" w:rsidRPr="00A46D40" w:rsidRDefault="00127FED" w:rsidP="002916B2">
            <w:pPr>
              <w:pStyle w:val="AStyle1"/>
              <w:numPr>
                <w:ilvl w:val="0"/>
                <w:numId w:val="6"/>
              </w:numPr>
            </w:pPr>
            <w:r w:rsidRPr="00A46D40">
              <w:t>Tick all options except</w:t>
            </w:r>
            <w:r>
              <w:t>:</w:t>
            </w:r>
          </w:p>
          <w:p w:rsidR="00127FED" w:rsidRDefault="00127FED" w:rsidP="004D19DE">
            <w:pPr>
              <w:pStyle w:val="AStyle1"/>
              <w:numPr>
                <w:ilvl w:val="0"/>
                <w:numId w:val="25"/>
              </w:numPr>
            </w:pPr>
            <w:r w:rsidRPr="00A46D40">
              <w:t>Financials Including Chart of Account</w:t>
            </w:r>
            <w:r>
              <w:t>.</w:t>
            </w:r>
          </w:p>
          <w:p w:rsidR="00127FED" w:rsidRPr="00A46D40" w:rsidRDefault="00127FED" w:rsidP="004D19DE">
            <w:pPr>
              <w:pStyle w:val="AStyle1"/>
              <w:numPr>
                <w:ilvl w:val="0"/>
                <w:numId w:val="25"/>
              </w:numPr>
            </w:pPr>
            <w:r w:rsidRPr="00A46D40">
              <w:t>System Settings</w:t>
            </w:r>
            <w:r>
              <w:t>.</w:t>
            </w:r>
          </w:p>
          <w:p w:rsidR="00127FED" w:rsidRDefault="00127FED" w:rsidP="004D19DE">
            <w:pPr>
              <w:pStyle w:val="AStyle1"/>
              <w:numPr>
                <w:ilvl w:val="0"/>
                <w:numId w:val="7"/>
              </w:numPr>
            </w:pPr>
            <w:r w:rsidRPr="00A46D40">
              <w:t xml:space="preserve">If you wish to setup a </w:t>
            </w:r>
            <w:r w:rsidR="00A50297">
              <w:t>C</w:t>
            </w:r>
            <w:r w:rsidRPr="00A46D40">
              <w:t xml:space="preserve">hart of </w:t>
            </w:r>
            <w:r w:rsidR="00A50297">
              <w:t>A</w:t>
            </w:r>
            <w:r w:rsidRPr="00A46D40">
              <w:t>ccounts from scratch</w:t>
            </w:r>
            <w:r w:rsidR="00A50297">
              <w:t>. T</w:t>
            </w:r>
            <w:r w:rsidRPr="00A46D40">
              <w:t>ick the</w:t>
            </w:r>
            <w:r>
              <w:t xml:space="preserve"> </w:t>
            </w:r>
            <w:r w:rsidRPr="00A46D40">
              <w:t>Financials Including Chart of Account option</w:t>
            </w:r>
            <w:r>
              <w:t>.</w:t>
            </w:r>
          </w:p>
          <w:p w:rsidR="007F0857" w:rsidRPr="00F223FC" w:rsidRDefault="00127FED" w:rsidP="004D19DE">
            <w:pPr>
              <w:pStyle w:val="AStyle1"/>
              <w:numPr>
                <w:ilvl w:val="0"/>
                <w:numId w:val="7"/>
              </w:numPr>
            </w:pPr>
            <w:r w:rsidRPr="00A46D40">
              <w:t>Click Purge Data. Once the data has been purged the software will exit</w:t>
            </w:r>
            <w:r>
              <w:t>. R</w:t>
            </w:r>
            <w:r w:rsidRPr="00A46D40">
              <w:t>eopen Infusion</w:t>
            </w:r>
            <w:r>
              <w:t>.</w:t>
            </w:r>
          </w:p>
        </w:tc>
      </w:tr>
    </w:tbl>
    <w:p w:rsidR="002905C2" w:rsidRDefault="002905C2" w:rsidP="00854265">
      <w:pPr>
        <w:pStyle w:val="Heading1"/>
      </w:pPr>
      <w:bookmarkStart w:id="2" w:name="_Toc497839187"/>
      <w:r>
        <w:lastRenderedPageBreak/>
        <w:t>Licensing Infusion</w:t>
      </w:r>
      <w:r w:rsidR="00C76F49">
        <w:t xml:space="preserve"> Business</w:t>
      </w:r>
      <w:r>
        <w:t xml:space="preserve"> Software</w:t>
      </w:r>
      <w:bookmarkEnd w:id="2"/>
    </w:p>
    <w:tbl>
      <w:tblPr>
        <w:tblW w:w="10206" w:type="dxa"/>
        <w:tblInd w:w="-459" w:type="dxa"/>
        <w:tblBorders>
          <w:insideH w:val="dotted" w:sz="4" w:space="0" w:color="2E4D64"/>
          <w:insideV w:val="dotted" w:sz="4" w:space="0" w:color="2E4D64"/>
        </w:tblBorders>
        <w:tblLayout w:type="fixed"/>
        <w:tblLook w:val="0000" w:firstRow="0" w:lastRow="0" w:firstColumn="0" w:lastColumn="0" w:noHBand="0" w:noVBand="0"/>
      </w:tblPr>
      <w:tblGrid>
        <w:gridCol w:w="10206"/>
      </w:tblGrid>
      <w:tr w:rsidR="008E1E2B" w:rsidRPr="00F223FC" w:rsidTr="00D76FAF">
        <w:trPr>
          <w:trHeight w:val="10723"/>
        </w:trPr>
        <w:tc>
          <w:tcPr>
            <w:tcW w:w="10206" w:type="dxa"/>
            <w:shd w:val="clear" w:color="auto" w:fill="auto"/>
          </w:tcPr>
          <w:p w:rsidR="008E1E2B" w:rsidRPr="00F223FC" w:rsidRDefault="008E1E2B" w:rsidP="00887FC2">
            <w:pPr>
              <w:pStyle w:val="Heading3"/>
              <w:numPr>
                <w:ilvl w:val="0"/>
                <w:numId w:val="36"/>
              </w:numPr>
            </w:pPr>
            <w:r>
              <w:t>Registration</w:t>
            </w:r>
          </w:p>
          <w:p w:rsidR="008E1E2B" w:rsidRPr="00541E56" w:rsidRDefault="008E1E2B" w:rsidP="00887FC2">
            <w:pPr>
              <w:pStyle w:val="AStyle1"/>
              <w:numPr>
                <w:ilvl w:val="0"/>
                <w:numId w:val="36"/>
              </w:numPr>
              <w:jc w:val="left"/>
              <w:rPr>
                <w:b/>
              </w:rPr>
            </w:pPr>
            <w:r w:rsidRPr="00047492">
              <w:t xml:space="preserve">To be able to use the software </w:t>
            </w:r>
            <w:r>
              <w:t>on an ongoing basis</w:t>
            </w:r>
            <w:r w:rsidRPr="00047492">
              <w:t xml:space="preserve"> it will need to be registered. To do this, open Infusion</w:t>
            </w:r>
            <w:r>
              <w:t xml:space="preserve"> and</w:t>
            </w:r>
            <w:r w:rsidRPr="00047492">
              <w:t xml:space="preserve"> go to </w:t>
            </w:r>
            <w:r w:rsidRPr="00541E56">
              <w:rPr>
                <w:b/>
              </w:rPr>
              <w:t>Admin / Other / Enter License Information.</w:t>
            </w:r>
          </w:p>
          <w:p w:rsidR="008E1E2B" w:rsidRDefault="008E1E2B" w:rsidP="00887FC2">
            <w:pPr>
              <w:pStyle w:val="AStyle1"/>
              <w:numPr>
                <w:ilvl w:val="0"/>
                <w:numId w:val="36"/>
              </w:numPr>
              <w:jc w:val="left"/>
            </w:pPr>
            <w:r w:rsidRPr="00553B2B">
              <w:t>The Terms and Conditions must be agreed to proceed any further. If you want to use Infusion software you must agree to the license agreement.</w:t>
            </w:r>
          </w:p>
          <w:p w:rsidR="008E1E2B" w:rsidRDefault="008E1E2B" w:rsidP="00887FC2">
            <w:pPr>
              <w:pStyle w:val="AStyle1"/>
              <w:numPr>
                <w:ilvl w:val="0"/>
                <w:numId w:val="36"/>
              </w:numPr>
              <w:jc w:val="left"/>
            </w:pPr>
            <w:r w:rsidRPr="00553B2B">
              <w:t xml:space="preserve">To License the software, type in company details in the spaces provided then print a License form. </w:t>
            </w:r>
            <w:r w:rsidR="00541E56">
              <w:t>email</w:t>
            </w:r>
            <w:r w:rsidRPr="00553B2B">
              <w:t xml:space="preserve"> </w:t>
            </w:r>
            <w:r w:rsidR="00541E56">
              <w:t xml:space="preserve">or fax </w:t>
            </w:r>
            <w:r w:rsidRPr="00553B2B">
              <w:t xml:space="preserve">this to Infusion </w:t>
            </w:r>
            <w:r w:rsidR="00541E56">
              <w:t xml:space="preserve">Business </w:t>
            </w:r>
            <w:r w:rsidRPr="00553B2B">
              <w:t xml:space="preserve">Software Limited on 03 962 </w:t>
            </w:r>
            <w:r w:rsidR="00B4320D">
              <w:t>7022 or email to</w:t>
            </w:r>
            <w:r w:rsidR="00541E56">
              <w:t xml:space="preserve"> </w:t>
            </w:r>
            <w:r w:rsidR="00B4320D">
              <w:t xml:space="preserve"> </w:t>
            </w:r>
            <w:hyperlink r:id="rId18" w:history="1">
              <w:r w:rsidR="00B4320D" w:rsidRPr="00686D94">
                <w:rPr>
                  <w:rStyle w:val="Hyperlink"/>
                </w:rPr>
                <w:t>registrations@infusionsoftware.co.nz</w:t>
              </w:r>
            </w:hyperlink>
          </w:p>
          <w:p w:rsidR="008E1E2B" w:rsidRDefault="008E1E2B" w:rsidP="002F6101">
            <w:pPr>
              <w:pStyle w:val="AStyle1"/>
              <w:numPr>
                <w:ilvl w:val="0"/>
                <w:numId w:val="36"/>
              </w:numPr>
              <w:ind w:hanging="380"/>
              <w:jc w:val="left"/>
            </w:pPr>
            <w:r w:rsidRPr="00553B2B">
              <w:t xml:space="preserve">A License key will be </w:t>
            </w:r>
            <w:r w:rsidR="00541E56">
              <w:t>emailed</w:t>
            </w:r>
            <w:r w:rsidRPr="00553B2B">
              <w:t xml:space="preserve"> back </w:t>
            </w:r>
            <w:r w:rsidR="00541E56">
              <w:t xml:space="preserve">to the Customer and a copy sent to the Partner for their </w:t>
            </w:r>
            <w:r w:rsidR="00F83648">
              <w:t>records.</w:t>
            </w:r>
            <w:r w:rsidR="00F83648" w:rsidRPr="00553B2B">
              <w:t xml:space="preserve"> This</w:t>
            </w:r>
            <w:r w:rsidRPr="00553B2B">
              <w:t xml:space="preserve"> will not </w:t>
            </w:r>
            <w:r w:rsidR="00B4320D">
              <w:t xml:space="preserve">be done unless there is </w:t>
            </w:r>
            <w:r w:rsidR="00B4320D" w:rsidRPr="00541E56">
              <w:rPr>
                <w:b/>
              </w:rPr>
              <w:t>authoris</w:t>
            </w:r>
            <w:r w:rsidR="00541E56" w:rsidRPr="00541E56">
              <w:rPr>
                <w:b/>
              </w:rPr>
              <w:t>ation</w:t>
            </w:r>
            <w:r w:rsidR="00541E56">
              <w:t xml:space="preserve"> </w:t>
            </w:r>
            <w:r w:rsidR="00541E56" w:rsidRPr="00541E56">
              <w:rPr>
                <w:b/>
              </w:rPr>
              <w:t xml:space="preserve">by an Infusion </w:t>
            </w:r>
            <w:r w:rsidRPr="00541E56">
              <w:rPr>
                <w:b/>
              </w:rPr>
              <w:t>Partner</w:t>
            </w:r>
            <w:r w:rsidRPr="00553B2B">
              <w:t xml:space="preserve"> on the f</w:t>
            </w:r>
            <w:r>
              <w:t>or</w:t>
            </w:r>
            <w:r w:rsidRPr="00553B2B">
              <w:t>m. Enter the License into the “License #” field and select Save.</w:t>
            </w:r>
          </w:p>
          <w:p w:rsidR="008E1E2B" w:rsidRPr="00553B2B" w:rsidRDefault="008E1E2B" w:rsidP="00887FC2">
            <w:pPr>
              <w:pStyle w:val="AStyle1"/>
              <w:numPr>
                <w:ilvl w:val="0"/>
                <w:numId w:val="36"/>
              </w:numPr>
              <w:jc w:val="left"/>
            </w:pPr>
            <w:r w:rsidRPr="00553B2B">
              <w:t>Should the software need to be re-installed the license will need to be re-entered.</w:t>
            </w:r>
          </w:p>
          <w:p w:rsidR="0034161F" w:rsidRDefault="008E1E2B" w:rsidP="00887FC2">
            <w:pPr>
              <w:pStyle w:val="AStyle1"/>
              <w:numPr>
                <w:ilvl w:val="0"/>
                <w:numId w:val="36"/>
              </w:numPr>
              <w:jc w:val="left"/>
            </w:pPr>
            <w:r w:rsidRPr="00A46D40">
              <w:t xml:space="preserve">If the software is on a network then the license information needs to be entered on just </w:t>
            </w:r>
            <w:r w:rsidRPr="00541E56">
              <w:rPr>
                <w:b/>
              </w:rPr>
              <w:t>one</w:t>
            </w:r>
            <w:r w:rsidRPr="00A46D40">
              <w:t xml:space="preserve"> PC.</w:t>
            </w:r>
          </w:p>
          <w:p w:rsidR="008E1E2B" w:rsidRDefault="00B56D41" w:rsidP="00887FC2">
            <w:pPr>
              <w:pStyle w:val="AStyle1"/>
              <w:ind w:left="479"/>
              <w:jc w:val="center"/>
            </w:pPr>
            <w:r>
              <w:rPr>
                <w:noProof/>
                <w:lang w:eastAsia="en-NZ"/>
              </w:rPr>
              <w:drawing>
                <wp:inline distT="0" distB="0" distL="0" distR="0" wp14:anchorId="55FCD729" wp14:editId="5FD7189C">
                  <wp:extent cx="3915633" cy="4487917"/>
                  <wp:effectExtent l="152400" t="152400" r="370840" b="3702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925917" cy="4499704"/>
                          </a:xfrm>
                          <a:prstGeom prst="rect">
                            <a:avLst/>
                          </a:prstGeom>
                          <a:ln>
                            <a:noFill/>
                          </a:ln>
                          <a:effectLst>
                            <a:outerShdw blurRad="292100" dist="139700" dir="2700000" algn="tl" rotWithShape="0">
                              <a:srgbClr val="333333">
                                <a:alpha val="65000"/>
                              </a:srgbClr>
                            </a:outerShdw>
                          </a:effectLst>
                        </pic:spPr>
                      </pic:pic>
                    </a:graphicData>
                  </a:graphic>
                </wp:inline>
              </w:drawing>
            </w:r>
          </w:p>
          <w:p w:rsidR="00541E56" w:rsidRDefault="00541E56" w:rsidP="002905C2">
            <w:pPr>
              <w:pStyle w:val="AStyle1"/>
              <w:jc w:val="center"/>
            </w:pPr>
          </w:p>
          <w:p w:rsidR="00887FC2" w:rsidRDefault="00887FC2" w:rsidP="00887FC2">
            <w:pPr>
              <w:pStyle w:val="AStyle1"/>
              <w:ind w:left="479"/>
              <w:jc w:val="left"/>
            </w:pPr>
          </w:p>
          <w:p w:rsidR="00887FC2" w:rsidRDefault="00887FC2" w:rsidP="00887FC2">
            <w:pPr>
              <w:pStyle w:val="AStyle1"/>
              <w:ind w:left="479"/>
              <w:jc w:val="left"/>
            </w:pPr>
          </w:p>
          <w:p w:rsidR="00887FC2" w:rsidRDefault="00887FC2" w:rsidP="00887FC2">
            <w:pPr>
              <w:pStyle w:val="AStyle1"/>
              <w:ind w:left="479"/>
              <w:jc w:val="left"/>
            </w:pPr>
          </w:p>
          <w:p w:rsidR="00887FC2" w:rsidRDefault="00887FC2" w:rsidP="00887FC2">
            <w:pPr>
              <w:pStyle w:val="AStyle1"/>
              <w:ind w:left="479"/>
              <w:jc w:val="left"/>
            </w:pPr>
          </w:p>
          <w:p w:rsidR="00541E56" w:rsidRDefault="00541E56" w:rsidP="00887FC2">
            <w:pPr>
              <w:pStyle w:val="AStyle1"/>
              <w:numPr>
                <w:ilvl w:val="0"/>
                <w:numId w:val="36"/>
              </w:numPr>
              <w:jc w:val="left"/>
            </w:pPr>
            <w:r>
              <w:t xml:space="preserve">The Registration is dependent on the </w:t>
            </w:r>
            <w:r w:rsidRPr="00887FC2">
              <w:rPr>
                <w:b/>
              </w:rPr>
              <w:t>Name</w:t>
            </w:r>
            <w:r>
              <w:t xml:space="preserve"> and first </w:t>
            </w:r>
            <w:r w:rsidRPr="00887FC2">
              <w:rPr>
                <w:b/>
              </w:rPr>
              <w:t>two lines of the customers address</w:t>
            </w:r>
            <w:r>
              <w:t>. Together with the software version, modules and user configuration.</w:t>
            </w:r>
          </w:p>
          <w:p w:rsidR="00541E56" w:rsidRPr="002F6101" w:rsidRDefault="002F6101" w:rsidP="00887FC2">
            <w:pPr>
              <w:pStyle w:val="NoSpacing"/>
              <w:numPr>
                <w:ilvl w:val="0"/>
                <w:numId w:val="36"/>
              </w:numPr>
              <w:rPr>
                <w:rFonts w:ascii="Arial" w:hAnsi="Arial" w:cs="Arial"/>
                <w:sz w:val="20"/>
                <w:szCs w:val="20"/>
              </w:rPr>
            </w:pPr>
            <w:r>
              <w:rPr>
                <w:rFonts w:ascii="Arial" w:hAnsi="Arial" w:cs="Arial"/>
                <w:sz w:val="20"/>
                <w:szCs w:val="20"/>
              </w:rPr>
              <w:t>A c</w:t>
            </w:r>
            <w:r w:rsidR="00541E56" w:rsidRPr="002F6101">
              <w:rPr>
                <w:rFonts w:ascii="Arial" w:hAnsi="Arial" w:cs="Arial"/>
                <w:sz w:val="20"/>
                <w:szCs w:val="20"/>
              </w:rPr>
              <w:t>hange in phone number, email or contact details does not require a new registration number</w:t>
            </w:r>
            <w:r>
              <w:rPr>
                <w:rFonts w:ascii="Arial" w:hAnsi="Arial" w:cs="Arial"/>
                <w:sz w:val="20"/>
                <w:szCs w:val="20"/>
              </w:rPr>
              <w:t>.</w:t>
            </w:r>
          </w:p>
          <w:p w:rsidR="00887FC2" w:rsidRPr="002F6101" w:rsidRDefault="002F6101" w:rsidP="00887FC2">
            <w:pPr>
              <w:pStyle w:val="NoSpacing"/>
              <w:numPr>
                <w:ilvl w:val="0"/>
                <w:numId w:val="36"/>
              </w:numPr>
              <w:rPr>
                <w:rFonts w:ascii="Arial" w:hAnsi="Arial" w:cs="Arial"/>
                <w:sz w:val="20"/>
                <w:szCs w:val="20"/>
              </w:rPr>
            </w:pPr>
            <w:r>
              <w:rPr>
                <w:rFonts w:ascii="Arial" w:hAnsi="Arial" w:cs="Arial"/>
                <w:sz w:val="20"/>
                <w:szCs w:val="20"/>
              </w:rPr>
              <w:t>The s</w:t>
            </w:r>
            <w:r w:rsidR="00887FC2" w:rsidRPr="002F6101">
              <w:rPr>
                <w:rFonts w:ascii="Arial" w:hAnsi="Arial" w:cs="Arial"/>
                <w:sz w:val="20"/>
                <w:szCs w:val="20"/>
              </w:rPr>
              <w:t>oftware is registered to the company named and is not transferable</w:t>
            </w:r>
          </w:p>
          <w:p w:rsidR="00887FC2" w:rsidRPr="002F6101" w:rsidRDefault="00887FC2" w:rsidP="00887FC2">
            <w:pPr>
              <w:pStyle w:val="NoSpacing"/>
              <w:numPr>
                <w:ilvl w:val="0"/>
                <w:numId w:val="36"/>
              </w:numPr>
              <w:rPr>
                <w:rFonts w:ascii="Arial" w:hAnsi="Arial" w:cs="Arial"/>
                <w:sz w:val="20"/>
                <w:szCs w:val="20"/>
              </w:rPr>
            </w:pPr>
            <w:r w:rsidRPr="002F6101">
              <w:rPr>
                <w:rFonts w:ascii="Arial" w:hAnsi="Arial" w:cs="Arial"/>
                <w:sz w:val="20"/>
                <w:szCs w:val="20"/>
              </w:rPr>
              <w:t>If the business is sold then the new owners will be required to take up a new subscription to continue to use the software.</w:t>
            </w:r>
          </w:p>
          <w:p w:rsidR="00887FC2" w:rsidRPr="00F223FC" w:rsidRDefault="00887FC2" w:rsidP="00887FC2">
            <w:pPr>
              <w:pStyle w:val="NoSpacing"/>
              <w:numPr>
                <w:ilvl w:val="0"/>
                <w:numId w:val="36"/>
              </w:numPr>
            </w:pPr>
            <w:r w:rsidRPr="002F6101">
              <w:rPr>
                <w:rFonts w:ascii="Arial" w:hAnsi="Arial" w:cs="Arial"/>
                <w:sz w:val="20"/>
                <w:szCs w:val="20"/>
              </w:rPr>
              <w:t>The old owners will continue to pay their subscription or maintenance until such time as they cease to trade and complete the wind up of the business accounts.</w:t>
            </w:r>
          </w:p>
        </w:tc>
      </w:tr>
      <w:tr w:rsidR="00541E56" w:rsidRPr="00F223FC" w:rsidTr="00D76FAF">
        <w:trPr>
          <w:trHeight w:val="10723"/>
        </w:trPr>
        <w:tc>
          <w:tcPr>
            <w:tcW w:w="10206" w:type="dxa"/>
            <w:shd w:val="clear" w:color="auto" w:fill="auto"/>
          </w:tcPr>
          <w:p w:rsidR="00541E56" w:rsidRDefault="00541E56" w:rsidP="002905C2">
            <w:pPr>
              <w:pStyle w:val="Heading3"/>
              <w:ind w:left="0"/>
            </w:pPr>
          </w:p>
        </w:tc>
      </w:tr>
    </w:tbl>
    <w:p w:rsidR="00684C4D" w:rsidRDefault="00BE266D" w:rsidP="00854265">
      <w:pPr>
        <w:pStyle w:val="Heading1"/>
      </w:pPr>
      <w:bookmarkStart w:id="3" w:name="_Toc497839188"/>
      <w:r>
        <w:lastRenderedPageBreak/>
        <w:t xml:space="preserve">Pre - </w:t>
      </w:r>
      <w:r w:rsidR="00B56D41">
        <w:t>I</w:t>
      </w:r>
      <w:r w:rsidR="00684C4D">
        <w:t>nstallation Checklist</w:t>
      </w:r>
      <w:bookmarkEnd w:id="3"/>
    </w:p>
    <w:tbl>
      <w:tblPr>
        <w:tblW w:w="10206" w:type="dxa"/>
        <w:tblInd w:w="-459" w:type="dxa"/>
        <w:tblBorders>
          <w:insideV w:val="single" w:sz="4" w:space="0" w:color="auto"/>
        </w:tblBorders>
        <w:tblLayout w:type="fixed"/>
        <w:tblLook w:val="0000" w:firstRow="0" w:lastRow="0" w:firstColumn="0" w:lastColumn="0" w:noHBand="0" w:noVBand="0"/>
      </w:tblPr>
      <w:tblGrid>
        <w:gridCol w:w="10206"/>
      </w:tblGrid>
      <w:tr w:rsidR="00684C4D" w:rsidRPr="00F223FC" w:rsidTr="00062D44">
        <w:trPr>
          <w:trHeight w:val="6247"/>
        </w:trPr>
        <w:tc>
          <w:tcPr>
            <w:tcW w:w="10206" w:type="dxa"/>
            <w:shd w:val="clear" w:color="auto" w:fill="auto"/>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565"/>
              <w:gridCol w:w="5410"/>
            </w:tblGrid>
            <w:tr w:rsidR="00F60437" w:rsidTr="00D715C3">
              <w:tc>
                <w:tcPr>
                  <w:tcW w:w="4565" w:type="dxa"/>
                </w:tcPr>
                <w:p w:rsidR="00F60437" w:rsidRPr="007C7BEE" w:rsidRDefault="00F60437" w:rsidP="002F6101">
                  <w:pPr>
                    <w:pStyle w:val="AStyle1"/>
                  </w:pPr>
                  <w:r w:rsidRPr="007C7BEE">
                    <w:t>Company Name</w:t>
                  </w:r>
                </w:p>
              </w:tc>
              <w:tc>
                <w:tcPr>
                  <w:tcW w:w="5410" w:type="dxa"/>
                </w:tcPr>
                <w:p w:rsidR="00F60437" w:rsidRPr="00684C4D" w:rsidRDefault="00F60437" w:rsidP="00FC2C27">
                  <w:pPr>
                    <w:pStyle w:val="AStyle1"/>
                  </w:pPr>
                </w:p>
              </w:tc>
            </w:tr>
            <w:tr w:rsidR="00F60437" w:rsidTr="00D715C3">
              <w:tc>
                <w:tcPr>
                  <w:tcW w:w="4565" w:type="dxa"/>
                </w:tcPr>
                <w:p w:rsidR="00F60437" w:rsidRPr="007C7BEE" w:rsidRDefault="00F60437" w:rsidP="002F6101">
                  <w:pPr>
                    <w:pStyle w:val="AStyle1"/>
                  </w:pPr>
                  <w:r w:rsidRPr="007C7BEE">
                    <w:t>Contact Person</w:t>
                  </w:r>
                </w:p>
              </w:tc>
              <w:tc>
                <w:tcPr>
                  <w:tcW w:w="5410" w:type="dxa"/>
                </w:tcPr>
                <w:p w:rsidR="00F60437" w:rsidRPr="00684C4D" w:rsidRDefault="00F60437" w:rsidP="00FC2C27">
                  <w:pPr>
                    <w:pStyle w:val="AStyle1"/>
                  </w:pPr>
                </w:p>
              </w:tc>
            </w:tr>
            <w:tr w:rsidR="00887FC2" w:rsidTr="00D715C3">
              <w:tc>
                <w:tcPr>
                  <w:tcW w:w="4565" w:type="dxa"/>
                </w:tcPr>
                <w:p w:rsidR="00887FC2" w:rsidRDefault="00887FC2" w:rsidP="00FC2C27">
                  <w:pPr>
                    <w:pStyle w:val="AStyle1"/>
                  </w:pPr>
                  <w:r>
                    <w:t>Position</w:t>
                  </w:r>
                </w:p>
              </w:tc>
              <w:tc>
                <w:tcPr>
                  <w:tcW w:w="5410" w:type="dxa"/>
                </w:tcPr>
                <w:p w:rsidR="00887FC2" w:rsidRPr="00684C4D" w:rsidRDefault="00887FC2" w:rsidP="00FC2C27">
                  <w:pPr>
                    <w:pStyle w:val="AStyle1"/>
                  </w:pPr>
                </w:p>
              </w:tc>
            </w:tr>
            <w:tr w:rsidR="00887FC2" w:rsidTr="00D715C3">
              <w:tc>
                <w:tcPr>
                  <w:tcW w:w="4565" w:type="dxa"/>
                </w:tcPr>
                <w:p w:rsidR="00887FC2" w:rsidRDefault="00887FC2" w:rsidP="00FC2C27">
                  <w:pPr>
                    <w:pStyle w:val="AStyle1"/>
                  </w:pPr>
                  <w:r>
                    <w:t>Mobile</w:t>
                  </w:r>
                </w:p>
              </w:tc>
              <w:tc>
                <w:tcPr>
                  <w:tcW w:w="5410" w:type="dxa"/>
                </w:tcPr>
                <w:p w:rsidR="00887FC2" w:rsidRPr="00684C4D" w:rsidRDefault="00887FC2" w:rsidP="00FC2C27">
                  <w:pPr>
                    <w:pStyle w:val="AStyle1"/>
                  </w:pPr>
                </w:p>
              </w:tc>
            </w:tr>
            <w:tr w:rsidR="00D715C3" w:rsidTr="00D715C3">
              <w:tc>
                <w:tcPr>
                  <w:tcW w:w="4565" w:type="dxa"/>
                </w:tcPr>
                <w:p w:rsidR="00D715C3" w:rsidRPr="007C7BEE" w:rsidRDefault="00D715C3" w:rsidP="002F6101">
                  <w:pPr>
                    <w:pStyle w:val="AStyle1"/>
                  </w:pPr>
                  <w:r>
                    <w:t>Partner</w:t>
                  </w:r>
                </w:p>
              </w:tc>
              <w:tc>
                <w:tcPr>
                  <w:tcW w:w="5410" w:type="dxa"/>
                </w:tcPr>
                <w:p w:rsidR="00D715C3" w:rsidRPr="00684C4D" w:rsidRDefault="00D715C3" w:rsidP="00FC2C27">
                  <w:pPr>
                    <w:pStyle w:val="AStyle1"/>
                  </w:pPr>
                </w:p>
              </w:tc>
            </w:tr>
            <w:tr w:rsidR="00F60437" w:rsidTr="00D715C3">
              <w:tc>
                <w:tcPr>
                  <w:tcW w:w="4565" w:type="dxa"/>
                </w:tcPr>
                <w:p w:rsidR="00F60437" w:rsidRPr="007C7BEE" w:rsidRDefault="00F60437" w:rsidP="002F6101">
                  <w:pPr>
                    <w:pStyle w:val="AStyle1"/>
                  </w:pPr>
                  <w:r w:rsidRPr="007C7BEE">
                    <w:t>Location</w:t>
                  </w:r>
                </w:p>
              </w:tc>
              <w:tc>
                <w:tcPr>
                  <w:tcW w:w="5410" w:type="dxa"/>
                </w:tcPr>
                <w:p w:rsidR="00F60437" w:rsidRPr="00684C4D" w:rsidRDefault="00F60437" w:rsidP="00FC2C27">
                  <w:pPr>
                    <w:pStyle w:val="AStyle1"/>
                  </w:pPr>
                </w:p>
              </w:tc>
            </w:tr>
            <w:tr w:rsidR="00F60437" w:rsidTr="00D715C3">
              <w:tc>
                <w:tcPr>
                  <w:tcW w:w="4565" w:type="dxa"/>
                </w:tcPr>
                <w:p w:rsidR="00F60437" w:rsidRPr="007C7BEE" w:rsidRDefault="00F60437" w:rsidP="002F6101">
                  <w:pPr>
                    <w:pStyle w:val="AStyle1"/>
                  </w:pPr>
                  <w:r w:rsidRPr="007C7BEE">
                    <w:t>Software Package</w:t>
                  </w:r>
                </w:p>
              </w:tc>
              <w:tc>
                <w:tcPr>
                  <w:tcW w:w="5410" w:type="dxa"/>
                </w:tcPr>
                <w:p w:rsidR="00F60437" w:rsidRPr="00684C4D" w:rsidRDefault="00F60437" w:rsidP="00FC2C27">
                  <w:pPr>
                    <w:pStyle w:val="AStyle1"/>
                  </w:pPr>
                </w:p>
              </w:tc>
            </w:tr>
            <w:tr w:rsidR="00887FC2" w:rsidTr="00D715C3">
              <w:tc>
                <w:tcPr>
                  <w:tcW w:w="4565" w:type="dxa"/>
                </w:tcPr>
                <w:p w:rsidR="00887FC2" w:rsidRDefault="00887FC2" w:rsidP="0014296A">
                  <w:pPr>
                    <w:pStyle w:val="AStyle1"/>
                  </w:pPr>
                  <w:r>
                    <w:t>On Premise or Cloud Hosted</w:t>
                  </w:r>
                </w:p>
              </w:tc>
              <w:tc>
                <w:tcPr>
                  <w:tcW w:w="5410" w:type="dxa"/>
                </w:tcPr>
                <w:p w:rsidR="00887FC2" w:rsidRPr="00684C4D" w:rsidRDefault="00887FC2" w:rsidP="00FC2C27">
                  <w:pPr>
                    <w:pStyle w:val="AStyle1"/>
                  </w:pPr>
                </w:p>
              </w:tc>
            </w:tr>
            <w:tr w:rsidR="00887FC2" w:rsidTr="00D715C3">
              <w:tc>
                <w:tcPr>
                  <w:tcW w:w="4565" w:type="dxa"/>
                </w:tcPr>
                <w:p w:rsidR="00887FC2" w:rsidRDefault="00887FC2" w:rsidP="0014296A">
                  <w:pPr>
                    <w:pStyle w:val="AStyle1"/>
                  </w:pPr>
                  <w:r>
                    <w:t>Remote Access Required by Staff</w:t>
                  </w:r>
                </w:p>
              </w:tc>
              <w:tc>
                <w:tcPr>
                  <w:tcW w:w="5410" w:type="dxa"/>
                </w:tcPr>
                <w:p w:rsidR="00887FC2" w:rsidRPr="00684C4D" w:rsidRDefault="00887FC2" w:rsidP="00FC2C27">
                  <w:pPr>
                    <w:pStyle w:val="AStyle1"/>
                  </w:pPr>
                </w:p>
              </w:tc>
            </w:tr>
            <w:tr w:rsidR="0014296A" w:rsidTr="00D715C3">
              <w:tc>
                <w:tcPr>
                  <w:tcW w:w="4565" w:type="dxa"/>
                </w:tcPr>
                <w:p w:rsidR="0014296A" w:rsidRPr="007C7BEE" w:rsidRDefault="0014296A" w:rsidP="002F6101">
                  <w:pPr>
                    <w:pStyle w:val="AStyle1"/>
                  </w:pPr>
                  <w:r>
                    <w:t>No. of Standard users</w:t>
                  </w:r>
                </w:p>
              </w:tc>
              <w:tc>
                <w:tcPr>
                  <w:tcW w:w="5410" w:type="dxa"/>
                </w:tcPr>
                <w:p w:rsidR="0014296A" w:rsidRPr="00684C4D" w:rsidRDefault="0014296A" w:rsidP="00FC2C27">
                  <w:pPr>
                    <w:pStyle w:val="AStyle1"/>
                  </w:pPr>
                </w:p>
              </w:tc>
            </w:tr>
            <w:tr w:rsidR="0014296A" w:rsidTr="00D715C3">
              <w:tc>
                <w:tcPr>
                  <w:tcW w:w="4565" w:type="dxa"/>
                </w:tcPr>
                <w:p w:rsidR="0014296A" w:rsidRPr="007C7BEE" w:rsidRDefault="0014296A" w:rsidP="002F6101">
                  <w:pPr>
                    <w:pStyle w:val="AStyle1"/>
                  </w:pPr>
                  <w:r>
                    <w:t xml:space="preserve">No. of POS </w:t>
                  </w:r>
                  <w:r w:rsidR="002F6101">
                    <w:t>u</w:t>
                  </w:r>
                  <w:r>
                    <w:t>sers</w:t>
                  </w:r>
                </w:p>
              </w:tc>
              <w:tc>
                <w:tcPr>
                  <w:tcW w:w="5410" w:type="dxa"/>
                </w:tcPr>
                <w:p w:rsidR="0014296A" w:rsidRPr="00684C4D" w:rsidRDefault="0014296A" w:rsidP="00FC2C27">
                  <w:pPr>
                    <w:pStyle w:val="AStyle1"/>
                  </w:pPr>
                </w:p>
              </w:tc>
            </w:tr>
            <w:tr w:rsidR="00B56D41" w:rsidTr="00D715C3">
              <w:tc>
                <w:tcPr>
                  <w:tcW w:w="4565" w:type="dxa"/>
                </w:tcPr>
                <w:p w:rsidR="00B56D41" w:rsidRPr="007C7BEE" w:rsidRDefault="002F6101" w:rsidP="002F6101">
                  <w:pPr>
                    <w:pStyle w:val="AStyle1"/>
                  </w:pPr>
                  <w:r>
                    <w:t>No. of Eftpos u</w:t>
                  </w:r>
                  <w:r w:rsidR="00B56D41">
                    <w:t>sers</w:t>
                  </w:r>
                </w:p>
              </w:tc>
              <w:tc>
                <w:tcPr>
                  <w:tcW w:w="5410" w:type="dxa"/>
                </w:tcPr>
                <w:p w:rsidR="00B56D41" w:rsidRPr="00684C4D" w:rsidRDefault="00B56D41" w:rsidP="00FC2C27">
                  <w:pPr>
                    <w:pStyle w:val="AStyle1"/>
                  </w:pPr>
                </w:p>
              </w:tc>
            </w:tr>
            <w:tr w:rsidR="00320DA1" w:rsidTr="00D715C3">
              <w:tc>
                <w:tcPr>
                  <w:tcW w:w="4565" w:type="dxa"/>
                </w:tcPr>
                <w:p w:rsidR="00320DA1" w:rsidRPr="007C7BEE" w:rsidRDefault="00320DA1" w:rsidP="00FC2C27">
                  <w:pPr>
                    <w:pStyle w:val="AStyle1"/>
                  </w:pPr>
                  <w:r>
                    <w:t>No</w:t>
                  </w:r>
                  <w:r w:rsidR="002F6101">
                    <w:t>. of Mobile u</w:t>
                  </w:r>
                  <w:r>
                    <w:t>sers</w:t>
                  </w:r>
                </w:p>
              </w:tc>
              <w:tc>
                <w:tcPr>
                  <w:tcW w:w="5410" w:type="dxa"/>
                </w:tcPr>
                <w:p w:rsidR="00320DA1" w:rsidRPr="00684C4D" w:rsidRDefault="00320DA1" w:rsidP="00FC2C27">
                  <w:pPr>
                    <w:pStyle w:val="AStyle1"/>
                  </w:pPr>
                </w:p>
              </w:tc>
            </w:tr>
            <w:tr w:rsidR="00320DA1" w:rsidTr="00D715C3">
              <w:tc>
                <w:tcPr>
                  <w:tcW w:w="4565" w:type="dxa"/>
                </w:tcPr>
                <w:p w:rsidR="00320DA1" w:rsidRPr="007C7BEE" w:rsidRDefault="00320DA1" w:rsidP="00FC2C27">
                  <w:pPr>
                    <w:pStyle w:val="AStyle1"/>
                  </w:pPr>
                  <w:r>
                    <w:t>Customer Portal</w:t>
                  </w:r>
                </w:p>
              </w:tc>
              <w:tc>
                <w:tcPr>
                  <w:tcW w:w="5410" w:type="dxa"/>
                </w:tcPr>
                <w:p w:rsidR="00320DA1" w:rsidRPr="00684C4D" w:rsidRDefault="00320DA1" w:rsidP="00FC2C27">
                  <w:pPr>
                    <w:pStyle w:val="AStyle1"/>
                  </w:pPr>
                  <w:r>
                    <w:t>Yes / No</w:t>
                  </w:r>
                </w:p>
              </w:tc>
            </w:tr>
            <w:tr w:rsidR="00320DA1" w:rsidTr="00D715C3">
              <w:tc>
                <w:tcPr>
                  <w:tcW w:w="4565" w:type="dxa"/>
                </w:tcPr>
                <w:p w:rsidR="00320DA1" w:rsidRPr="007C7BEE" w:rsidRDefault="00887FC2" w:rsidP="00FC2C27">
                  <w:pPr>
                    <w:pStyle w:val="AStyle1"/>
                  </w:pPr>
                  <w:r>
                    <w:t>Of</w:t>
                  </w:r>
                  <w:r w:rsidR="00E73271">
                    <w:t>f</w:t>
                  </w:r>
                  <w:r>
                    <w:t xml:space="preserve"> Site </w:t>
                  </w:r>
                  <w:r w:rsidR="00E73271">
                    <w:t>B</w:t>
                  </w:r>
                  <w:r>
                    <w:t>ackup</w:t>
                  </w:r>
                  <w:r w:rsidR="002F6101">
                    <w:t xml:space="preserve"> </w:t>
                  </w:r>
                  <w:r>
                    <w:t>- Keep It Safe</w:t>
                  </w:r>
                </w:p>
              </w:tc>
              <w:tc>
                <w:tcPr>
                  <w:tcW w:w="5410" w:type="dxa"/>
                </w:tcPr>
                <w:p w:rsidR="00320DA1" w:rsidRPr="00684C4D" w:rsidRDefault="00320DA1" w:rsidP="00FC2C27">
                  <w:pPr>
                    <w:pStyle w:val="AStyle1"/>
                  </w:pPr>
                </w:p>
              </w:tc>
            </w:tr>
            <w:tr w:rsidR="00887FC2" w:rsidTr="00D715C3">
              <w:tc>
                <w:tcPr>
                  <w:tcW w:w="4565" w:type="dxa"/>
                </w:tcPr>
                <w:p w:rsidR="00887FC2" w:rsidRPr="007C7BEE" w:rsidRDefault="00887FC2" w:rsidP="00FC2C27">
                  <w:pPr>
                    <w:pStyle w:val="AStyle1"/>
                  </w:pPr>
                  <w:r>
                    <w:t xml:space="preserve">Supplier EDI’s Required </w:t>
                  </w:r>
                </w:p>
              </w:tc>
              <w:tc>
                <w:tcPr>
                  <w:tcW w:w="5410" w:type="dxa"/>
                </w:tcPr>
                <w:p w:rsidR="00887FC2" w:rsidRPr="00684C4D" w:rsidRDefault="00887FC2" w:rsidP="00FC2C27">
                  <w:pPr>
                    <w:pStyle w:val="AStyle1"/>
                  </w:pPr>
                </w:p>
              </w:tc>
            </w:tr>
            <w:tr w:rsidR="00CB3307" w:rsidTr="00D715C3">
              <w:tc>
                <w:tcPr>
                  <w:tcW w:w="4565" w:type="dxa"/>
                </w:tcPr>
                <w:p w:rsidR="00CB3307" w:rsidRDefault="00CB3307" w:rsidP="00CB3307">
                  <w:pPr>
                    <w:pStyle w:val="AStyle1"/>
                  </w:pPr>
                  <w:r>
                    <w:t>SMS Messaging Required</w:t>
                  </w:r>
                </w:p>
              </w:tc>
              <w:tc>
                <w:tcPr>
                  <w:tcW w:w="5410" w:type="dxa"/>
                </w:tcPr>
                <w:p w:rsidR="00CB3307" w:rsidRPr="00684C4D" w:rsidRDefault="00CB3307" w:rsidP="00CB3307">
                  <w:pPr>
                    <w:pStyle w:val="AStyle1"/>
                  </w:pPr>
                  <w:r>
                    <w:t>Yes / No</w:t>
                  </w:r>
                </w:p>
              </w:tc>
            </w:tr>
            <w:tr w:rsidR="00CB3307" w:rsidTr="00D715C3">
              <w:tc>
                <w:tcPr>
                  <w:tcW w:w="4565" w:type="dxa"/>
                </w:tcPr>
                <w:p w:rsidR="00CB3307" w:rsidRDefault="00CB3307" w:rsidP="00CB3307">
                  <w:pPr>
                    <w:pStyle w:val="AStyle1"/>
                  </w:pPr>
                  <w:r>
                    <w:t>Email Service Provider</w:t>
                  </w:r>
                </w:p>
              </w:tc>
              <w:tc>
                <w:tcPr>
                  <w:tcW w:w="5410" w:type="dxa"/>
                </w:tcPr>
                <w:p w:rsidR="00CB3307" w:rsidRPr="00684C4D" w:rsidRDefault="00CB3307" w:rsidP="00CB3307">
                  <w:pPr>
                    <w:pStyle w:val="AStyle1"/>
                  </w:pPr>
                </w:p>
              </w:tc>
            </w:tr>
            <w:tr w:rsidR="00CB3307" w:rsidTr="00D715C3">
              <w:tc>
                <w:tcPr>
                  <w:tcW w:w="4565" w:type="dxa"/>
                </w:tcPr>
                <w:p w:rsidR="00CB3307" w:rsidRPr="007C7BEE" w:rsidRDefault="00CB3307" w:rsidP="00CB3307">
                  <w:pPr>
                    <w:pStyle w:val="AStyle1"/>
                  </w:pPr>
                  <w:r>
                    <w:t xml:space="preserve">Current </w:t>
                  </w:r>
                  <w:r w:rsidR="002F6101">
                    <w:t>Accounting s</w:t>
                  </w:r>
                  <w:r>
                    <w:t>olution</w:t>
                  </w:r>
                </w:p>
              </w:tc>
              <w:tc>
                <w:tcPr>
                  <w:tcW w:w="5410" w:type="dxa"/>
                </w:tcPr>
                <w:p w:rsidR="00CB3307" w:rsidRPr="00684C4D" w:rsidRDefault="00CB3307" w:rsidP="00CB3307">
                  <w:pPr>
                    <w:pStyle w:val="AStyle1"/>
                  </w:pPr>
                </w:p>
              </w:tc>
            </w:tr>
            <w:tr w:rsidR="00CB3307" w:rsidTr="00D715C3">
              <w:tc>
                <w:tcPr>
                  <w:tcW w:w="4565" w:type="dxa"/>
                </w:tcPr>
                <w:p w:rsidR="00CB3307" w:rsidRPr="007C7BEE" w:rsidRDefault="002F6101" w:rsidP="00CB3307">
                  <w:pPr>
                    <w:pStyle w:val="AStyle1"/>
                  </w:pPr>
                  <w:r>
                    <w:t>Current POS s</w:t>
                  </w:r>
                  <w:r w:rsidR="00CB3307">
                    <w:t>olution</w:t>
                  </w:r>
                </w:p>
              </w:tc>
              <w:tc>
                <w:tcPr>
                  <w:tcW w:w="5410" w:type="dxa"/>
                </w:tcPr>
                <w:p w:rsidR="00CB3307" w:rsidRPr="00684C4D" w:rsidRDefault="00CB3307" w:rsidP="00CB3307">
                  <w:pPr>
                    <w:pStyle w:val="AStyle1"/>
                  </w:pPr>
                </w:p>
              </w:tc>
            </w:tr>
            <w:tr w:rsidR="00CB3307" w:rsidTr="00D715C3">
              <w:tc>
                <w:tcPr>
                  <w:tcW w:w="4565" w:type="dxa"/>
                </w:tcPr>
                <w:p w:rsidR="00CB3307" w:rsidRPr="007C7BEE" w:rsidRDefault="002F6101" w:rsidP="00CB3307">
                  <w:pPr>
                    <w:pStyle w:val="AStyle1"/>
                  </w:pPr>
                  <w:r>
                    <w:t>Current Payroll s</w:t>
                  </w:r>
                  <w:r w:rsidR="00CB3307">
                    <w:t>olution</w:t>
                  </w:r>
                </w:p>
              </w:tc>
              <w:tc>
                <w:tcPr>
                  <w:tcW w:w="5410" w:type="dxa"/>
                </w:tcPr>
                <w:p w:rsidR="00CB3307" w:rsidRPr="00684C4D" w:rsidRDefault="00CB3307" w:rsidP="00CB3307">
                  <w:pPr>
                    <w:pStyle w:val="AStyle1"/>
                  </w:pPr>
                </w:p>
              </w:tc>
            </w:tr>
            <w:tr w:rsidR="00CB3307" w:rsidTr="00D715C3">
              <w:tc>
                <w:tcPr>
                  <w:tcW w:w="4565" w:type="dxa"/>
                </w:tcPr>
                <w:p w:rsidR="00CB3307" w:rsidRPr="007C7BEE" w:rsidRDefault="00CB3307" w:rsidP="00CB3307">
                  <w:pPr>
                    <w:pStyle w:val="AStyle1"/>
                  </w:pPr>
                  <w:r>
                    <w:t>Marketing Referral</w:t>
                  </w:r>
                </w:p>
              </w:tc>
              <w:tc>
                <w:tcPr>
                  <w:tcW w:w="5410" w:type="dxa"/>
                </w:tcPr>
                <w:p w:rsidR="00CB3307" w:rsidRPr="00684C4D" w:rsidRDefault="00CB3307" w:rsidP="00CB3307">
                  <w:pPr>
                    <w:pStyle w:val="AStyle1"/>
                  </w:pPr>
                </w:p>
              </w:tc>
            </w:tr>
            <w:tr w:rsidR="00CB3307" w:rsidTr="00D715C3">
              <w:tc>
                <w:tcPr>
                  <w:tcW w:w="4565" w:type="dxa"/>
                </w:tcPr>
                <w:p w:rsidR="00CB3307" w:rsidRPr="007C7BEE" w:rsidRDefault="00CB3307" w:rsidP="002F6101">
                  <w:pPr>
                    <w:pStyle w:val="AStyle1"/>
                  </w:pPr>
                  <w:r w:rsidRPr="007C7BEE">
                    <w:t>Version no. installed</w:t>
                  </w:r>
                </w:p>
              </w:tc>
              <w:tc>
                <w:tcPr>
                  <w:tcW w:w="5410" w:type="dxa"/>
                </w:tcPr>
                <w:p w:rsidR="00CB3307" w:rsidRPr="00684C4D" w:rsidRDefault="00CB3307" w:rsidP="00CB3307">
                  <w:pPr>
                    <w:pStyle w:val="AStyle1"/>
                  </w:pPr>
                </w:p>
              </w:tc>
            </w:tr>
            <w:tr w:rsidR="00CB3307" w:rsidTr="00D715C3">
              <w:tc>
                <w:tcPr>
                  <w:tcW w:w="4565" w:type="dxa"/>
                </w:tcPr>
                <w:p w:rsidR="00CB3307" w:rsidRPr="007C7BEE" w:rsidRDefault="00CB3307" w:rsidP="002F6101">
                  <w:pPr>
                    <w:pStyle w:val="AStyle1"/>
                  </w:pPr>
                  <w:r w:rsidRPr="007C7BEE">
                    <w:t>Date of Installation</w:t>
                  </w:r>
                </w:p>
              </w:tc>
              <w:tc>
                <w:tcPr>
                  <w:tcW w:w="5410" w:type="dxa"/>
                </w:tcPr>
                <w:p w:rsidR="00CB3307" w:rsidRPr="00684C4D" w:rsidRDefault="00CB3307" w:rsidP="00CB3307">
                  <w:pPr>
                    <w:pStyle w:val="AStyle1"/>
                  </w:pPr>
                </w:p>
              </w:tc>
            </w:tr>
            <w:tr w:rsidR="00CB3307" w:rsidTr="00D715C3">
              <w:tc>
                <w:tcPr>
                  <w:tcW w:w="4565" w:type="dxa"/>
                </w:tcPr>
                <w:p w:rsidR="00CB3307" w:rsidRPr="007C7BEE" w:rsidRDefault="00CB3307" w:rsidP="002F6101">
                  <w:pPr>
                    <w:pStyle w:val="AStyle1"/>
                  </w:pPr>
                  <w:r w:rsidRPr="007C7BEE">
                    <w:t>Hardware Site Audit completed and Approved</w:t>
                  </w:r>
                </w:p>
              </w:tc>
              <w:tc>
                <w:tcPr>
                  <w:tcW w:w="5410" w:type="dxa"/>
                </w:tcPr>
                <w:p w:rsidR="00CB3307" w:rsidRPr="00684C4D" w:rsidRDefault="00CB3307" w:rsidP="00CB3307">
                  <w:pPr>
                    <w:pStyle w:val="AStyle1"/>
                  </w:pPr>
                </w:p>
              </w:tc>
            </w:tr>
          </w:tbl>
          <w:p w:rsidR="00684C4D" w:rsidRPr="00684C4D" w:rsidRDefault="00684C4D" w:rsidP="00684C4D">
            <w:pPr>
              <w:pStyle w:val="AStyle1"/>
            </w:pPr>
          </w:p>
        </w:tc>
      </w:tr>
      <w:tr w:rsidR="00AF36E9" w:rsidRPr="00F223FC" w:rsidTr="00062D44">
        <w:trPr>
          <w:trHeight w:val="11466"/>
        </w:trPr>
        <w:tc>
          <w:tcPr>
            <w:tcW w:w="10206" w:type="dxa"/>
            <w:shd w:val="clear" w:color="auto" w:fill="auto"/>
          </w:tcPr>
          <w:p w:rsidR="00BE266D" w:rsidRDefault="009F5C2A" w:rsidP="00854265">
            <w:pPr>
              <w:pStyle w:val="Heading1"/>
            </w:pPr>
            <w:r>
              <w:lastRenderedPageBreak/>
              <w:t xml:space="preserve"> </w:t>
            </w:r>
            <w:bookmarkStart w:id="4" w:name="_Toc497839189"/>
            <w:r w:rsidR="00BE266D">
              <w:t>Conversion Installation Checklist</w:t>
            </w:r>
            <w:bookmarkEnd w:id="4"/>
          </w:p>
          <w:p w:rsidR="00AF36E9" w:rsidRPr="002B393C" w:rsidRDefault="00AF36E9" w:rsidP="00E80635">
            <w:pPr>
              <w:pStyle w:val="Heading3"/>
              <w:ind w:left="33"/>
              <w:jc w:val="left"/>
              <w:rPr>
                <w:sz w:val="24"/>
                <w:szCs w:val="24"/>
              </w:rPr>
            </w:pPr>
            <w:r w:rsidRPr="002B393C">
              <w:rPr>
                <w:sz w:val="24"/>
                <w:szCs w:val="24"/>
              </w:rPr>
              <w:t>In the Source Software</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99"/>
            </w:tblGrid>
            <w:tr w:rsidR="00AF36E9" w:rsidTr="00FC2C27">
              <w:tc>
                <w:tcPr>
                  <w:tcW w:w="8676" w:type="dxa"/>
                  <w:vAlign w:val="bottom"/>
                </w:tcPr>
                <w:p w:rsidR="00AF36E9" w:rsidRPr="007C7BEE" w:rsidRDefault="00AF36E9" w:rsidP="00F60437">
                  <w:pPr>
                    <w:pStyle w:val="AStyle1"/>
                  </w:pPr>
                  <w:r w:rsidRPr="007C7BEE">
                    <w:t>Backup the source software</w:t>
                  </w:r>
                </w:p>
              </w:tc>
              <w:tc>
                <w:tcPr>
                  <w:tcW w:w="1299" w:type="dxa"/>
                </w:tcPr>
                <w:p w:rsidR="00AF36E9" w:rsidRPr="00684C4D" w:rsidRDefault="00AF36E9" w:rsidP="00FC2C27">
                  <w:pPr>
                    <w:pStyle w:val="AStyle1"/>
                  </w:pPr>
                </w:p>
              </w:tc>
            </w:tr>
            <w:tr w:rsidR="00AF36E9" w:rsidTr="00FC2C27">
              <w:tc>
                <w:tcPr>
                  <w:tcW w:w="8676" w:type="dxa"/>
                  <w:vAlign w:val="bottom"/>
                </w:tcPr>
                <w:p w:rsidR="00AF36E9" w:rsidRPr="007C7BEE" w:rsidRDefault="00AF36E9" w:rsidP="00F60437">
                  <w:pPr>
                    <w:pStyle w:val="AStyle1"/>
                  </w:pPr>
                  <w:r w:rsidRPr="007C7BEE">
                    <w:t>Print Debtor Control report</w:t>
                  </w:r>
                </w:p>
              </w:tc>
              <w:tc>
                <w:tcPr>
                  <w:tcW w:w="1299" w:type="dxa"/>
                </w:tcPr>
                <w:p w:rsidR="00AF36E9" w:rsidRPr="00684C4D" w:rsidRDefault="00AF36E9" w:rsidP="00FC2C27">
                  <w:pPr>
                    <w:pStyle w:val="AStyle1"/>
                  </w:pPr>
                </w:p>
              </w:tc>
            </w:tr>
            <w:tr w:rsidR="00AF36E9" w:rsidTr="00FC2C27">
              <w:tc>
                <w:tcPr>
                  <w:tcW w:w="8676" w:type="dxa"/>
                  <w:vAlign w:val="bottom"/>
                </w:tcPr>
                <w:p w:rsidR="00AF36E9" w:rsidRPr="007C7BEE" w:rsidRDefault="00AF36E9" w:rsidP="00F60437">
                  <w:pPr>
                    <w:pStyle w:val="AStyle1"/>
                  </w:pPr>
                  <w:r w:rsidRPr="007C7BEE">
                    <w:t xml:space="preserve">Print Creditor Control report </w:t>
                  </w:r>
                </w:p>
              </w:tc>
              <w:tc>
                <w:tcPr>
                  <w:tcW w:w="1299" w:type="dxa"/>
                </w:tcPr>
                <w:p w:rsidR="00AF36E9" w:rsidRPr="00684C4D" w:rsidRDefault="00AF36E9" w:rsidP="00FC2C27">
                  <w:pPr>
                    <w:pStyle w:val="AStyle1"/>
                  </w:pPr>
                </w:p>
              </w:tc>
            </w:tr>
            <w:tr w:rsidR="00AF36E9" w:rsidTr="00FC2C27">
              <w:tc>
                <w:tcPr>
                  <w:tcW w:w="8676" w:type="dxa"/>
                  <w:vAlign w:val="bottom"/>
                </w:tcPr>
                <w:p w:rsidR="00AF36E9" w:rsidRPr="007C7BEE" w:rsidRDefault="00AF36E9" w:rsidP="00F60437">
                  <w:pPr>
                    <w:pStyle w:val="AStyle1"/>
                  </w:pPr>
                  <w:r w:rsidRPr="007C7BEE">
                    <w:t>Print Balance Sheet</w:t>
                  </w:r>
                </w:p>
              </w:tc>
              <w:tc>
                <w:tcPr>
                  <w:tcW w:w="1299" w:type="dxa"/>
                </w:tcPr>
                <w:p w:rsidR="00AF36E9" w:rsidRPr="00684C4D" w:rsidRDefault="00AF36E9" w:rsidP="00FC2C27">
                  <w:pPr>
                    <w:pStyle w:val="AStyle1"/>
                  </w:pPr>
                </w:p>
              </w:tc>
            </w:tr>
            <w:tr w:rsidR="00AF36E9" w:rsidTr="00FC2C27">
              <w:tc>
                <w:tcPr>
                  <w:tcW w:w="8676" w:type="dxa"/>
                  <w:vAlign w:val="bottom"/>
                </w:tcPr>
                <w:p w:rsidR="00AF36E9" w:rsidRPr="007C7BEE" w:rsidRDefault="00AF36E9" w:rsidP="00F60437">
                  <w:pPr>
                    <w:pStyle w:val="AStyle1"/>
                  </w:pPr>
                  <w:r w:rsidRPr="007C7BEE">
                    <w:t>Print Stock Valuation report</w:t>
                  </w:r>
                </w:p>
              </w:tc>
              <w:tc>
                <w:tcPr>
                  <w:tcW w:w="1299" w:type="dxa"/>
                </w:tcPr>
                <w:p w:rsidR="00AF36E9" w:rsidRPr="00684C4D" w:rsidRDefault="00AF36E9" w:rsidP="00FC2C27">
                  <w:pPr>
                    <w:pStyle w:val="AStyle1"/>
                  </w:pPr>
                </w:p>
              </w:tc>
            </w:tr>
            <w:tr w:rsidR="00AF36E9" w:rsidTr="00FC2C27">
              <w:tc>
                <w:tcPr>
                  <w:tcW w:w="8676" w:type="dxa"/>
                  <w:vAlign w:val="bottom"/>
                </w:tcPr>
                <w:p w:rsidR="00AF36E9" w:rsidRPr="007C7BEE" w:rsidRDefault="00AF36E9" w:rsidP="00F60437">
                  <w:pPr>
                    <w:pStyle w:val="AStyle1"/>
                  </w:pPr>
                  <w:r w:rsidRPr="007C7BEE">
                    <w:t>Print Bank Reconciliation</w:t>
                  </w:r>
                </w:p>
              </w:tc>
              <w:tc>
                <w:tcPr>
                  <w:tcW w:w="1299" w:type="dxa"/>
                </w:tcPr>
                <w:p w:rsidR="00AF36E9" w:rsidRPr="00684C4D" w:rsidRDefault="00AF36E9" w:rsidP="00FC2C27">
                  <w:pPr>
                    <w:pStyle w:val="AStyle1"/>
                  </w:pPr>
                </w:p>
              </w:tc>
            </w:tr>
            <w:tr w:rsidR="00AF36E9" w:rsidTr="00FC2C27">
              <w:tc>
                <w:tcPr>
                  <w:tcW w:w="8676" w:type="dxa"/>
                  <w:vAlign w:val="bottom"/>
                </w:tcPr>
                <w:p w:rsidR="00AF36E9" w:rsidRPr="007C7BEE" w:rsidRDefault="00AF36E9" w:rsidP="00F60437">
                  <w:pPr>
                    <w:pStyle w:val="AStyle1"/>
                  </w:pPr>
                  <w:r w:rsidRPr="007C7BEE">
                    <w:t>Print Trial balance</w:t>
                  </w:r>
                </w:p>
              </w:tc>
              <w:tc>
                <w:tcPr>
                  <w:tcW w:w="1299" w:type="dxa"/>
                </w:tcPr>
                <w:p w:rsidR="00AF36E9" w:rsidRPr="00684C4D" w:rsidRDefault="00AF36E9" w:rsidP="00FC2C27">
                  <w:pPr>
                    <w:pStyle w:val="AStyle1"/>
                  </w:pPr>
                </w:p>
              </w:tc>
            </w:tr>
            <w:tr w:rsidR="00AF36E9" w:rsidTr="00FC2C27">
              <w:tc>
                <w:tcPr>
                  <w:tcW w:w="8676" w:type="dxa"/>
                  <w:vAlign w:val="bottom"/>
                </w:tcPr>
                <w:p w:rsidR="00AF36E9" w:rsidRPr="007C7BEE" w:rsidRDefault="00AF36E9" w:rsidP="00F60437">
                  <w:pPr>
                    <w:pStyle w:val="AStyle1"/>
                  </w:pPr>
                  <w:r w:rsidRPr="007C7BEE">
                    <w:t>Print Unbilled Jobs report (if using Job Costing)</w:t>
                  </w:r>
                </w:p>
              </w:tc>
              <w:tc>
                <w:tcPr>
                  <w:tcW w:w="1299" w:type="dxa"/>
                </w:tcPr>
                <w:p w:rsidR="00AF36E9" w:rsidRPr="00684C4D" w:rsidRDefault="00AF36E9" w:rsidP="00FC2C27">
                  <w:pPr>
                    <w:pStyle w:val="AStyle1"/>
                  </w:pPr>
                </w:p>
              </w:tc>
            </w:tr>
          </w:tbl>
          <w:p w:rsidR="00AF36E9" w:rsidRPr="002B393C" w:rsidRDefault="00AF36E9" w:rsidP="00E80635">
            <w:pPr>
              <w:pStyle w:val="Heading3"/>
              <w:ind w:left="33"/>
              <w:rPr>
                <w:sz w:val="24"/>
                <w:szCs w:val="24"/>
              </w:rPr>
            </w:pPr>
            <w:r w:rsidRPr="002B393C">
              <w:rPr>
                <w:sz w:val="24"/>
                <w:szCs w:val="24"/>
              </w:rPr>
              <w:t>In Infusion Software</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99"/>
            </w:tblGrid>
            <w:tr w:rsidR="00AF36E9" w:rsidTr="00320DA1">
              <w:tc>
                <w:tcPr>
                  <w:tcW w:w="8676" w:type="dxa"/>
                  <w:vAlign w:val="bottom"/>
                </w:tcPr>
                <w:p w:rsidR="00AF36E9" w:rsidRPr="007C7BEE" w:rsidRDefault="00AF36E9" w:rsidP="00F60437">
                  <w:pPr>
                    <w:pStyle w:val="AStyle1"/>
                  </w:pPr>
                  <w:r w:rsidRPr="007C7BEE">
                    <w:t>Check and make sure the latest version of Infusion is installed (Version ______)</w:t>
                  </w:r>
                </w:p>
              </w:tc>
              <w:tc>
                <w:tcPr>
                  <w:tcW w:w="1299" w:type="dxa"/>
                </w:tcPr>
                <w:p w:rsidR="00AF36E9" w:rsidRPr="00684C4D" w:rsidRDefault="00AF36E9" w:rsidP="00FC2C27">
                  <w:pPr>
                    <w:pStyle w:val="AStyle1"/>
                  </w:pPr>
                </w:p>
              </w:tc>
            </w:tr>
            <w:tr w:rsidR="00AF36E9" w:rsidTr="00320DA1">
              <w:tc>
                <w:tcPr>
                  <w:tcW w:w="8676" w:type="dxa"/>
                  <w:vAlign w:val="bottom"/>
                </w:tcPr>
                <w:p w:rsidR="00AF36E9" w:rsidRPr="007C7BEE" w:rsidRDefault="00AF36E9" w:rsidP="00F60437">
                  <w:pPr>
                    <w:pStyle w:val="AStyle1"/>
                  </w:pPr>
                  <w:r w:rsidRPr="007C7BEE">
                    <w:t>Run the Conversion Program from INFUSION folder</w:t>
                  </w:r>
                  <w:r w:rsidR="00320DA1">
                    <w:t xml:space="preserve"> or Import the CSV Data Files</w:t>
                  </w:r>
                </w:p>
              </w:tc>
              <w:tc>
                <w:tcPr>
                  <w:tcW w:w="1299" w:type="dxa"/>
                </w:tcPr>
                <w:p w:rsidR="00AF36E9" w:rsidRPr="00684C4D" w:rsidRDefault="00AF36E9" w:rsidP="00FC2C27">
                  <w:pPr>
                    <w:pStyle w:val="AStyle1"/>
                  </w:pPr>
                </w:p>
              </w:tc>
            </w:tr>
            <w:tr w:rsidR="00AF36E9" w:rsidTr="00320DA1">
              <w:tc>
                <w:tcPr>
                  <w:tcW w:w="8676" w:type="dxa"/>
                  <w:vAlign w:val="bottom"/>
                </w:tcPr>
                <w:p w:rsidR="00AF36E9" w:rsidRPr="007C7BEE" w:rsidRDefault="00AF36E9" w:rsidP="00F60437">
                  <w:pPr>
                    <w:pStyle w:val="AStyle1"/>
                  </w:pPr>
                  <w:r w:rsidRPr="007C7BEE">
                    <w:t>Backup INFUSION</w:t>
                  </w:r>
                </w:p>
              </w:tc>
              <w:tc>
                <w:tcPr>
                  <w:tcW w:w="1299" w:type="dxa"/>
                </w:tcPr>
                <w:p w:rsidR="00AF36E9" w:rsidRPr="00684C4D" w:rsidRDefault="00AF36E9" w:rsidP="00FC2C27">
                  <w:pPr>
                    <w:pStyle w:val="AStyle1"/>
                  </w:pPr>
                </w:p>
              </w:tc>
            </w:tr>
            <w:tr w:rsidR="00AF36E9" w:rsidTr="00320DA1">
              <w:tc>
                <w:tcPr>
                  <w:tcW w:w="8676" w:type="dxa"/>
                  <w:vAlign w:val="bottom"/>
                </w:tcPr>
                <w:p w:rsidR="00AF36E9" w:rsidRPr="007C7BEE" w:rsidRDefault="00AF36E9" w:rsidP="00F60437">
                  <w:pPr>
                    <w:pStyle w:val="AStyle1"/>
                  </w:pPr>
                  <w:r w:rsidRPr="007C7BEE">
                    <w:t>Re</w:t>
                  </w:r>
                  <w:r w:rsidR="00E73271">
                    <w:t>-</w:t>
                  </w:r>
                  <w:r w:rsidRPr="007C7BEE">
                    <w:t>index Files</w:t>
                  </w:r>
                </w:p>
              </w:tc>
              <w:tc>
                <w:tcPr>
                  <w:tcW w:w="1299" w:type="dxa"/>
                </w:tcPr>
                <w:p w:rsidR="00AF36E9" w:rsidRPr="00684C4D" w:rsidRDefault="00AF36E9" w:rsidP="00FC2C27">
                  <w:pPr>
                    <w:pStyle w:val="AStyle1"/>
                  </w:pPr>
                </w:p>
              </w:tc>
            </w:tr>
            <w:tr w:rsidR="00320DA1" w:rsidTr="00320DA1">
              <w:tc>
                <w:tcPr>
                  <w:tcW w:w="8676" w:type="dxa"/>
                  <w:vAlign w:val="bottom"/>
                </w:tcPr>
                <w:p w:rsidR="00320DA1" w:rsidRPr="007C7BEE" w:rsidRDefault="00320DA1" w:rsidP="00F60437">
                  <w:pPr>
                    <w:pStyle w:val="AStyle1"/>
                  </w:pPr>
                  <w:r w:rsidRPr="007C7BEE">
                    <w:t xml:space="preserve">Print the Customer Verification report and compare to the source software Debtor Control report  </w:t>
                  </w: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r w:rsidRPr="007C7BEE">
                    <w:t xml:space="preserve">Print the Supplier Verification report and compare it to the source software Supplier Control report </w:t>
                  </w: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r w:rsidRPr="007C7BEE">
                    <w:t xml:space="preserve">Print the Product Valuation report and compare it to the source software Stock Valuation report </w:t>
                  </w: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r w:rsidRPr="007C7BEE">
                    <w:t xml:space="preserve">Print the Trial Balance report and compare it to the source software Trial Balance report </w:t>
                  </w: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r w:rsidRPr="007C7BEE">
                    <w:br w:type="page"/>
                    <w:t xml:space="preserve">Print the Balance Sheet report and compare it to the source software </w:t>
                  </w:r>
                  <w:r w:rsidR="00E73271">
                    <w:t>Balance Sheet r</w:t>
                  </w:r>
                  <w:r w:rsidRPr="007C7BEE">
                    <w:t>eport</w:t>
                  </w: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r w:rsidRPr="007C7BEE">
                    <w:t>Print the Invoice Totalling report from Partner Menu</w:t>
                  </w: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r w:rsidRPr="007C7BEE">
                    <w:t>Print the Financial Audit report from Partner Menu</w:t>
                  </w: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r w:rsidRPr="007C7BEE">
                    <w:t xml:space="preserve">Run the System </w:t>
                  </w:r>
                  <w:r>
                    <w:t>V</w:t>
                  </w:r>
                  <w:r w:rsidRPr="007C7BEE">
                    <w:t>erification report, check for “Out of Balances”</w:t>
                  </w: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F60437">
                  <w:pPr>
                    <w:pStyle w:val="AStyle1"/>
                  </w:pPr>
                </w:p>
              </w:tc>
              <w:tc>
                <w:tcPr>
                  <w:tcW w:w="1299" w:type="dxa"/>
                </w:tcPr>
                <w:p w:rsidR="00320DA1" w:rsidRPr="00684C4D" w:rsidRDefault="00320DA1" w:rsidP="00FC2C27">
                  <w:pPr>
                    <w:pStyle w:val="AStyle1"/>
                  </w:pPr>
                </w:p>
              </w:tc>
            </w:tr>
            <w:tr w:rsidR="00320DA1" w:rsidTr="00320DA1">
              <w:tc>
                <w:tcPr>
                  <w:tcW w:w="8676" w:type="dxa"/>
                  <w:vAlign w:val="bottom"/>
                </w:tcPr>
                <w:p w:rsidR="00320DA1" w:rsidRPr="007C7BEE" w:rsidRDefault="00320DA1" w:rsidP="00543296">
                  <w:pPr>
                    <w:pStyle w:val="AStyle1"/>
                  </w:pPr>
                </w:p>
              </w:tc>
              <w:tc>
                <w:tcPr>
                  <w:tcW w:w="1299" w:type="dxa"/>
                </w:tcPr>
                <w:p w:rsidR="00320DA1" w:rsidRPr="00684C4D" w:rsidRDefault="00320DA1" w:rsidP="00FC2C27">
                  <w:pPr>
                    <w:pStyle w:val="AStyle1"/>
                  </w:pPr>
                </w:p>
              </w:tc>
            </w:tr>
          </w:tbl>
          <w:p w:rsidR="00AF36E9" w:rsidRDefault="00AF36E9" w:rsidP="00FC2C27">
            <w:pPr>
              <w:pStyle w:val="AStyle1"/>
            </w:pPr>
          </w:p>
        </w:tc>
      </w:tr>
    </w:tbl>
    <w:p w:rsidR="00AF36E9" w:rsidRDefault="00AF36E9"/>
    <w:p w:rsidR="00BE266D" w:rsidRDefault="00BE266D" w:rsidP="00854265">
      <w:pPr>
        <w:pStyle w:val="Heading1"/>
      </w:pPr>
      <w:bookmarkStart w:id="5" w:name="_Toc497839190"/>
      <w:r>
        <w:lastRenderedPageBreak/>
        <w:t>End User Question</w:t>
      </w:r>
      <w:r w:rsidR="00E73271">
        <w:t>n</w:t>
      </w:r>
      <w:bookmarkStart w:id="6" w:name="_GoBack"/>
      <w:bookmarkEnd w:id="6"/>
      <w:r>
        <w:t>aire</w:t>
      </w:r>
      <w:bookmarkEnd w:id="5"/>
    </w:p>
    <w:p w:rsidR="00BE266D" w:rsidRDefault="00BE266D" w:rsidP="00BE266D"/>
    <w:p w:rsidR="00BE266D" w:rsidRDefault="00BE266D" w:rsidP="00BE266D">
      <w:r>
        <w:t xml:space="preserve">The following section covers the questions to ask the end user to determine how they currently use their system and </w:t>
      </w:r>
      <w:r w:rsidR="00854265">
        <w:t xml:space="preserve">their </w:t>
      </w:r>
      <w:r>
        <w:t>requirements moving forward.</w:t>
      </w:r>
    </w:p>
    <w:p w:rsidR="00BE266D" w:rsidRPr="00BE266D" w:rsidRDefault="00BE266D" w:rsidP="00BE266D"/>
    <w:tbl>
      <w:tblPr>
        <w:tblW w:w="10206" w:type="dxa"/>
        <w:tblInd w:w="-459" w:type="dxa"/>
        <w:tblBorders>
          <w:insideV w:val="single" w:sz="4" w:space="0" w:color="auto"/>
        </w:tblBorders>
        <w:tblLayout w:type="fixed"/>
        <w:tblLook w:val="0000" w:firstRow="0" w:lastRow="0" w:firstColumn="0" w:lastColumn="0" w:noHBand="0" w:noVBand="0"/>
      </w:tblPr>
      <w:tblGrid>
        <w:gridCol w:w="10206"/>
      </w:tblGrid>
      <w:tr w:rsidR="006F0727" w:rsidRPr="00F223FC" w:rsidTr="00062D44">
        <w:tc>
          <w:tcPr>
            <w:tcW w:w="10206" w:type="dxa"/>
            <w:shd w:val="clear" w:color="auto" w:fill="auto"/>
          </w:tcPr>
          <w:p w:rsidR="006F0727" w:rsidRPr="00576263" w:rsidRDefault="009F5C2A" w:rsidP="00854265">
            <w:pPr>
              <w:pStyle w:val="Heading1"/>
            </w:pPr>
            <w:r>
              <w:lastRenderedPageBreak/>
              <w:t xml:space="preserve"> </w:t>
            </w:r>
            <w:bookmarkStart w:id="7" w:name="_Toc497839191"/>
            <w:r w:rsidR="00BE266D">
              <w:t>Infusion Defaults</w:t>
            </w:r>
            <w:bookmarkEnd w:id="7"/>
          </w:p>
        </w:tc>
      </w:tr>
      <w:tr w:rsidR="00F60437" w:rsidRPr="00F223FC" w:rsidTr="00062D44">
        <w:trPr>
          <w:trHeight w:val="5272"/>
        </w:trPr>
        <w:tc>
          <w:tcPr>
            <w:tcW w:w="10206" w:type="dxa"/>
            <w:shd w:val="clear" w:color="auto" w:fill="auto"/>
          </w:tcPr>
          <w:p w:rsidR="00F60437" w:rsidRPr="008C6921" w:rsidRDefault="00F60437" w:rsidP="008C6921">
            <w:pPr>
              <w:pStyle w:val="Heading3"/>
              <w:jc w:val="left"/>
              <w:rPr>
                <w:sz w:val="24"/>
                <w:szCs w:val="24"/>
                <w:u w:val="none"/>
              </w:rPr>
            </w:pPr>
            <w:bookmarkStart w:id="8" w:name="_Toc497839192"/>
            <w:r w:rsidRPr="008C6921">
              <w:rPr>
                <w:rStyle w:val="Heading2Char"/>
                <w:b/>
                <w:u w:val="none"/>
              </w:rPr>
              <w:t>System Defaults</w:t>
            </w:r>
            <w:bookmarkEnd w:id="8"/>
          </w:p>
          <w:p w:rsidR="00576263" w:rsidRPr="00576263" w:rsidRDefault="00576263" w:rsidP="00576263">
            <w:pPr>
              <w:pStyle w:val="Heading3"/>
            </w:pPr>
            <w:r>
              <w:t>Preferences</w:t>
            </w:r>
          </w:p>
          <w:tbl>
            <w:tblPr>
              <w:tblW w:w="100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400"/>
              <w:gridCol w:w="1313"/>
              <w:gridCol w:w="1304"/>
            </w:tblGrid>
            <w:tr w:rsidR="00FC2C27" w:rsidTr="00671C04">
              <w:trPr>
                <w:trHeight w:val="376"/>
              </w:trPr>
              <w:tc>
                <w:tcPr>
                  <w:tcW w:w="8713" w:type="dxa"/>
                  <w:gridSpan w:val="2"/>
                  <w:vAlign w:val="bottom"/>
                </w:tcPr>
                <w:p w:rsidR="00FC2C27" w:rsidRPr="007C7BEE" w:rsidRDefault="00FC2C27" w:rsidP="00FC2C27">
                  <w:pPr>
                    <w:pStyle w:val="AStyle1"/>
                  </w:pPr>
                  <w:r w:rsidRPr="007C7BEE">
                    <w:t xml:space="preserve">“Esc” Exits Window </w:t>
                  </w:r>
                </w:p>
              </w:tc>
              <w:tc>
                <w:tcPr>
                  <w:tcW w:w="1304" w:type="dxa"/>
                </w:tcPr>
                <w:p w:rsidR="00FC2C27" w:rsidRPr="00FC2C27" w:rsidRDefault="00FC2C27" w:rsidP="00FC2C27">
                  <w:pPr>
                    <w:pStyle w:val="AStyle1"/>
                    <w:jc w:val="center"/>
                  </w:pPr>
                  <w:r w:rsidRPr="00FC2C27">
                    <w:t>Y / N</w:t>
                  </w:r>
                </w:p>
              </w:tc>
            </w:tr>
            <w:tr w:rsidR="00E64FAB" w:rsidTr="00671C04">
              <w:trPr>
                <w:trHeight w:val="376"/>
              </w:trPr>
              <w:tc>
                <w:tcPr>
                  <w:tcW w:w="8713" w:type="dxa"/>
                  <w:gridSpan w:val="2"/>
                  <w:vAlign w:val="bottom"/>
                </w:tcPr>
                <w:p w:rsidR="00E64FAB" w:rsidRPr="007C7BEE" w:rsidRDefault="00E64FAB" w:rsidP="00E64FAB">
                  <w:pPr>
                    <w:pStyle w:val="AStyle1"/>
                  </w:pPr>
                  <w:r w:rsidRPr="007C7BEE">
                    <w:t xml:space="preserve">Staff Code Required on All Transactions </w:t>
                  </w:r>
                </w:p>
              </w:tc>
              <w:tc>
                <w:tcPr>
                  <w:tcW w:w="1304" w:type="dxa"/>
                </w:tcPr>
                <w:p w:rsidR="00E64FAB" w:rsidRPr="00FC2C27" w:rsidRDefault="00E64FAB" w:rsidP="00E64FAB">
                  <w:pPr>
                    <w:pStyle w:val="AStyle1"/>
                    <w:jc w:val="center"/>
                  </w:pPr>
                  <w:r w:rsidRPr="00FC2C27">
                    <w:t>Y / N</w:t>
                  </w:r>
                </w:p>
              </w:tc>
            </w:tr>
            <w:tr w:rsidR="00FC2C27" w:rsidTr="00671C04">
              <w:trPr>
                <w:trHeight w:val="376"/>
              </w:trPr>
              <w:tc>
                <w:tcPr>
                  <w:tcW w:w="8713" w:type="dxa"/>
                  <w:gridSpan w:val="2"/>
                  <w:vAlign w:val="bottom"/>
                </w:tcPr>
                <w:p w:rsidR="00FC2C27" w:rsidRPr="007C7BEE" w:rsidRDefault="00E64FAB" w:rsidP="00FC2C27">
                  <w:pPr>
                    <w:pStyle w:val="AStyle1"/>
                  </w:pPr>
                  <w:r w:rsidRPr="007C7BEE">
                    <w:t>Entered By Required on All Transactions</w:t>
                  </w:r>
                </w:p>
              </w:tc>
              <w:tc>
                <w:tcPr>
                  <w:tcW w:w="1304" w:type="dxa"/>
                </w:tcPr>
                <w:p w:rsidR="00FC2C27" w:rsidRPr="00FC2C27" w:rsidRDefault="00E64FAB" w:rsidP="00FC2C27">
                  <w:pPr>
                    <w:pStyle w:val="AStyle1"/>
                    <w:jc w:val="center"/>
                  </w:pPr>
                  <w:r w:rsidRPr="00FC2C27">
                    <w:t>Y / N</w:t>
                  </w:r>
                </w:p>
              </w:tc>
            </w:tr>
            <w:tr w:rsidR="00E64FAB" w:rsidTr="00671C04">
              <w:trPr>
                <w:trHeight w:val="376"/>
              </w:trPr>
              <w:tc>
                <w:tcPr>
                  <w:tcW w:w="8713" w:type="dxa"/>
                  <w:gridSpan w:val="2"/>
                  <w:vAlign w:val="bottom"/>
                </w:tcPr>
                <w:p w:rsidR="00E64FAB" w:rsidRPr="007C7BEE" w:rsidRDefault="00E64FAB" w:rsidP="00E64FAB">
                  <w:pPr>
                    <w:pStyle w:val="AStyle1"/>
                  </w:pPr>
                  <w:r w:rsidRPr="007C7BEE">
                    <w:t>Shade Manage Customers</w:t>
                  </w:r>
                </w:p>
              </w:tc>
              <w:tc>
                <w:tcPr>
                  <w:tcW w:w="1304" w:type="dxa"/>
                </w:tcPr>
                <w:p w:rsidR="00E64FAB" w:rsidRPr="00FC2C27" w:rsidRDefault="00E64FAB" w:rsidP="00E64FAB">
                  <w:pPr>
                    <w:pStyle w:val="AStyle1"/>
                    <w:jc w:val="center"/>
                  </w:pPr>
                  <w:r w:rsidRPr="00FC2C27">
                    <w:t>Y / N</w:t>
                  </w:r>
                </w:p>
              </w:tc>
            </w:tr>
            <w:tr w:rsidR="00E64FAB" w:rsidTr="00671C04">
              <w:trPr>
                <w:trHeight w:val="376"/>
              </w:trPr>
              <w:tc>
                <w:tcPr>
                  <w:tcW w:w="8713" w:type="dxa"/>
                  <w:gridSpan w:val="2"/>
                  <w:vAlign w:val="bottom"/>
                </w:tcPr>
                <w:p w:rsidR="00E64FAB" w:rsidRPr="007C7BEE" w:rsidRDefault="00E64FAB" w:rsidP="00E64FAB">
                  <w:pPr>
                    <w:pStyle w:val="AStyle1"/>
                  </w:pPr>
                  <w:r w:rsidRPr="007C7BEE">
                    <w:t xml:space="preserve">Print Company Name on Layouts </w:t>
                  </w:r>
                </w:p>
              </w:tc>
              <w:tc>
                <w:tcPr>
                  <w:tcW w:w="1304" w:type="dxa"/>
                </w:tcPr>
                <w:p w:rsidR="00E64FAB" w:rsidRPr="00FC2C27" w:rsidRDefault="00E64FAB" w:rsidP="00E64FAB">
                  <w:pPr>
                    <w:pStyle w:val="AStyle1"/>
                    <w:jc w:val="center"/>
                  </w:pPr>
                  <w:r w:rsidRPr="00FC2C27">
                    <w:t>Y / N</w:t>
                  </w:r>
                </w:p>
              </w:tc>
            </w:tr>
            <w:tr w:rsidR="00E64FAB" w:rsidTr="00671C04">
              <w:trPr>
                <w:trHeight w:val="376"/>
              </w:trPr>
              <w:tc>
                <w:tcPr>
                  <w:tcW w:w="8713" w:type="dxa"/>
                  <w:gridSpan w:val="2"/>
                  <w:vAlign w:val="bottom"/>
                </w:tcPr>
                <w:p w:rsidR="00E64FAB" w:rsidRPr="007C7BEE" w:rsidRDefault="00E64FAB" w:rsidP="00E64FAB">
                  <w:pPr>
                    <w:pStyle w:val="AStyle1"/>
                  </w:pPr>
                  <w:r w:rsidRPr="007C7BEE">
                    <w:t xml:space="preserve">Prompt for a reason when deleting </w:t>
                  </w:r>
                </w:p>
              </w:tc>
              <w:tc>
                <w:tcPr>
                  <w:tcW w:w="1304" w:type="dxa"/>
                </w:tcPr>
                <w:p w:rsidR="00E64FAB" w:rsidRPr="00FC2C27" w:rsidRDefault="00E64FAB" w:rsidP="00E64FAB">
                  <w:pPr>
                    <w:pStyle w:val="AStyle1"/>
                    <w:jc w:val="center"/>
                  </w:pPr>
                  <w:r w:rsidRPr="00FC2C27">
                    <w:t>Y / N</w:t>
                  </w:r>
                </w:p>
              </w:tc>
            </w:tr>
            <w:tr w:rsidR="00E64FAB" w:rsidTr="00671C04">
              <w:trPr>
                <w:trHeight w:val="355"/>
              </w:trPr>
              <w:tc>
                <w:tcPr>
                  <w:tcW w:w="8713" w:type="dxa"/>
                  <w:gridSpan w:val="2"/>
                  <w:vAlign w:val="bottom"/>
                </w:tcPr>
                <w:p w:rsidR="00E64FAB" w:rsidRPr="007C7BEE" w:rsidRDefault="00E64FAB" w:rsidP="00E64FAB">
                  <w:pPr>
                    <w:pStyle w:val="AStyle1"/>
                  </w:pPr>
                  <w:r w:rsidRPr="007C7BEE">
                    <w:t xml:space="preserve">Shade Selected Column </w:t>
                  </w:r>
                </w:p>
              </w:tc>
              <w:tc>
                <w:tcPr>
                  <w:tcW w:w="1304" w:type="dxa"/>
                </w:tcPr>
                <w:p w:rsidR="00E64FAB" w:rsidRPr="00FC2C27" w:rsidRDefault="00E64FAB" w:rsidP="00E64FAB">
                  <w:pPr>
                    <w:pStyle w:val="AStyle1"/>
                    <w:jc w:val="center"/>
                  </w:pPr>
                  <w:r w:rsidRPr="00FC2C27">
                    <w:t>Y / N</w:t>
                  </w:r>
                </w:p>
              </w:tc>
            </w:tr>
            <w:tr w:rsidR="00A06595" w:rsidTr="00671C04">
              <w:trPr>
                <w:trHeight w:val="376"/>
              </w:trPr>
              <w:tc>
                <w:tcPr>
                  <w:tcW w:w="8713" w:type="dxa"/>
                  <w:gridSpan w:val="2"/>
                  <w:vAlign w:val="bottom"/>
                </w:tcPr>
                <w:p w:rsidR="00A06595" w:rsidRPr="007C7BEE" w:rsidRDefault="00A06595" w:rsidP="00E64FAB">
                  <w:pPr>
                    <w:pStyle w:val="AStyle1"/>
                  </w:pPr>
                  <w:r>
                    <w:t>Use Default Printer when printing Labels</w:t>
                  </w:r>
                </w:p>
              </w:tc>
              <w:tc>
                <w:tcPr>
                  <w:tcW w:w="1304" w:type="dxa"/>
                </w:tcPr>
                <w:p w:rsidR="00A06595" w:rsidRPr="00FC2C27" w:rsidRDefault="00A06595" w:rsidP="00A06595">
                  <w:pPr>
                    <w:pStyle w:val="AStyle1"/>
                    <w:jc w:val="center"/>
                  </w:pPr>
                  <w:r w:rsidRPr="00FC2C27">
                    <w:t>Y / N</w:t>
                  </w:r>
                </w:p>
              </w:tc>
            </w:tr>
            <w:tr w:rsidR="00A06595" w:rsidTr="00671C04">
              <w:trPr>
                <w:trHeight w:val="376"/>
              </w:trPr>
              <w:tc>
                <w:tcPr>
                  <w:tcW w:w="8713" w:type="dxa"/>
                  <w:gridSpan w:val="2"/>
                  <w:vAlign w:val="bottom"/>
                </w:tcPr>
                <w:p w:rsidR="00A06595" w:rsidRPr="007C7BEE" w:rsidRDefault="00A06595" w:rsidP="00E64FAB">
                  <w:pPr>
                    <w:pStyle w:val="AStyle1"/>
                  </w:pPr>
                  <w:r>
                    <w:t>Ask Non Critical Confirmation Questions</w:t>
                  </w:r>
                </w:p>
              </w:tc>
              <w:tc>
                <w:tcPr>
                  <w:tcW w:w="1304" w:type="dxa"/>
                </w:tcPr>
                <w:p w:rsidR="00A06595" w:rsidRPr="00FC2C27" w:rsidRDefault="00A06595" w:rsidP="00E64FAB">
                  <w:pPr>
                    <w:pStyle w:val="AStyle1"/>
                    <w:jc w:val="center"/>
                  </w:pPr>
                  <w:r w:rsidRPr="00FC2C27">
                    <w:t>Y / N</w:t>
                  </w:r>
                </w:p>
              </w:tc>
            </w:tr>
            <w:tr w:rsidR="00A06595" w:rsidTr="00671C04">
              <w:trPr>
                <w:trHeight w:val="376"/>
              </w:trPr>
              <w:tc>
                <w:tcPr>
                  <w:tcW w:w="8713" w:type="dxa"/>
                  <w:gridSpan w:val="2"/>
                  <w:vAlign w:val="bottom"/>
                </w:tcPr>
                <w:p w:rsidR="00A06595" w:rsidRPr="007C7BEE" w:rsidRDefault="00671C04" w:rsidP="00E64FAB">
                  <w:pPr>
                    <w:pStyle w:val="AStyle1"/>
                  </w:pPr>
                  <w:r>
                    <w:t>Management Reports – Round to nearest Dollar</w:t>
                  </w:r>
                </w:p>
              </w:tc>
              <w:tc>
                <w:tcPr>
                  <w:tcW w:w="1304" w:type="dxa"/>
                </w:tcPr>
                <w:p w:rsidR="00A06595" w:rsidRPr="00FC2C27" w:rsidRDefault="00A06595" w:rsidP="00E64FAB">
                  <w:pPr>
                    <w:pStyle w:val="AStyle1"/>
                    <w:jc w:val="center"/>
                  </w:pPr>
                  <w:r w:rsidRPr="00FC2C27">
                    <w:t>Y / N</w:t>
                  </w:r>
                </w:p>
              </w:tc>
            </w:tr>
            <w:tr w:rsidR="00C65D2B" w:rsidTr="00671C04">
              <w:trPr>
                <w:trHeight w:val="376"/>
              </w:trPr>
              <w:tc>
                <w:tcPr>
                  <w:tcW w:w="8713" w:type="dxa"/>
                  <w:gridSpan w:val="2"/>
                  <w:vAlign w:val="bottom"/>
                </w:tcPr>
                <w:p w:rsidR="00C65D2B" w:rsidRDefault="00C65D2B" w:rsidP="00E64FAB">
                  <w:pPr>
                    <w:pStyle w:val="AStyle1"/>
                  </w:pPr>
                  <w:r>
                    <w:t>Product Management Reports – No Decimals for Quantities</w:t>
                  </w:r>
                </w:p>
              </w:tc>
              <w:tc>
                <w:tcPr>
                  <w:tcW w:w="1304" w:type="dxa"/>
                </w:tcPr>
                <w:p w:rsidR="00C65D2B" w:rsidRPr="00FC2C27" w:rsidRDefault="00C65D2B" w:rsidP="00E64FAB">
                  <w:pPr>
                    <w:pStyle w:val="AStyle1"/>
                    <w:jc w:val="center"/>
                  </w:pPr>
                  <w:r w:rsidRPr="00FC2C27">
                    <w:t>Y / N</w:t>
                  </w:r>
                </w:p>
              </w:tc>
            </w:tr>
            <w:tr w:rsidR="00A06595" w:rsidTr="00671C04">
              <w:trPr>
                <w:trHeight w:val="376"/>
              </w:trPr>
              <w:tc>
                <w:tcPr>
                  <w:tcW w:w="8713" w:type="dxa"/>
                  <w:gridSpan w:val="2"/>
                  <w:vAlign w:val="bottom"/>
                </w:tcPr>
                <w:p w:rsidR="00A06595" w:rsidRPr="007C7BEE" w:rsidRDefault="00671C04" w:rsidP="00E64FAB">
                  <w:pPr>
                    <w:pStyle w:val="AStyle1"/>
                  </w:pPr>
                  <w:r>
                    <w:t>“Proper” – Names and Addresses</w:t>
                  </w:r>
                </w:p>
              </w:tc>
              <w:tc>
                <w:tcPr>
                  <w:tcW w:w="1304" w:type="dxa"/>
                </w:tcPr>
                <w:p w:rsidR="00A06595" w:rsidRPr="00FC2C27" w:rsidRDefault="00A06595" w:rsidP="00E64FAB">
                  <w:pPr>
                    <w:pStyle w:val="AStyle1"/>
                    <w:jc w:val="center"/>
                  </w:pPr>
                  <w:r w:rsidRPr="00FC2C27">
                    <w:t>Y / N</w:t>
                  </w:r>
                </w:p>
              </w:tc>
            </w:tr>
            <w:tr w:rsidR="00671C04" w:rsidTr="00671C04">
              <w:trPr>
                <w:trHeight w:val="376"/>
              </w:trPr>
              <w:tc>
                <w:tcPr>
                  <w:tcW w:w="8713" w:type="dxa"/>
                  <w:gridSpan w:val="2"/>
                  <w:vAlign w:val="bottom"/>
                </w:tcPr>
                <w:p w:rsidR="00671C04" w:rsidRPr="007C7BEE" w:rsidRDefault="00671C04" w:rsidP="00E64FAB">
                  <w:pPr>
                    <w:pStyle w:val="AStyle1"/>
                  </w:pPr>
                  <w:r>
                    <w:t>Check for last back up daily</w:t>
                  </w:r>
                </w:p>
              </w:tc>
              <w:tc>
                <w:tcPr>
                  <w:tcW w:w="1304" w:type="dxa"/>
                </w:tcPr>
                <w:p w:rsidR="00671C04" w:rsidRPr="00FC2C27" w:rsidRDefault="00671C04" w:rsidP="00E64FAB">
                  <w:pPr>
                    <w:pStyle w:val="AStyle1"/>
                    <w:jc w:val="center"/>
                  </w:pPr>
                  <w:r w:rsidRPr="00FC2C27">
                    <w:t>Y / N</w:t>
                  </w:r>
                </w:p>
              </w:tc>
            </w:tr>
            <w:tr w:rsidR="00671C04" w:rsidTr="00671C04">
              <w:trPr>
                <w:trHeight w:val="376"/>
              </w:trPr>
              <w:tc>
                <w:tcPr>
                  <w:tcW w:w="8713" w:type="dxa"/>
                  <w:gridSpan w:val="2"/>
                  <w:vAlign w:val="bottom"/>
                </w:tcPr>
                <w:p w:rsidR="00671C04" w:rsidRPr="007C7BEE" w:rsidRDefault="00671C04" w:rsidP="00E64FAB">
                  <w:pPr>
                    <w:pStyle w:val="AStyle1"/>
                  </w:pPr>
                  <w:r>
                    <w:t>Exclude Backup check for Saturday</w:t>
                  </w:r>
                </w:p>
              </w:tc>
              <w:tc>
                <w:tcPr>
                  <w:tcW w:w="1304" w:type="dxa"/>
                </w:tcPr>
                <w:p w:rsidR="00671C04" w:rsidRPr="00FC2C27" w:rsidRDefault="00671C04" w:rsidP="00E64FAB">
                  <w:pPr>
                    <w:pStyle w:val="AStyle1"/>
                    <w:jc w:val="center"/>
                  </w:pPr>
                  <w:r w:rsidRPr="00FC2C27">
                    <w:t>Y / N</w:t>
                  </w:r>
                </w:p>
              </w:tc>
            </w:tr>
            <w:tr w:rsidR="00671C04" w:rsidTr="00671C04">
              <w:trPr>
                <w:trHeight w:val="376"/>
              </w:trPr>
              <w:tc>
                <w:tcPr>
                  <w:tcW w:w="8713" w:type="dxa"/>
                  <w:gridSpan w:val="2"/>
                  <w:vAlign w:val="bottom"/>
                </w:tcPr>
                <w:p w:rsidR="00671C04" w:rsidRPr="007C7BEE" w:rsidRDefault="00671C04" w:rsidP="00E64FAB">
                  <w:pPr>
                    <w:pStyle w:val="AStyle1"/>
                  </w:pPr>
                  <w:r>
                    <w:t>Exclude check for Sunday</w:t>
                  </w:r>
                </w:p>
              </w:tc>
              <w:tc>
                <w:tcPr>
                  <w:tcW w:w="1304" w:type="dxa"/>
                </w:tcPr>
                <w:p w:rsidR="00671C04" w:rsidRPr="00FC2C27" w:rsidRDefault="00671C04" w:rsidP="00E64FAB">
                  <w:pPr>
                    <w:pStyle w:val="AStyle1"/>
                    <w:jc w:val="center"/>
                  </w:pPr>
                  <w:r w:rsidRPr="00FC2C27">
                    <w:t>Y / N</w:t>
                  </w:r>
                </w:p>
              </w:tc>
            </w:tr>
            <w:tr w:rsidR="00671C04" w:rsidTr="00671C04">
              <w:trPr>
                <w:trHeight w:val="376"/>
              </w:trPr>
              <w:tc>
                <w:tcPr>
                  <w:tcW w:w="8713" w:type="dxa"/>
                  <w:gridSpan w:val="2"/>
                  <w:vAlign w:val="bottom"/>
                </w:tcPr>
                <w:p w:rsidR="00671C04" w:rsidRPr="007C7BEE" w:rsidRDefault="00671C04" w:rsidP="00E64FAB">
                  <w:pPr>
                    <w:pStyle w:val="AStyle1"/>
                  </w:pPr>
                  <w:r>
                    <w:t>Go to “CODE” – first, where possible</w:t>
                  </w:r>
                </w:p>
              </w:tc>
              <w:tc>
                <w:tcPr>
                  <w:tcW w:w="1304" w:type="dxa"/>
                </w:tcPr>
                <w:p w:rsidR="00671C04" w:rsidRPr="00FC2C27" w:rsidRDefault="00671C04" w:rsidP="00E64FAB">
                  <w:pPr>
                    <w:pStyle w:val="AStyle1"/>
                    <w:jc w:val="center"/>
                  </w:pPr>
                  <w:r w:rsidRPr="00FC2C27">
                    <w:t>Y / N</w:t>
                  </w:r>
                </w:p>
              </w:tc>
            </w:tr>
            <w:tr w:rsidR="00671C04" w:rsidTr="00671C04">
              <w:trPr>
                <w:trHeight w:val="355"/>
              </w:trPr>
              <w:tc>
                <w:tcPr>
                  <w:tcW w:w="8713" w:type="dxa"/>
                  <w:gridSpan w:val="2"/>
                  <w:vAlign w:val="bottom"/>
                </w:tcPr>
                <w:p w:rsidR="00671C04" w:rsidRPr="009E3A1B" w:rsidRDefault="00671C04" w:rsidP="00E64FAB">
                  <w:pPr>
                    <w:pStyle w:val="AStyle1"/>
                  </w:pPr>
                  <w:r w:rsidRPr="009E3A1B">
                    <w:t>Transaction Lockout Date</w:t>
                  </w:r>
                </w:p>
              </w:tc>
              <w:tc>
                <w:tcPr>
                  <w:tcW w:w="1304" w:type="dxa"/>
                </w:tcPr>
                <w:p w:rsidR="00671C04" w:rsidRPr="00FC2C27" w:rsidRDefault="00671C04" w:rsidP="00E64FAB">
                  <w:pPr>
                    <w:pStyle w:val="AStyle1"/>
                    <w:jc w:val="center"/>
                  </w:pPr>
                </w:p>
              </w:tc>
            </w:tr>
            <w:tr w:rsidR="00C65D2B" w:rsidTr="00671C04">
              <w:trPr>
                <w:trHeight w:val="376"/>
              </w:trPr>
              <w:tc>
                <w:tcPr>
                  <w:tcW w:w="8713" w:type="dxa"/>
                  <w:gridSpan w:val="2"/>
                  <w:vAlign w:val="bottom"/>
                </w:tcPr>
                <w:p w:rsidR="00C65D2B" w:rsidRPr="007C7BEE" w:rsidRDefault="00C65D2B" w:rsidP="00CD47FF">
                  <w:pPr>
                    <w:pStyle w:val="AStyle1"/>
                    <w:ind w:left="720"/>
                  </w:pPr>
                  <w:r>
                    <w:t>Transactions cannot be entered before:</w:t>
                  </w:r>
                </w:p>
              </w:tc>
              <w:tc>
                <w:tcPr>
                  <w:tcW w:w="1304" w:type="dxa"/>
                </w:tcPr>
                <w:p w:rsidR="00C65D2B" w:rsidRPr="00FC2C27" w:rsidRDefault="009E3A1B" w:rsidP="009E3A1B">
                  <w:pPr>
                    <w:pStyle w:val="AStyle1"/>
                    <w:jc w:val="center"/>
                  </w:pPr>
                  <w:r>
                    <w:t>/   /</w:t>
                  </w:r>
                </w:p>
              </w:tc>
            </w:tr>
            <w:tr w:rsidR="00C65D2B" w:rsidTr="00671C04">
              <w:trPr>
                <w:trHeight w:val="376"/>
              </w:trPr>
              <w:tc>
                <w:tcPr>
                  <w:tcW w:w="8713" w:type="dxa"/>
                  <w:gridSpan w:val="2"/>
                  <w:vAlign w:val="bottom"/>
                </w:tcPr>
                <w:p w:rsidR="00C65D2B" w:rsidRPr="007C7BEE" w:rsidRDefault="00C65D2B" w:rsidP="00CD47FF">
                  <w:pPr>
                    <w:pStyle w:val="AStyle1"/>
                    <w:ind w:left="720"/>
                  </w:pPr>
                  <w:r>
                    <w:t>Transactions cannot be entered after:</w:t>
                  </w:r>
                </w:p>
              </w:tc>
              <w:tc>
                <w:tcPr>
                  <w:tcW w:w="1304" w:type="dxa"/>
                </w:tcPr>
                <w:p w:rsidR="00C65D2B" w:rsidRPr="00FC2C27" w:rsidRDefault="009E3A1B" w:rsidP="00E64FAB">
                  <w:pPr>
                    <w:pStyle w:val="AStyle1"/>
                    <w:jc w:val="center"/>
                  </w:pPr>
                  <w:r>
                    <w:t>/   /</w:t>
                  </w:r>
                </w:p>
              </w:tc>
            </w:tr>
            <w:tr w:rsidR="00671C04" w:rsidTr="00671C04">
              <w:trPr>
                <w:trHeight w:val="376"/>
              </w:trPr>
              <w:tc>
                <w:tcPr>
                  <w:tcW w:w="8713" w:type="dxa"/>
                  <w:gridSpan w:val="2"/>
                  <w:vAlign w:val="bottom"/>
                </w:tcPr>
                <w:p w:rsidR="00671C04" w:rsidRPr="007C7BEE" w:rsidRDefault="00671C04" w:rsidP="00E64FAB">
                  <w:pPr>
                    <w:pStyle w:val="AStyle1"/>
                  </w:pPr>
                  <w:r w:rsidRPr="007C7BEE">
                    <w:t>Default Cashbook Receipt Method</w:t>
                  </w:r>
                </w:p>
              </w:tc>
              <w:tc>
                <w:tcPr>
                  <w:tcW w:w="1304" w:type="dxa"/>
                </w:tcPr>
                <w:p w:rsidR="00671C04" w:rsidRPr="00FC2C27" w:rsidRDefault="00671C04" w:rsidP="00E64FAB">
                  <w:pPr>
                    <w:pStyle w:val="AStyle1"/>
                    <w:jc w:val="center"/>
                  </w:pPr>
                  <w:r w:rsidRPr="00FC2C27">
                    <w:t>Y / N</w:t>
                  </w:r>
                </w:p>
              </w:tc>
            </w:tr>
            <w:tr w:rsidR="00671C04" w:rsidTr="00671C04">
              <w:trPr>
                <w:trHeight w:val="376"/>
              </w:trPr>
              <w:tc>
                <w:tcPr>
                  <w:tcW w:w="8713" w:type="dxa"/>
                  <w:gridSpan w:val="2"/>
                  <w:vAlign w:val="bottom"/>
                </w:tcPr>
                <w:p w:rsidR="00671C04" w:rsidRPr="007C7BEE" w:rsidRDefault="00671C04" w:rsidP="00E64FAB">
                  <w:pPr>
                    <w:pStyle w:val="AStyle1"/>
                  </w:pPr>
                  <w:r w:rsidRPr="007C7BEE">
                    <w:t xml:space="preserve">Warn when duplicate cheque number used </w:t>
                  </w:r>
                </w:p>
              </w:tc>
              <w:tc>
                <w:tcPr>
                  <w:tcW w:w="1304" w:type="dxa"/>
                </w:tcPr>
                <w:p w:rsidR="00671C04" w:rsidRPr="00FC2C27" w:rsidRDefault="00671C04" w:rsidP="00E64FAB">
                  <w:pPr>
                    <w:pStyle w:val="AStyle1"/>
                    <w:jc w:val="center"/>
                  </w:pPr>
                  <w:r w:rsidRPr="00FC2C27">
                    <w:t>Y / N</w:t>
                  </w:r>
                </w:p>
              </w:tc>
            </w:tr>
            <w:tr w:rsidR="00671C04" w:rsidTr="00671C04">
              <w:trPr>
                <w:trHeight w:val="376"/>
              </w:trPr>
              <w:tc>
                <w:tcPr>
                  <w:tcW w:w="8713" w:type="dxa"/>
                  <w:gridSpan w:val="2"/>
                  <w:vAlign w:val="bottom"/>
                </w:tcPr>
                <w:p w:rsidR="00671C04" w:rsidRPr="007C7BEE" w:rsidRDefault="00671C04" w:rsidP="00E64FAB">
                  <w:pPr>
                    <w:pStyle w:val="AStyle1"/>
                  </w:pPr>
                  <w:r w:rsidRPr="007C7BEE">
                    <w:t xml:space="preserve">Company Logo File </w:t>
                  </w:r>
                </w:p>
              </w:tc>
              <w:tc>
                <w:tcPr>
                  <w:tcW w:w="1304" w:type="dxa"/>
                </w:tcPr>
                <w:p w:rsidR="00671C04" w:rsidRPr="00FC2C27" w:rsidRDefault="00671C04" w:rsidP="00E64FAB">
                  <w:pPr>
                    <w:pStyle w:val="AStyle1"/>
                    <w:jc w:val="center"/>
                  </w:pPr>
                  <w:r w:rsidRPr="00FC2C27">
                    <w:t>Y / N</w:t>
                  </w:r>
                </w:p>
              </w:tc>
            </w:tr>
            <w:tr w:rsidR="00D73110" w:rsidTr="00D73110">
              <w:trPr>
                <w:trHeight w:val="397"/>
              </w:trPr>
              <w:tc>
                <w:tcPr>
                  <w:tcW w:w="7400" w:type="dxa"/>
                  <w:vAlign w:val="bottom"/>
                </w:tcPr>
                <w:p w:rsidR="00D73110" w:rsidRPr="007C7BEE" w:rsidRDefault="00D73110" w:rsidP="00E64FAB">
                  <w:pPr>
                    <w:pStyle w:val="AStyle1"/>
                  </w:pPr>
                  <w:r>
                    <w:t>Force log off time</w:t>
                  </w:r>
                </w:p>
              </w:tc>
              <w:tc>
                <w:tcPr>
                  <w:tcW w:w="1313" w:type="dxa"/>
                  <w:vAlign w:val="bottom"/>
                </w:tcPr>
                <w:p w:rsidR="00D73110" w:rsidRPr="007C7BEE" w:rsidRDefault="00D73110" w:rsidP="00D73110">
                  <w:pPr>
                    <w:pStyle w:val="AStyle1"/>
                    <w:jc w:val="center"/>
                  </w:pPr>
                  <w:r w:rsidRPr="00FC2C27">
                    <w:t>Y / N</w:t>
                  </w:r>
                </w:p>
              </w:tc>
              <w:tc>
                <w:tcPr>
                  <w:tcW w:w="1304" w:type="dxa"/>
                </w:tcPr>
                <w:p w:rsidR="00D73110" w:rsidRPr="00FC2C27" w:rsidRDefault="009E3A1B" w:rsidP="00E64FAB">
                  <w:pPr>
                    <w:pStyle w:val="AStyle1"/>
                    <w:jc w:val="center"/>
                  </w:pPr>
                  <w:r>
                    <w:t>:</w:t>
                  </w:r>
                </w:p>
              </w:tc>
            </w:tr>
            <w:tr w:rsidR="00D73110" w:rsidTr="00D73110">
              <w:trPr>
                <w:trHeight w:val="397"/>
              </w:trPr>
              <w:tc>
                <w:tcPr>
                  <w:tcW w:w="7400" w:type="dxa"/>
                  <w:vAlign w:val="bottom"/>
                </w:tcPr>
                <w:p w:rsidR="00D73110" w:rsidRDefault="00D73110" w:rsidP="00E64FAB">
                  <w:pPr>
                    <w:pStyle w:val="AStyle1"/>
                  </w:pPr>
                  <w:r>
                    <w:t>Allow back on time</w:t>
                  </w:r>
                </w:p>
              </w:tc>
              <w:tc>
                <w:tcPr>
                  <w:tcW w:w="1313" w:type="dxa"/>
                  <w:vAlign w:val="bottom"/>
                </w:tcPr>
                <w:p w:rsidR="00D73110" w:rsidRDefault="00D73110" w:rsidP="00D73110">
                  <w:pPr>
                    <w:pStyle w:val="AStyle1"/>
                    <w:jc w:val="center"/>
                  </w:pPr>
                  <w:r w:rsidRPr="00FC2C27">
                    <w:t>Y / N</w:t>
                  </w:r>
                </w:p>
              </w:tc>
              <w:tc>
                <w:tcPr>
                  <w:tcW w:w="1304" w:type="dxa"/>
                </w:tcPr>
                <w:p w:rsidR="00D73110" w:rsidRPr="00FC2C27" w:rsidRDefault="009E3A1B" w:rsidP="00E64FAB">
                  <w:pPr>
                    <w:pStyle w:val="AStyle1"/>
                    <w:jc w:val="center"/>
                  </w:pPr>
                  <w:r>
                    <w:t>:</w:t>
                  </w:r>
                </w:p>
              </w:tc>
            </w:tr>
          </w:tbl>
          <w:p w:rsidR="009E3A1B" w:rsidRPr="00576263" w:rsidRDefault="009E3A1B" w:rsidP="00983CE4">
            <w:pPr>
              <w:pStyle w:val="Heading3"/>
              <w:ind w:left="0"/>
            </w:pPr>
            <w:r>
              <w:t>Search Options:</w:t>
            </w:r>
          </w:p>
          <w:p w:rsidR="00671C04" w:rsidRDefault="00671C04" w:rsidP="00F60437">
            <w:pPr>
              <w:rPr>
                <w:noProof/>
                <w:lang w:eastAsia="en-NZ"/>
              </w:rPr>
            </w:pPr>
          </w:p>
          <w:tbl>
            <w:tblPr>
              <w:tblW w:w="100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713"/>
              <w:gridCol w:w="1304"/>
            </w:tblGrid>
            <w:tr w:rsidR="009E3A1B" w:rsidRPr="00FC2C27" w:rsidTr="009E3A1B">
              <w:trPr>
                <w:trHeight w:val="376"/>
              </w:trPr>
              <w:tc>
                <w:tcPr>
                  <w:tcW w:w="8713" w:type="dxa"/>
                  <w:vAlign w:val="bottom"/>
                </w:tcPr>
                <w:p w:rsidR="00983CE4" w:rsidRPr="007C7BEE" w:rsidRDefault="009E3A1B" w:rsidP="00983CE4">
                  <w:pPr>
                    <w:pStyle w:val="AStyle1"/>
                  </w:pPr>
                  <w:r>
                    <w:t xml:space="preserve">Filtered Search Threshold </w:t>
                  </w:r>
                  <w:r w:rsidR="00983CE4">
                    <w:t xml:space="preserve">qty </w:t>
                  </w:r>
                  <w:proofErr w:type="spellStart"/>
                  <w:r w:rsidR="00983CE4">
                    <w:t>eg</w:t>
                  </w:r>
                  <w:proofErr w:type="spellEnd"/>
                  <w:r w:rsidR="00983CE4">
                    <w:t>: 1000</w:t>
                  </w:r>
                </w:p>
              </w:tc>
              <w:tc>
                <w:tcPr>
                  <w:tcW w:w="1304" w:type="dxa"/>
                </w:tcPr>
                <w:p w:rsidR="009E3A1B" w:rsidRPr="00FC2C27" w:rsidRDefault="009E3A1B" w:rsidP="009E3A1B">
                  <w:pPr>
                    <w:pStyle w:val="AStyle1"/>
                    <w:jc w:val="center"/>
                  </w:pPr>
                </w:p>
              </w:tc>
            </w:tr>
            <w:tr w:rsidR="00983CE4" w:rsidRPr="00FC2C27" w:rsidTr="009E3A1B">
              <w:trPr>
                <w:trHeight w:val="376"/>
              </w:trPr>
              <w:tc>
                <w:tcPr>
                  <w:tcW w:w="8713" w:type="dxa"/>
                  <w:vAlign w:val="bottom"/>
                </w:tcPr>
                <w:p w:rsidR="00983CE4" w:rsidRDefault="00983CE4" w:rsidP="00983CE4">
                  <w:pPr>
                    <w:pStyle w:val="AStyle1"/>
                  </w:pPr>
                  <w:r>
                    <w:t>Use Filtered Search</w:t>
                  </w:r>
                </w:p>
              </w:tc>
              <w:tc>
                <w:tcPr>
                  <w:tcW w:w="1304" w:type="dxa"/>
                </w:tcPr>
                <w:p w:rsidR="00983CE4" w:rsidRPr="00FC2C27" w:rsidRDefault="00983CE4" w:rsidP="009E3A1B">
                  <w:pPr>
                    <w:pStyle w:val="AStyle1"/>
                    <w:jc w:val="center"/>
                  </w:pPr>
                  <w:r>
                    <w:t>Y / N</w:t>
                  </w:r>
                </w:p>
              </w:tc>
            </w:tr>
            <w:tr w:rsidR="00CD47FF" w:rsidRPr="00FC2C27" w:rsidTr="009E3A1B">
              <w:trPr>
                <w:trHeight w:val="376"/>
              </w:trPr>
              <w:tc>
                <w:tcPr>
                  <w:tcW w:w="8713" w:type="dxa"/>
                  <w:vAlign w:val="bottom"/>
                </w:tcPr>
                <w:p w:rsidR="00CD47FF" w:rsidRDefault="009C121D" w:rsidP="00983CE4">
                  <w:pPr>
                    <w:pStyle w:val="AStyle1"/>
                  </w:pPr>
                  <w:r>
                    <w:t>Pre fill ‘Filtered Search’ – (Warning. May slow system when large dataset)</w:t>
                  </w:r>
                </w:p>
              </w:tc>
              <w:tc>
                <w:tcPr>
                  <w:tcW w:w="1304" w:type="dxa"/>
                </w:tcPr>
                <w:p w:rsidR="00CD47FF" w:rsidRDefault="00CD47FF" w:rsidP="009E3A1B">
                  <w:pPr>
                    <w:pStyle w:val="AStyle1"/>
                    <w:jc w:val="center"/>
                  </w:pPr>
                </w:p>
              </w:tc>
            </w:tr>
            <w:tr w:rsidR="00983CE4" w:rsidRPr="00FC2C27" w:rsidTr="009E3A1B">
              <w:trPr>
                <w:trHeight w:val="376"/>
              </w:trPr>
              <w:tc>
                <w:tcPr>
                  <w:tcW w:w="8713" w:type="dxa"/>
                  <w:vAlign w:val="bottom"/>
                </w:tcPr>
                <w:p w:rsidR="00983CE4" w:rsidRDefault="00983CE4" w:rsidP="00983CE4">
                  <w:pPr>
                    <w:pStyle w:val="AStyle1"/>
                  </w:pPr>
                  <w:r>
                    <w:t>Open Item, When ‘Enter”</w:t>
                  </w:r>
                </w:p>
              </w:tc>
              <w:tc>
                <w:tcPr>
                  <w:tcW w:w="1304" w:type="dxa"/>
                </w:tcPr>
                <w:p w:rsidR="00983CE4" w:rsidRDefault="00983CE4" w:rsidP="009E3A1B">
                  <w:pPr>
                    <w:pStyle w:val="AStyle1"/>
                    <w:jc w:val="center"/>
                  </w:pPr>
                  <w:r>
                    <w:t>Y / N</w:t>
                  </w:r>
                </w:p>
              </w:tc>
            </w:tr>
          </w:tbl>
          <w:p w:rsidR="00671C04" w:rsidRPr="009C121D" w:rsidRDefault="00671C04" w:rsidP="009C121D">
            <w:pPr>
              <w:ind w:left="0"/>
            </w:pPr>
          </w:p>
        </w:tc>
      </w:tr>
      <w:tr w:rsidR="00FC2C27" w:rsidRPr="00F223FC" w:rsidTr="00062D44">
        <w:trPr>
          <w:trHeight w:val="8348"/>
        </w:trPr>
        <w:tc>
          <w:tcPr>
            <w:tcW w:w="10206" w:type="dxa"/>
            <w:shd w:val="clear" w:color="auto" w:fill="auto"/>
          </w:tcPr>
          <w:p w:rsidR="00D76FAF" w:rsidRDefault="00D76FAF" w:rsidP="00D76FAF"/>
          <w:p w:rsidR="00FC2C27" w:rsidRPr="00711839" w:rsidRDefault="00FC2C27" w:rsidP="008122F7">
            <w:pPr>
              <w:pStyle w:val="Heading2"/>
            </w:pPr>
            <w:bookmarkStart w:id="9" w:name="_Toc497839193"/>
            <w:r w:rsidRPr="00711839">
              <w:t xml:space="preserve">Financial Control </w:t>
            </w:r>
            <w:r w:rsidR="00645C23">
              <w:t>Defaults</w:t>
            </w:r>
            <w:bookmarkEnd w:id="9"/>
          </w:p>
          <w:p w:rsidR="004E54CF" w:rsidRPr="004E54CF" w:rsidRDefault="004E54CF" w:rsidP="004E54CF">
            <w:r>
              <w:t xml:space="preserve">                                                                                                                                                    </w:t>
            </w:r>
            <w:r w:rsidR="00FA26ED">
              <w:t xml:space="preserve">           </w:t>
            </w:r>
            <w:r>
              <w:t>G/L ID</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983CE4" w:rsidTr="004E54CF">
              <w:tc>
                <w:tcPr>
                  <w:tcW w:w="8676" w:type="dxa"/>
                  <w:vAlign w:val="bottom"/>
                </w:tcPr>
                <w:p w:rsidR="00983CE4" w:rsidRPr="007C7BEE" w:rsidRDefault="00983CE4" w:rsidP="00FC2C27">
                  <w:pPr>
                    <w:pStyle w:val="AStyle1"/>
                  </w:pPr>
                  <w:r w:rsidRPr="007C7BEE">
                    <w:t>Customer Control</w:t>
                  </w:r>
                </w:p>
              </w:tc>
              <w:tc>
                <w:tcPr>
                  <w:tcW w:w="1276" w:type="dxa"/>
                </w:tcPr>
                <w:p w:rsidR="00983CE4" w:rsidRPr="00FC2C27" w:rsidRDefault="00983CE4" w:rsidP="00FC2C27">
                  <w:pPr>
                    <w:pStyle w:val="AStyle1"/>
                    <w:jc w:val="center"/>
                  </w:pPr>
                </w:p>
              </w:tc>
            </w:tr>
            <w:tr w:rsidR="004E54CF" w:rsidTr="004E54CF">
              <w:tc>
                <w:tcPr>
                  <w:tcW w:w="8676" w:type="dxa"/>
                  <w:vAlign w:val="bottom"/>
                </w:tcPr>
                <w:p w:rsidR="004E54CF" w:rsidRPr="007C7BEE" w:rsidRDefault="00983CE4" w:rsidP="00FC2C27">
                  <w:pPr>
                    <w:pStyle w:val="AStyle1"/>
                  </w:pPr>
                  <w:r w:rsidRPr="007C7BEE">
                    <w:t>Customer Discounts</w:t>
                  </w:r>
                </w:p>
              </w:tc>
              <w:tc>
                <w:tcPr>
                  <w:tcW w:w="1276" w:type="dxa"/>
                </w:tcPr>
                <w:p w:rsidR="004E54CF" w:rsidRPr="00FC2C27" w:rsidRDefault="004E54CF" w:rsidP="00FC2C27">
                  <w:pPr>
                    <w:pStyle w:val="AStyle1"/>
                    <w:jc w:val="center"/>
                  </w:pPr>
                </w:p>
              </w:tc>
            </w:tr>
            <w:tr w:rsidR="004E54CF" w:rsidTr="004E54CF">
              <w:tc>
                <w:tcPr>
                  <w:tcW w:w="8676" w:type="dxa"/>
                  <w:vAlign w:val="bottom"/>
                </w:tcPr>
                <w:p w:rsidR="004E54CF" w:rsidRPr="007C7BEE" w:rsidRDefault="00983CE4" w:rsidP="00FC2C27">
                  <w:pPr>
                    <w:pStyle w:val="AStyle1"/>
                  </w:pPr>
                  <w:r w:rsidRPr="007C7BEE">
                    <w:t>Finance Charges</w:t>
                  </w:r>
                </w:p>
              </w:tc>
              <w:tc>
                <w:tcPr>
                  <w:tcW w:w="1276" w:type="dxa"/>
                </w:tcPr>
                <w:p w:rsidR="004E54CF" w:rsidRPr="00FC2C27" w:rsidRDefault="004E54CF" w:rsidP="00FC2C27">
                  <w:pPr>
                    <w:pStyle w:val="AStyle1"/>
                    <w:jc w:val="center"/>
                  </w:pPr>
                </w:p>
              </w:tc>
            </w:tr>
            <w:tr w:rsidR="00983CE4" w:rsidTr="004E54CF">
              <w:tc>
                <w:tcPr>
                  <w:tcW w:w="8676" w:type="dxa"/>
                  <w:vAlign w:val="bottom"/>
                </w:tcPr>
                <w:p w:rsidR="00983CE4" w:rsidRPr="007C7BEE" w:rsidRDefault="00983CE4" w:rsidP="00983CE4">
                  <w:pPr>
                    <w:pStyle w:val="AStyle1"/>
                  </w:pPr>
                  <w:r w:rsidRPr="007C7BEE">
                    <w:t>Supplier Control</w:t>
                  </w:r>
                </w:p>
              </w:tc>
              <w:tc>
                <w:tcPr>
                  <w:tcW w:w="1276" w:type="dxa"/>
                </w:tcPr>
                <w:p w:rsidR="00983CE4" w:rsidRPr="00FC2C27" w:rsidRDefault="00983CE4" w:rsidP="00FC2C27">
                  <w:pPr>
                    <w:pStyle w:val="AStyle1"/>
                    <w:jc w:val="center"/>
                  </w:pPr>
                </w:p>
              </w:tc>
            </w:tr>
            <w:tr w:rsidR="00983CE4" w:rsidTr="004E54CF">
              <w:tc>
                <w:tcPr>
                  <w:tcW w:w="8676" w:type="dxa"/>
                  <w:vAlign w:val="bottom"/>
                </w:tcPr>
                <w:p w:rsidR="00983CE4" w:rsidRPr="007C7BEE" w:rsidRDefault="00983CE4" w:rsidP="00E64FAB">
                  <w:pPr>
                    <w:pStyle w:val="AStyle1"/>
                  </w:pPr>
                  <w:r w:rsidRPr="007C7BEE">
                    <w:t>Supplier Discounts</w:t>
                  </w:r>
                </w:p>
              </w:tc>
              <w:tc>
                <w:tcPr>
                  <w:tcW w:w="1276" w:type="dxa"/>
                </w:tcPr>
                <w:p w:rsidR="00983CE4" w:rsidRPr="00FC2C27" w:rsidRDefault="00983CE4" w:rsidP="00FC2C27">
                  <w:pPr>
                    <w:pStyle w:val="AStyle1"/>
                    <w:jc w:val="center"/>
                  </w:pPr>
                </w:p>
              </w:tc>
            </w:tr>
            <w:tr w:rsidR="00983CE4" w:rsidTr="004E54CF">
              <w:tc>
                <w:tcPr>
                  <w:tcW w:w="8676" w:type="dxa"/>
                  <w:vAlign w:val="bottom"/>
                </w:tcPr>
                <w:p w:rsidR="00983CE4" w:rsidRPr="007C7BEE" w:rsidRDefault="00983CE4" w:rsidP="00FC2C27">
                  <w:pPr>
                    <w:pStyle w:val="AStyle1"/>
                  </w:pPr>
                  <w:r w:rsidRPr="007C7BEE">
                    <w:t>Freight Inwards</w:t>
                  </w:r>
                </w:p>
              </w:tc>
              <w:tc>
                <w:tcPr>
                  <w:tcW w:w="1276" w:type="dxa"/>
                </w:tcPr>
                <w:p w:rsidR="00983CE4" w:rsidRPr="00FC2C27" w:rsidRDefault="00983CE4" w:rsidP="00FC2C27">
                  <w:pPr>
                    <w:pStyle w:val="AStyle1"/>
                    <w:jc w:val="center"/>
                  </w:pPr>
                </w:p>
              </w:tc>
            </w:tr>
            <w:tr w:rsidR="00983CE4" w:rsidTr="004E54CF">
              <w:tc>
                <w:tcPr>
                  <w:tcW w:w="8676" w:type="dxa"/>
                  <w:vAlign w:val="bottom"/>
                </w:tcPr>
                <w:p w:rsidR="00983CE4" w:rsidRPr="007C7BEE" w:rsidRDefault="00983CE4" w:rsidP="00E64FAB">
                  <w:pPr>
                    <w:pStyle w:val="AStyle1"/>
                  </w:pPr>
                  <w:r w:rsidRPr="007C7BEE">
                    <w:t>Freight Outwards</w:t>
                  </w:r>
                </w:p>
              </w:tc>
              <w:tc>
                <w:tcPr>
                  <w:tcW w:w="1276" w:type="dxa"/>
                </w:tcPr>
                <w:p w:rsidR="00983CE4" w:rsidRPr="00FC2C27" w:rsidRDefault="00983CE4" w:rsidP="00E64FAB">
                  <w:pPr>
                    <w:pStyle w:val="AStyle1"/>
                    <w:jc w:val="center"/>
                  </w:pPr>
                </w:p>
              </w:tc>
            </w:tr>
            <w:tr w:rsidR="00983CE4" w:rsidTr="004E54CF">
              <w:tc>
                <w:tcPr>
                  <w:tcW w:w="8676" w:type="dxa"/>
                  <w:vAlign w:val="bottom"/>
                </w:tcPr>
                <w:p w:rsidR="00983CE4" w:rsidRPr="007C7BEE" w:rsidRDefault="00983CE4" w:rsidP="00E64FAB">
                  <w:pPr>
                    <w:pStyle w:val="AStyle1"/>
                  </w:pPr>
                  <w:r w:rsidRPr="007C7BEE">
                    <w:t>Rounding</w:t>
                  </w:r>
                </w:p>
              </w:tc>
              <w:tc>
                <w:tcPr>
                  <w:tcW w:w="1276" w:type="dxa"/>
                </w:tcPr>
                <w:p w:rsidR="00983CE4" w:rsidRPr="00FC2C27" w:rsidRDefault="00983CE4" w:rsidP="00E64FAB">
                  <w:pPr>
                    <w:pStyle w:val="AStyle1"/>
                    <w:jc w:val="center"/>
                  </w:pPr>
                </w:p>
              </w:tc>
            </w:tr>
            <w:tr w:rsidR="00983CE4" w:rsidTr="004E54CF">
              <w:tc>
                <w:tcPr>
                  <w:tcW w:w="8676" w:type="dxa"/>
                  <w:vAlign w:val="bottom"/>
                </w:tcPr>
                <w:p w:rsidR="00983CE4" w:rsidRPr="007C7BEE" w:rsidRDefault="00983CE4" w:rsidP="00E64FAB">
                  <w:pPr>
                    <w:pStyle w:val="AStyle1"/>
                  </w:pPr>
                  <w:r w:rsidRPr="007C7BEE">
                    <w:t>Default Sales</w:t>
                  </w:r>
                </w:p>
              </w:tc>
              <w:tc>
                <w:tcPr>
                  <w:tcW w:w="1276" w:type="dxa"/>
                </w:tcPr>
                <w:p w:rsidR="00983CE4" w:rsidRPr="00FC2C27" w:rsidRDefault="00983CE4" w:rsidP="00E64FAB">
                  <w:pPr>
                    <w:pStyle w:val="AStyle1"/>
                    <w:jc w:val="center"/>
                  </w:pPr>
                </w:p>
              </w:tc>
            </w:tr>
            <w:tr w:rsidR="00983CE4" w:rsidTr="004E54CF">
              <w:tc>
                <w:tcPr>
                  <w:tcW w:w="8676" w:type="dxa"/>
                  <w:vAlign w:val="bottom"/>
                </w:tcPr>
                <w:p w:rsidR="00983CE4" w:rsidRPr="007C7BEE" w:rsidRDefault="00983CE4" w:rsidP="00E64FAB">
                  <w:pPr>
                    <w:pStyle w:val="AStyle1"/>
                  </w:pPr>
                  <w:r w:rsidRPr="007C7BEE">
                    <w:t>Default Purchases</w:t>
                  </w:r>
                </w:p>
              </w:tc>
              <w:tc>
                <w:tcPr>
                  <w:tcW w:w="1276" w:type="dxa"/>
                </w:tcPr>
                <w:p w:rsidR="00983CE4" w:rsidRPr="00FC2C27" w:rsidRDefault="00983CE4" w:rsidP="00E64FAB">
                  <w:pPr>
                    <w:pStyle w:val="AStyle1"/>
                    <w:jc w:val="center"/>
                  </w:pPr>
                </w:p>
              </w:tc>
            </w:tr>
            <w:tr w:rsidR="00983CE4" w:rsidTr="004E54CF">
              <w:tc>
                <w:tcPr>
                  <w:tcW w:w="8676" w:type="dxa"/>
                  <w:vAlign w:val="bottom"/>
                </w:tcPr>
                <w:p w:rsidR="00983CE4" w:rsidRPr="007C7BEE" w:rsidRDefault="00983CE4" w:rsidP="00E64FAB">
                  <w:pPr>
                    <w:pStyle w:val="AStyle1"/>
                  </w:pPr>
                  <w:r w:rsidRPr="007C7BEE">
                    <w:t>Default Closing Stock</w:t>
                  </w:r>
                </w:p>
              </w:tc>
              <w:tc>
                <w:tcPr>
                  <w:tcW w:w="1276" w:type="dxa"/>
                </w:tcPr>
                <w:p w:rsidR="00983CE4" w:rsidRPr="00FC2C27" w:rsidRDefault="00983CE4" w:rsidP="00E64FAB">
                  <w:pPr>
                    <w:pStyle w:val="AStyle1"/>
                    <w:jc w:val="center"/>
                  </w:pPr>
                </w:p>
              </w:tc>
            </w:tr>
            <w:tr w:rsidR="00983CE4" w:rsidTr="004E54CF">
              <w:tc>
                <w:tcPr>
                  <w:tcW w:w="8676" w:type="dxa"/>
                  <w:vAlign w:val="bottom"/>
                </w:tcPr>
                <w:p w:rsidR="00983CE4" w:rsidRPr="007C7BEE" w:rsidRDefault="00983CE4" w:rsidP="00E64FAB">
                  <w:pPr>
                    <w:pStyle w:val="AStyle1"/>
                  </w:pPr>
                  <w:r w:rsidRPr="007C7BEE">
                    <w:t>Trade In Sales</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rsidRPr="007C7BEE">
                    <w:t>Trade in Purchases</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rsidRPr="007C7BEE">
                    <w:t>GST Income</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rsidRPr="007C7BEE">
                    <w:t>GST Expenses</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rsidRPr="007C7BEE">
                    <w:t>GST Payment</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rsidRPr="007C7BEE">
                    <w:t>Progress Claims</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t>Job Deposits Received</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rsidRPr="007C7BEE">
                    <w:t>POS Float</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t>Rental/Hire Security deposits</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t>Credit Card Surcharge</w:t>
                  </w:r>
                </w:p>
              </w:tc>
              <w:tc>
                <w:tcPr>
                  <w:tcW w:w="1276" w:type="dxa"/>
                </w:tcPr>
                <w:p w:rsidR="00983CE4" w:rsidRPr="00FC2C27" w:rsidRDefault="00983CE4" w:rsidP="00E64FAB">
                  <w:pPr>
                    <w:pStyle w:val="AStyle1"/>
                    <w:jc w:val="center"/>
                  </w:pPr>
                </w:p>
              </w:tc>
            </w:tr>
            <w:tr w:rsidR="00983CE4" w:rsidRPr="00FC2C27" w:rsidTr="004E54CF">
              <w:tc>
                <w:tcPr>
                  <w:tcW w:w="8676" w:type="dxa"/>
                  <w:vAlign w:val="bottom"/>
                </w:tcPr>
                <w:p w:rsidR="00983CE4" w:rsidRPr="007C7BEE" w:rsidRDefault="00983CE4" w:rsidP="00E64FAB">
                  <w:pPr>
                    <w:pStyle w:val="AStyle1"/>
                  </w:pPr>
                  <w:r>
                    <w:t>Surcharge % R</w:t>
                  </w:r>
                  <w:r w:rsidRPr="009C121D">
                    <w:t>ate</w:t>
                  </w:r>
                </w:p>
              </w:tc>
              <w:tc>
                <w:tcPr>
                  <w:tcW w:w="1276" w:type="dxa"/>
                </w:tcPr>
                <w:p w:rsidR="00983CE4" w:rsidRPr="00FC2C27" w:rsidRDefault="00983CE4" w:rsidP="00E64FAB">
                  <w:pPr>
                    <w:pStyle w:val="AStyle1"/>
                    <w:jc w:val="center"/>
                  </w:pPr>
                </w:p>
              </w:tc>
            </w:tr>
            <w:tr w:rsidR="000844AC" w:rsidRPr="00FC2C27" w:rsidTr="004E54CF">
              <w:tc>
                <w:tcPr>
                  <w:tcW w:w="8676" w:type="dxa"/>
                  <w:vAlign w:val="bottom"/>
                </w:tcPr>
                <w:p w:rsidR="000844AC" w:rsidRDefault="000844AC" w:rsidP="00E64FAB">
                  <w:pPr>
                    <w:pStyle w:val="AStyle1"/>
                  </w:pPr>
                  <w:r>
                    <w:t>Custom Fields</w:t>
                  </w:r>
                </w:p>
              </w:tc>
              <w:tc>
                <w:tcPr>
                  <w:tcW w:w="1276" w:type="dxa"/>
                </w:tcPr>
                <w:p w:rsidR="000844AC" w:rsidRPr="00FC2C27" w:rsidRDefault="000844AC" w:rsidP="00E64FAB">
                  <w:pPr>
                    <w:pStyle w:val="AStyle1"/>
                    <w:jc w:val="center"/>
                  </w:pPr>
                </w:p>
              </w:tc>
            </w:tr>
          </w:tbl>
          <w:p w:rsidR="00CD47FF" w:rsidRDefault="00CD47FF" w:rsidP="008122F7">
            <w:pPr>
              <w:pStyle w:val="Heading2"/>
            </w:pPr>
          </w:p>
          <w:p w:rsidR="00CD47FF" w:rsidRDefault="00CD47FF" w:rsidP="008122F7">
            <w:pPr>
              <w:pStyle w:val="Heading2"/>
            </w:pPr>
            <w:bookmarkStart w:id="10" w:name="_Toc497839194"/>
            <w:r>
              <w:t xml:space="preserve">Cash Flow </w:t>
            </w:r>
            <w:r w:rsidRPr="00576263">
              <w:t>Defaults</w:t>
            </w:r>
            <w:bookmarkEnd w:id="10"/>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CD47FF" w:rsidTr="00CD47FF">
              <w:tc>
                <w:tcPr>
                  <w:tcW w:w="8676" w:type="dxa"/>
                  <w:vAlign w:val="bottom"/>
                </w:tcPr>
                <w:p w:rsidR="00CD47FF" w:rsidRPr="007C7BEE" w:rsidRDefault="00CD47FF" w:rsidP="00CD47FF">
                  <w:pPr>
                    <w:pStyle w:val="AStyle1"/>
                  </w:pPr>
                  <w:r>
                    <w:t>Default Funds In Monthly Percentages</w:t>
                  </w:r>
                </w:p>
              </w:tc>
              <w:tc>
                <w:tcPr>
                  <w:tcW w:w="1276" w:type="dxa"/>
                </w:tcPr>
                <w:p w:rsidR="00CD47FF" w:rsidRPr="00FC2C27" w:rsidRDefault="00CD47FF" w:rsidP="00CD47FF">
                  <w:pPr>
                    <w:pStyle w:val="AStyle1"/>
                    <w:jc w:val="center"/>
                  </w:pPr>
                  <w:r>
                    <w:t>%</w:t>
                  </w:r>
                </w:p>
              </w:tc>
            </w:tr>
            <w:tr w:rsidR="00CD47FF" w:rsidTr="00CD47FF">
              <w:tc>
                <w:tcPr>
                  <w:tcW w:w="8676" w:type="dxa"/>
                  <w:vAlign w:val="bottom"/>
                </w:tcPr>
                <w:p w:rsidR="00CD47FF" w:rsidRDefault="00CD47FF" w:rsidP="00CD47FF">
                  <w:pPr>
                    <w:pStyle w:val="AStyle1"/>
                  </w:pPr>
                  <w:r>
                    <w:t>Default Funds Out Monthly Percentages</w:t>
                  </w:r>
                </w:p>
              </w:tc>
              <w:tc>
                <w:tcPr>
                  <w:tcW w:w="1276" w:type="dxa"/>
                </w:tcPr>
                <w:p w:rsidR="00CD47FF" w:rsidRDefault="00CD47FF" w:rsidP="00CD47FF">
                  <w:pPr>
                    <w:pStyle w:val="AStyle1"/>
                    <w:jc w:val="center"/>
                  </w:pPr>
                  <w:r>
                    <w:t>%</w:t>
                  </w:r>
                </w:p>
              </w:tc>
            </w:tr>
          </w:tbl>
          <w:p w:rsidR="00FC2C27" w:rsidRDefault="00FC2C27" w:rsidP="00F60437">
            <w:pPr>
              <w:pStyle w:val="Heading3"/>
            </w:pPr>
          </w:p>
        </w:tc>
      </w:tr>
      <w:tr w:rsidR="005E4AEE" w:rsidRPr="0045574B" w:rsidTr="00062D44">
        <w:trPr>
          <w:trHeight w:val="1402"/>
        </w:trPr>
        <w:tc>
          <w:tcPr>
            <w:tcW w:w="10206" w:type="dxa"/>
            <w:shd w:val="clear" w:color="auto" w:fill="auto"/>
          </w:tcPr>
          <w:p w:rsidR="00CD47FF" w:rsidRDefault="00CD47FF" w:rsidP="00CD47FF"/>
          <w:p w:rsidR="008122F7" w:rsidRDefault="008122F7" w:rsidP="00CD47FF"/>
          <w:p w:rsidR="008122F7" w:rsidRDefault="008122F7" w:rsidP="00CD47FF"/>
          <w:p w:rsidR="008122F7" w:rsidRDefault="008122F7" w:rsidP="00CD47FF"/>
          <w:p w:rsidR="008122F7" w:rsidRDefault="008122F7" w:rsidP="00CD47FF"/>
          <w:p w:rsidR="008122F7" w:rsidRDefault="008122F7" w:rsidP="00CD47FF"/>
          <w:p w:rsidR="008122F7" w:rsidRDefault="008122F7" w:rsidP="00CD47FF"/>
          <w:p w:rsidR="008122F7" w:rsidRPr="00CD47FF" w:rsidRDefault="008122F7" w:rsidP="00CD47FF"/>
          <w:p w:rsidR="00CD47FF" w:rsidRPr="00CD47FF" w:rsidRDefault="00CD47FF" w:rsidP="00CD47FF"/>
          <w:p w:rsidR="005E4AEE" w:rsidRPr="00576263" w:rsidRDefault="005E4AEE" w:rsidP="008122F7">
            <w:pPr>
              <w:pStyle w:val="Heading2"/>
            </w:pPr>
            <w:bookmarkStart w:id="11" w:name="_Toc497839195"/>
            <w:r w:rsidRPr="00576263">
              <w:lastRenderedPageBreak/>
              <w:t>Staff Defaults</w:t>
            </w:r>
            <w:bookmarkEnd w:id="11"/>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5E4AEE" w:rsidTr="005E4AEE">
              <w:tc>
                <w:tcPr>
                  <w:tcW w:w="8676" w:type="dxa"/>
                  <w:vAlign w:val="bottom"/>
                </w:tcPr>
                <w:p w:rsidR="005E4AEE" w:rsidRPr="007C7BEE" w:rsidRDefault="005E4AEE" w:rsidP="005E4AEE">
                  <w:pPr>
                    <w:pStyle w:val="AStyle1"/>
                  </w:pPr>
                  <w:r w:rsidRPr="007C7BEE">
                    <w:t>Staff Defaults Custom Fields</w:t>
                  </w:r>
                </w:p>
              </w:tc>
              <w:tc>
                <w:tcPr>
                  <w:tcW w:w="1276" w:type="dxa"/>
                </w:tcPr>
                <w:p w:rsidR="005E4AEE" w:rsidRPr="00FC2C27" w:rsidRDefault="00376D6F" w:rsidP="005E4AEE">
                  <w:pPr>
                    <w:pStyle w:val="AStyle1"/>
                    <w:jc w:val="center"/>
                  </w:pPr>
                  <w:r>
                    <w:t>Y</w:t>
                  </w:r>
                  <w:r w:rsidR="00B36C5F">
                    <w:t xml:space="preserve"> </w:t>
                  </w:r>
                  <w:r>
                    <w:t>/</w:t>
                  </w:r>
                  <w:r w:rsidR="00B36C5F">
                    <w:t xml:space="preserve"> </w:t>
                  </w:r>
                  <w:r>
                    <w:t>N</w:t>
                  </w:r>
                </w:p>
              </w:tc>
            </w:tr>
          </w:tbl>
          <w:p w:rsidR="005E4AEE" w:rsidRPr="0045574B" w:rsidRDefault="005E4AEE" w:rsidP="008122F7">
            <w:pPr>
              <w:pStyle w:val="Heading2"/>
            </w:pPr>
          </w:p>
        </w:tc>
      </w:tr>
      <w:tr w:rsidR="005E4AEE" w:rsidRPr="0045574B" w:rsidTr="00062D44">
        <w:trPr>
          <w:trHeight w:val="2359"/>
        </w:trPr>
        <w:tc>
          <w:tcPr>
            <w:tcW w:w="10206" w:type="dxa"/>
            <w:shd w:val="clear" w:color="auto" w:fill="auto"/>
          </w:tcPr>
          <w:p w:rsidR="005E4AEE" w:rsidRPr="008D5005" w:rsidRDefault="005E4AEE" w:rsidP="008122F7">
            <w:pPr>
              <w:pStyle w:val="Heading2"/>
            </w:pPr>
          </w:p>
          <w:p w:rsidR="005E4AEE" w:rsidRPr="003B55AD" w:rsidRDefault="005E4AEE" w:rsidP="008122F7">
            <w:pPr>
              <w:pStyle w:val="Heading2"/>
            </w:pPr>
            <w:bookmarkStart w:id="12" w:name="_Toc497839196"/>
            <w:r w:rsidRPr="003B55AD">
              <w:t>GST Defaults</w:t>
            </w:r>
            <w:bookmarkEnd w:id="12"/>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5E4AEE" w:rsidTr="005E4AEE">
              <w:tc>
                <w:tcPr>
                  <w:tcW w:w="8676" w:type="dxa"/>
                  <w:vAlign w:val="bottom"/>
                </w:tcPr>
                <w:p w:rsidR="005E4AEE" w:rsidRPr="007C7BEE" w:rsidRDefault="005E4AEE" w:rsidP="005E4AEE">
                  <w:pPr>
                    <w:pStyle w:val="AStyle1"/>
                  </w:pPr>
                  <w:r w:rsidRPr="007C7BEE">
                    <w:t xml:space="preserve">GST Registration Number </w:t>
                  </w:r>
                </w:p>
              </w:tc>
              <w:tc>
                <w:tcPr>
                  <w:tcW w:w="1276" w:type="dxa"/>
                </w:tcPr>
                <w:p w:rsidR="005E4AEE" w:rsidRPr="00FC2C27" w:rsidRDefault="00376D6F" w:rsidP="005E4AEE">
                  <w:pPr>
                    <w:pStyle w:val="AStyle1"/>
                    <w:jc w:val="center"/>
                  </w:pPr>
                  <w:r>
                    <w:t>Y</w:t>
                  </w:r>
                  <w:r w:rsidR="00B36C5F">
                    <w:t xml:space="preserve"> </w:t>
                  </w:r>
                  <w:r>
                    <w:t>/</w:t>
                  </w:r>
                  <w:r w:rsidR="00B36C5F">
                    <w:t xml:space="preserve"> </w:t>
                  </w:r>
                  <w:r>
                    <w:t>N</w:t>
                  </w:r>
                </w:p>
              </w:tc>
            </w:tr>
            <w:tr w:rsidR="005E4AEE" w:rsidTr="005E4AEE">
              <w:tc>
                <w:tcPr>
                  <w:tcW w:w="8676" w:type="dxa"/>
                  <w:vAlign w:val="bottom"/>
                </w:tcPr>
                <w:p w:rsidR="005E4AEE" w:rsidRPr="007C7BEE" w:rsidRDefault="005E4AEE" w:rsidP="005E4AEE">
                  <w:pPr>
                    <w:pStyle w:val="AStyle1"/>
                  </w:pPr>
                  <w:r w:rsidRPr="007C7BEE">
                    <w:t>GST Basis</w:t>
                  </w:r>
                  <w:r w:rsidR="00320DA1">
                    <w:t xml:space="preserve"> – Attach a copy of the previous return to confirm the Number and Method</w:t>
                  </w:r>
                </w:p>
              </w:tc>
              <w:tc>
                <w:tcPr>
                  <w:tcW w:w="1276" w:type="dxa"/>
                </w:tcPr>
                <w:p w:rsidR="005E4AEE" w:rsidRPr="00FC2C27" w:rsidRDefault="005E4AEE" w:rsidP="005E4AEE">
                  <w:pPr>
                    <w:pStyle w:val="AStyle1"/>
                    <w:jc w:val="center"/>
                  </w:pPr>
                </w:p>
              </w:tc>
            </w:tr>
            <w:tr w:rsidR="00CD47FF" w:rsidTr="005E4AEE">
              <w:tc>
                <w:tcPr>
                  <w:tcW w:w="8676" w:type="dxa"/>
                  <w:vAlign w:val="bottom"/>
                </w:tcPr>
                <w:p w:rsidR="00CD47FF" w:rsidRPr="007C7BEE" w:rsidRDefault="00CD47FF" w:rsidP="00CD47FF">
                  <w:pPr>
                    <w:pStyle w:val="AStyle1"/>
                    <w:ind w:left="720"/>
                  </w:pPr>
                  <w:r>
                    <w:t>Invoice Basis (accrual)</w:t>
                  </w:r>
                </w:p>
              </w:tc>
              <w:tc>
                <w:tcPr>
                  <w:tcW w:w="1276" w:type="dxa"/>
                </w:tcPr>
                <w:p w:rsidR="00CD47FF" w:rsidRDefault="00CD47FF" w:rsidP="005E4AEE">
                  <w:pPr>
                    <w:pStyle w:val="AStyle1"/>
                    <w:jc w:val="center"/>
                  </w:pPr>
                  <w:r>
                    <w:t>Y /N</w:t>
                  </w:r>
                </w:p>
              </w:tc>
            </w:tr>
            <w:tr w:rsidR="00CD47FF" w:rsidTr="005E4AEE">
              <w:tc>
                <w:tcPr>
                  <w:tcW w:w="8676" w:type="dxa"/>
                  <w:vAlign w:val="bottom"/>
                </w:tcPr>
                <w:p w:rsidR="00CD47FF" w:rsidRPr="007C7BEE" w:rsidRDefault="00CD47FF" w:rsidP="00CD47FF">
                  <w:pPr>
                    <w:pStyle w:val="AStyle1"/>
                    <w:ind w:left="720"/>
                  </w:pPr>
                  <w:r>
                    <w:t>Payments Basis (cash)</w:t>
                  </w:r>
                </w:p>
              </w:tc>
              <w:tc>
                <w:tcPr>
                  <w:tcW w:w="1276" w:type="dxa"/>
                </w:tcPr>
                <w:p w:rsidR="00CD47FF" w:rsidRDefault="00CD47FF" w:rsidP="005E4AEE">
                  <w:pPr>
                    <w:pStyle w:val="AStyle1"/>
                    <w:jc w:val="center"/>
                  </w:pPr>
                  <w:r>
                    <w:t>Y / N</w:t>
                  </w:r>
                </w:p>
              </w:tc>
            </w:tr>
            <w:tr w:rsidR="005E4AEE" w:rsidTr="005E4AEE">
              <w:tc>
                <w:tcPr>
                  <w:tcW w:w="8676" w:type="dxa"/>
                  <w:vAlign w:val="bottom"/>
                </w:tcPr>
                <w:p w:rsidR="005E4AEE" w:rsidRPr="007C7BEE" w:rsidRDefault="005E4AEE" w:rsidP="005E4AEE">
                  <w:pPr>
                    <w:pStyle w:val="AStyle1"/>
                  </w:pPr>
                  <w:r w:rsidRPr="007C7BEE">
                    <w:t>GST Rates</w:t>
                  </w:r>
                </w:p>
              </w:tc>
              <w:tc>
                <w:tcPr>
                  <w:tcW w:w="1276" w:type="dxa"/>
                </w:tcPr>
                <w:p w:rsidR="005E4AEE" w:rsidRPr="00FC2C27" w:rsidRDefault="005E4AEE" w:rsidP="005E4AEE">
                  <w:pPr>
                    <w:pStyle w:val="AStyle1"/>
                    <w:jc w:val="center"/>
                  </w:pPr>
                </w:p>
              </w:tc>
            </w:tr>
            <w:tr w:rsidR="00CD47FF" w:rsidTr="005E4AEE">
              <w:tc>
                <w:tcPr>
                  <w:tcW w:w="8676" w:type="dxa"/>
                  <w:vAlign w:val="bottom"/>
                </w:tcPr>
                <w:p w:rsidR="00CD47FF" w:rsidRPr="007C7BEE" w:rsidRDefault="00CD47FF" w:rsidP="00CD47FF">
                  <w:pPr>
                    <w:pStyle w:val="AStyle1"/>
                    <w:ind w:left="720"/>
                  </w:pPr>
                  <w:r>
                    <w:t>Primary Rate (inclusive – I  Exclusive – E)</w:t>
                  </w:r>
                </w:p>
              </w:tc>
              <w:tc>
                <w:tcPr>
                  <w:tcW w:w="1276" w:type="dxa"/>
                </w:tcPr>
                <w:p w:rsidR="00CD47FF" w:rsidRDefault="00CD47FF" w:rsidP="005E4AEE">
                  <w:pPr>
                    <w:pStyle w:val="AStyle1"/>
                    <w:jc w:val="center"/>
                  </w:pPr>
                </w:p>
              </w:tc>
            </w:tr>
            <w:tr w:rsidR="00CD47FF" w:rsidTr="005E4AEE">
              <w:tc>
                <w:tcPr>
                  <w:tcW w:w="8676" w:type="dxa"/>
                  <w:vAlign w:val="bottom"/>
                </w:tcPr>
                <w:p w:rsidR="00CD47FF" w:rsidRPr="007C7BEE" w:rsidRDefault="00CD47FF" w:rsidP="00CD47FF">
                  <w:pPr>
                    <w:pStyle w:val="AStyle1"/>
                    <w:ind w:left="720"/>
                  </w:pPr>
                  <w:r>
                    <w:t>Alternate Rates</w:t>
                  </w:r>
                </w:p>
              </w:tc>
              <w:tc>
                <w:tcPr>
                  <w:tcW w:w="1276" w:type="dxa"/>
                </w:tcPr>
                <w:p w:rsidR="00CD47FF" w:rsidRDefault="00CD47FF" w:rsidP="005E4AEE">
                  <w:pPr>
                    <w:pStyle w:val="AStyle1"/>
                    <w:jc w:val="center"/>
                  </w:pPr>
                </w:p>
              </w:tc>
            </w:tr>
          </w:tbl>
          <w:p w:rsidR="005E4AEE" w:rsidRPr="0045574B" w:rsidRDefault="005E4AEE" w:rsidP="008122F7">
            <w:pPr>
              <w:pStyle w:val="Heading2"/>
            </w:pPr>
          </w:p>
        </w:tc>
      </w:tr>
    </w:tbl>
    <w:p w:rsidR="00D76FAF" w:rsidRDefault="00D76FAF">
      <w:r>
        <w:rPr>
          <w:b/>
        </w:rPr>
        <w:br w:type="page"/>
      </w:r>
    </w:p>
    <w:tbl>
      <w:tblPr>
        <w:tblW w:w="10312" w:type="dxa"/>
        <w:tblInd w:w="-459" w:type="dxa"/>
        <w:tblBorders>
          <w:insideV w:val="single" w:sz="4" w:space="0" w:color="auto"/>
        </w:tblBorders>
        <w:tblLayout w:type="fixed"/>
        <w:tblLook w:val="0000" w:firstRow="0" w:lastRow="0" w:firstColumn="0" w:lastColumn="0" w:noHBand="0" w:noVBand="0"/>
      </w:tblPr>
      <w:tblGrid>
        <w:gridCol w:w="10206"/>
        <w:gridCol w:w="106"/>
      </w:tblGrid>
      <w:tr w:rsidR="002B393C" w:rsidRPr="00F223FC" w:rsidTr="008122F7">
        <w:trPr>
          <w:gridAfter w:val="1"/>
          <w:wAfter w:w="106" w:type="dxa"/>
          <w:trHeight w:val="24947"/>
        </w:trPr>
        <w:tc>
          <w:tcPr>
            <w:tcW w:w="10206" w:type="dxa"/>
            <w:shd w:val="clear" w:color="auto" w:fill="auto"/>
          </w:tcPr>
          <w:p w:rsidR="002B393C" w:rsidRPr="002B393C" w:rsidRDefault="009F5C2A" w:rsidP="00854265">
            <w:pPr>
              <w:pStyle w:val="Heading1"/>
            </w:pPr>
            <w:r>
              <w:lastRenderedPageBreak/>
              <w:t xml:space="preserve"> </w:t>
            </w:r>
            <w:bookmarkStart w:id="13" w:name="_Toc497839197"/>
            <w:r w:rsidR="002B393C" w:rsidRPr="002B393C">
              <w:t>Customer Defaults</w:t>
            </w:r>
            <w:bookmarkEnd w:id="13"/>
          </w:p>
          <w:p w:rsidR="002B393C" w:rsidRPr="00F92E0E" w:rsidRDefault="002B393C" w:rsidP="00F92E0E">
            <w:pPr>
              <w:pStyle w:val="Heading3"/>
            </w:pPr>
            <w:r>
              <w:t>Preferences Tab</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6692"/>
              <w:gridCol w:w="1984"/>
              <w:gridCol w:w="1276"/>
            </w:tblGrid>
            <w:tr w:rsidR="002B393C" w:rsidTr="004E5C98">
              <w:tc>
                <w:tcPr>
                  <w:tcW w:w="4359" w:type="pct"/>
                  <w:gridSpan w:val="2"/>
                  <w:vAlign w:val="bottom"/>
                </w:tcPr>
                <w:p w:rsidR="002B393C" w:rsidRPr="007C7BEE" w:rsidRDefault="002B393C" w:rsidP="0045574B">
                  <w:pPr>
                    <w:pStyle w:val="AStyle1"/>
                  </w:pPr>
                  <w:r w:rsidRPr="007C7BEE">
                    <w:t xml:space="preserve">Automatic Account Numbering </w:t>
                  </w:r>
                </w:p>
              </w:tc>
              <w:tc>
                <w:tcPr>
                  <w:tcW w:w="641" w:type="pct"/>
                </w:tcPr>
                <w:p w:rsidR="002B393C" w:rsidRPr="00FC2C27" w:rsidRDefault="005E4AEE" w:rsidP="004E54CF">
                  <w:pPr>
                    <w:pStyle w:val="AStyle1"/>
                    <w:jc w:val="center"/>
                  </w:pPr>
                  <w:r>
                    <w:t>Y</w:t>
                  </w:r>
                  <w:r w:rsidR="00B36C5F">
                    <w:t xml:space="preserve"> </w:t>
                  </w:r>
                  <w:r>
                    <w:t>/</w:t>
                  </w:r>
                  <w:r w:rsidR="00B36C5F">
                    <w:t xml:space="preserve"> </w:t>
                  </w:r>
                  <w:r>
                    <w:t>N</w:t>
                  </w:r>
                </w:p>
              </w:tc>
            </w:tr>
            <w:tr w:rsidR="005E4AEE" w:rsidTr="004E54CF">
              <w:tc>
                <w:tcPr>
                  <w:tcW w:w="4359" w:type="pct"/>
                  <w:gridSpan w:val="2"/>
                  <w:vAlign w:val="bottom"/>
                </w:tcPr>
                <w:p w:rsidR="005E4AEE" w:rsidRPr="007C7BEE" w:rsidRDefault="005E4AEE" w:rsidP="0045574B">
                  <w:pPr>
                    <w:pStyle w:val="AStyle1"/>
                  </w:pPr>
                  <w:r w:rsidRPr="007C7BEE">
                    <w:t xml:space="preserve">Next Account # </w:t>
                  </w:r>
                </w:p>
              </w:tc>
              <w:tc>
                <w:tcPr>
                  <w:tcW w:w="641" w:type="pct"/>
                  <w:vAlign w:val="center"/>
                </w:tcPr>
                <w:p w:rsidR="005E4AEE" w:rsidRDefault="005E4AEE" w:rsidP="004E54CF">
                  <w:pPr>
                    <w:ind w:left="34"/>
                    <w:jc w:val="center"/>
                  </w:pPr>
                </w:p>
              </w:tc>
            </w:tr>
            <w:tr w:rsidR="00B21520" w:rsidTr="004E54CF">
              <w:tc>
                <w:tcPr>
                  <w:tcW w:w="4359" w:type="pct"/>
                  <w:gridSpan w:val="2"/>
                  <w:vAlign w:val="bottom"/>
                </w:tcPr>
                <w:p w:rsidR="00B21520" w:rsidRPr="007C7BEE" w:rsidRDefault="00B21520" w:rsidP="0045574B">
                  <w:pPr>
                    <w:pStyle w:val="AStyle1"/>
                    <w:rPr>
                      <w:color w:val="000000"/>
                    </w:rPr>
                  </w:pPr>
                  <w:r>
                    <w:rPr>
                      <w:color w:val="000000"/>
                    </w:rPr>
                    <w:t>Automatic Sort Key creation</w:t>
                  </w:r>
                </w:p>
              </w:tc>
              <w:tc>
                <w:tcPr>
                  <w:tcW w:w="641" w:type="pct"/>
                  <w:vAlign w:val="center"/>
                </w:tcPr>
                <w:p w:rsidR="00B21520" w:rsidRPr="00390612" w:rsidRDefault="00B21520" w:rsidP="004E54CF">
                  <w:pPr>
                    <w:ind w:left="34" w:hanging="34"/>
                    <w:jc w:val="center"/>
                  </w:pPr>
                  <w:r w:rsidRPr="00390612">
                    <w:t>Y</w:t>
                  </w:r>
                  <w:r w:rsidR="009716D5">
                    <w:t xml:space="preserve"> </w:t>
                  </w:r>
                  <w:r w:rsidRPr="00390612">
                    <w:t>/</w:t>
                  </w:r>
                  <w:r w:rsidR="009716D5">
                    <w:t xml:space="preserve"> </w:t>
                  </w:r>
                  <w:r w:rsidRPr="00390612">
                    <w:t>N</w:t>
                  </w:r>
                </w:p>
              </w:tc>
            </w:tr>
            <w:tr w:rsidR="00B21520" w:rsidTr="004E54CF">
              <w:tc>
                <w:tcPr>
                  <w:tcW w:w="4359" w:type="pct"/>
                  <w:gridSpan w:val="2"/>
                  <w:vAlign w:val="bottom"/>
                </w:tcPr>
                <w:p w:rsidR="00B21520" w:rsidRPr="007C7BEE" w:rsidRDefault="00B21520" w:rsidP="0045574B">
                  <w:pPr>
                    <w:pStyle w:val="AStyle1"/>
                    <w:rPr>
                      <w:color w:val="000000"/>
                    </w:rPr>
                  </w:pPr>
                  <w:r>
                    <w:rPr>
                      <w:color w:val="000000"/>
                    </w:rPr>
                    <w:t>Include Title in Individuals’ Account Names</w:t>
                  </w:r>
                </w:p>
              </w:tc>
              <w:tc>
                <w:tcPr>
                  <w:tcW w:w="641" w:type="pct"/>
                  <w:vAlign w:val="center"/>
                </w:tcPr>
                <w:p w:rsidR="00B21520" w:rsidRPr="00390612" w:rsidRDefault="00B21520" w:rsidP="004E54CF">
                  <w:pPr>
                    <w:ind w:left="34" w:hanging="34"/>
                    <w:jc w:val="center"/>
                  </w:pPr>
                  <w:r w:rsidRPr="00390612">
                    <w:t>Y</w:t>
                  </w:r>
                  <w:r w:rsidR="009716D5">
                    <w:t xml:space="preserve"> </w:t>
                  </w:r>
                  <w:r w:rsidRPr="00390612">
                    <w:t>/</w:t>
                  </w:r>
                  <w:r w:rsidR="009716D5">
                    <w:t xml:space="preserve"> </w:t>
                  </w:r>
                  <w:r w:rsidRPr="00390612">
                    <w:t>N</w:t>
                  </w:r>
                </w:p>
              </w:tc>
            </w:tr>
            <w:tr w:rsidR="00B21520" w:rsidTr="004E54CF">
              <w:tc>
                <w:tcPr>
                  <w:tcW w:w="4359" w:type="pct"/>
                  <w:gridSpan w:val="2"/>
                  <w:vAlign w:val="bottom"/>
                </w:tcPr>
                <w:p w:rsidR="00B21520" w:rsidRPr="007C7BEE" w:rsidRDefault="00B21520" w:rsidP="0045574B">
                  <w:pPr>
                    <w:pStyle w:val="AStyle1"/>
                    <w:rPr>
                      <w:color w:val="000000"/>
                    </w:rPr>
                  </w:pPr>
                  <w:r>
                    <w:rPr>
                      <w:color w:val="000000"/>
                    </w:rPr>
                    <w:t>Default Overdue Interest Rate</w:t>
                  </w:r>
                </w:p>
              </w:tc>
              <w:tc>
                <w:tcPr>
                  <w:tcW w:w="641" w:type="pct"/>
                  <w:vAlign w:val="center"/>
                </w:tcPr>
                <w:p w:rsidR="00B21520" w:rsidRPr="00390612" w:rsidRDefault="00B21520" w:rsidP="004E54CF">
                  <w:pPr>
                    <w:ind w:left="34" w:hanging="34"/>
                    <w:jc w:val="center"/>
                  </w:pPr>
                  <w:r w:rsidRPr="00390612">
                    <w:t>Y</w:t>
                  </w:r>
                  <w:r w:rsidR="009716D5">
                    <w:t xml:space="preserve"> </w:t>
                  </w:r>
                  <w:r w:rsidRPr="00390612">
                    <w:t>/</w:t>
                  </w:r>
                  <w:r w:rsidR="009716D5">
                    <w:t xml:space="preserve"> </w:t>
                  </w:r>
                  <w:r w:rsidRPr="00390612">
                    <w:t>N</w:t>
                  </w:r>
                </w:p>
              </w:tc>
            </w:tr>
            <w:tr w:rsidR="005E4AEE" w:rsidTr="004E54CF">
              <w:tc>
                <w:tcPr>
                  <w:tcW w:w="4359" w:type="pct"/>
                  <w:gridSpan w:val="2"/>
                  <w:vAlign w:val="bottom"/>
                </w:tcPr>
                <w:p w:rsidR="005E4AEE" w:rsidRPr="007C7BEE" w:rsidRDefault="005E4AEE" w:rsidP="0045574B">
                  <w:pPr>
                    <w:pStyle w:val="AStyle1"/>
                    <w:rPr>
                      <w:color w:val="000000"/>
                    </w:rPr>
                  </w:pPr>
                  <w:r w:rsidRPr="007C7BEE">
                    <w:rPr>
                      <w:color w:val="000000"/>
                    </w:rPr>
                    <w:t xml:space="preserve">Print Receipts </w:t>
                  </w:r>
                </w:p>
              </w:tc>
              <w:tc>
                <w:tcPr>
                  <w:tcW w:w="641" w:type="pct"/>
                  <w:vAlign w:val="center"/>
                </w:tcPr>
                <w:p w:rsidR="005E4AEE" w:rsidRDefault="005E4AEE" w:rsidP="004E54CF">
                  <w:pPr>
                    <w:ind w:left="34" w:hanging="34"/>
                    <w:jc w:val="center"/>
                  </w:pPr>
                  <w:r w:rsidRPr="00390612">
                    <w:t>Y</w:t>
                  </w:r>
                  <w:r w:rsidR="009716D5">
                    <w:t xml:space="preserve"> </w:t>
                  </w:r>
                  <w:r w:rsidRPr="00390612">
                    <w:t>/</w:t>
                  </w:r>
                  <w:r w:rsidR="009716D5">
                    <w:t xml:space="preserve"> </w:t>
                  </w:r>
                  <w:r w:rsidRPr="00390612">
                    <w:t>N</w:t>
                  </w:r>
                </w:p>
              </w:tc>
            </w:tr>
            <w:tr w:rsidR="002B393C" w:rsidTr="004E5C98">
              <w:tc>
                <w:tcPr>
                  <w:tcW w:w="4359" w:type="pct"/>
                  <w:gridSpan w:val="2"/>
                  <w:vAlign w:val="bottom"/>
                </w:tcPr>
                <w:p w:rsidR="002B393C" w:rsidRPr="007C7BEE" w:rsidRDefault="002B393C" w:rsidP="0045574B">
                  <w:pPr>
                    <w:pStyle w:val="AStyle1"/>
                    <w:rPr>
                      <w:color w:val="000000"/>
                    </w:rPr>
                  </w:pPr>
                  <w:r w:rsidRPr="007C7BEE">
                    <w:rPr>
                      <w:color w:val="000000"/>
                    </w:rPr>
                    <w:t xml:space="preserve">Auto Pay can partially pay Invoices </w:t>
                  </w:r>
                </w:p>
              </w:tc>
              <w:tc>
                <w:tcPr>
                  <w:tcW w:w="641" w:type="pct"/>
                </w:tcPr>
                <w:p w:rsidR="002B393C" w:rsidRPr="00FC2C27" w:rsidRDefault="005E4AEE" w:rsidP="004E54CF">
                  <w:pPr>
                    <w:pStyle w:val="AStyle1"/>
                    <w:jc w:val="center"/>
                  </w:pPr>
                  <w:r>
                    <w:t>Y</w:t>
                  </w:r>
                  <w:r w:rsidR="009716D5">
                    <w:t xml:space="preserve"> </w:t>
                  </w:r>
                  <w:r>
                    <w:t>/</w:t>
                  </w:r>
                  <w:r w:rsidR="009716D5">
                    <w:t xml:space="preserve"> </w:t>
                  </w:r>
                  <w:r>
                    <w:t>N</w:t>
                  </w:r>
                </w:p>
              </w:tc>
            </w:tr>
            <w:tr w:rsidR="002B393C" w:rsidTr="004E5C98">
              <w:tc>
                <w:tcPr>
                  <w:tcW w:w="4359" w:type="pct"/>
                  <w:gridSpan w:val="2"/>
                  <w:vAlign w:val="bottom"/>
                </w:tcPr>
                <w:p w:rsidR="002B393C" w:rsidRPr="007C7BEE" w:rsidRDefault="002B393C" w:rsidP="0045574B">
                  <w:pPr>
                    <w:pStyle w:val="AStyle1"/>
                    <w:rPr>
                      <w:color w:val="000000"/>
                    </w:rPr>
                  </w:pPr>
                  <w:r w:rsidRPr="007C7BEE">
                    <w:rPr>
                      <w:color w:val="000000"/>
                    </w:rPr>
                    <w:t xml:space="preserve">Place Backorders on Hold </w:t>
                  </w:r>
                </w:p>
              </w:tc>
              <w:tc>
                <w:tcPr>
                  <w:tcW w:w="641" w:type="pct"/>
                </w:tcPr>
                <w:p w:rsidR="002B393C" w:rsidRPr="00FC2C27" w:rsidRDefault="005E4AEE" w:rsidP="004E54CF">
                  <w:pPr>
                    <w:pStyle w:val="AStyle1"/>
                    <w:jc w:val="center"/>
                  </w:pPr>
                  <w:r>
                    <w:t>Y</w:t>
                  </w:r>
                  <w:r w:rsidR="009716D5">
                    <w:t xml:space="preserve"> </w:t>
                  </w:r>
                  <w:r>
                    <w:t>/</w:t>
                  </w:r>
                  <w:r w:rsidR="009716D5">
                    <w:t xml:space="preserve"> </w:t>
                  </w:r>
                  <w:r>
                    <w:t>N</w:t>
                  </w:r>
                </w:p>
              </w:tc>
            </w:tr>
            <w:tr w:rsidR="002B393C" w:rsidTr="004E5C98">
              <w:tc>
                <w:tcPr>
                  <w:tcW w:w="4359" w:type="pct"/>
                  <w:gridSpan w:val="2"/>
                  <w:vAlign w:val="bottom"/>
                </w:tcPr>
                <w:p w:rsidR="002B393C" w:rsidRPr="007C7BEE" w:rsidRDefault="002B393C" w:rsidP="000742C7">
                  <w:pPr>
                    <w:pStyle w:val="AStyle1"/>
                  </w:pPr>
                  <w:r w:rsidRPr="007C7BEE">
                    <w:t xml:space="preserve">Update Date on Opening Pending </w:t>
                  </w:r>
                  <w:proofErr w:type="spellStart"/>
                  <w:r w:rsidRPr="007C7BEE">
                    <w:t>Invs</w:t>
                  </w:r>
                  <w:proofErr w:type="spellEnd"/>
                  <w:r w:rsidRPr="007C7BEE">
                    <w:t xml:space="preserve"> </w:t>
                  </w:r>
                </w:p>
              </w:tc>
              <w:tc>
                <w:tcPr>
                  <w:tcW w:w="641" w:type="pct"/>
                </w:tcPr>
                <w:p w:rsidR="002B393C" w:rsidRPr="00FC2C27" w:rsidRDefault="005E4AEE" w:rsidP="004E54CF">
                  <w:pPr>
                    <w:pStyle w:val="AStyle1"/>
                    <w:jc w:val="center"/>
                  </w:pPr>
                  <w:r>
                    <w:t>Y</w:t>
                  </w:r>
                  <w:r w:rsidR="009716D5">
                    <w:t xml:space="preserve"> </w:t>
                  </w:r>
                  <w:r>
                    <w:t>/</w:t>
                  </w:r>
                  <w:r w:rsidR="009716D5">
                    <w:t xml:space="preserve"> </w:t>
                  </w:r>
                  <w:r>
                    <w:t>N</w:t>
                  </w:r>
                </w:p>
              </w:tc>
            </w:tr>
            <w:tr w:rsidR="002B393C" w:rsidTr="004E5C98">
              <w:tc>
                <w:tcPr>
                  <w:tcW w:w="4359" w:type="pct"/>
                  <w:gridSpan w:val="2"/>
                  <w:vAlign w:val="bottom"/>
                </w:tcPr>
                <w:p w:rsidR="002B393C" w:rsidRPr="007C7BEE" w:rsidRDefault="005E4AEE" w:rsidP="000742C7">
                  <w:pPr>
                    <w:pStyle w:val="AStyle1"/>
                  </w:pPr>
                  <w:r w:rsidRPr="007C7BEE">
                    <w:t>Prompt for Marketing when Invoicing</w:t>
                  </w:r>
                </w:p>
              </w:tc>
              <w:tc>
                <w:tcPr>
                  <w:tcW w:w="641" w:type="pct"/>
                </w:tcPr>
                <w:p w:rsidR="002B393C" w:rsidRPr="00FC2C27" w:rsidRDefault="00376D6F" w:rsidP="004E54CF">
                  <w:pPr>
                    <w:pStyle w:val="AStyle1"/>
                    <w:jc w:val="center"/>
                  </w:pPr>
                  <w:r>
                    <w:t>Y</w:t>
                  </w:r>
                  <w:r w:rsidR="009716D5">
                    <w:t xml:space="preserve"> </w:t>
                  </w:r>
                  <w:r>
                    <w:t>/</w:t>
                  </w:r>
                  <w:r w:rsidR="009716D5">
                    <w:t xml:space="preserve"> </w:t>
                  </w:r>
                  <w:r>
                    <w:t>N</w:t>
                  </w:r>
                </w:p>
              </w:tc>
            </w:tr>
            <w:tr w:rsidR="002B393C" w:rsidTr="004E5C98">
              <w:tc>
                <w:tcPr>
                  <w:tcW w:w="4359" w:type="pct"/>
                  <w:gridSpan w:val="2"/>
                  <w:vAlign w:val="bottom"/>
                </w:tcPr>
                <w:p w:rsidR="002B393C" w:rsidRPr="007C7BEE" w:rsidRDefault="005E4AEE" w:rsidP="000742C7">
                  <w:pPr>
                    <w:pStyle w:val="AStyle1"/>
                  </w:pPr>
                  <w:r w:rsidRPr="007C7BEE">
                    <w:t>Activate Deferred Payment Option</w:t>
                  </w:r>
                </w:p>
              </w:tc>
              <w:tc>
                <w:tcPr>
                  <w:tcW w:w="641" w:type="pct"/>
                </w:tcPr>
                <w:p w:rsidR="002B393C" w:rsidRPr="00FC2C27" w:rsidRDefault="00376D6F" w:rsidP="004E54CF">
                  <w:pPr>
                    <w:pStyle w:val="AStyle1"/>
                    <w:jc w:val="center"/>
                  </w:pPr>
                  <w:r>
                    <w:t>Y</w:t>
                  </w:r>
                  <w:r w:rsidR="009716D5">
                    <w:t xml:space="preserve"> </w:t>
                  </w:r>
                  <w:r>
                    <w:t>/</w:t>
                  </w:r>
                  <w:r w:rsidR="009716D5">
                    <w:t xml:space="preserve"> </w:t>
                  </w:r>
                  <w:r>
                    <w:t>N</w:t>
                  </w:r>
                </w:p>
              </w:tc>
            </w:tr>
            <w:tr w:rsidR="00B21520" w:rsidRPr="00FC2C27" w:rsidTr="005E4AEE">
              <w:tc>
                <w:tcPr>
                  <w:tcW w:w="4359" w:type="pct"/>
                  <w:gridSpan w:val="2"/>
                  <w:vAlign w:val="bottom"/>
                </w:tcPr>
                <w:p w:rsidR="00B21520" w:rsidRPr="007C7BEE" w:rsidRDefault="00B21520" w:rsidP="005E4AEE">
                  <w:pPr>
                    <w:pStyle w:val="AStyle1"/>
                  </w:pPr>
                  <w:r>
                    <w:t>Prompt for Refund Method when issuing a Refund (Via Payment Screen)</w:t>
                  </w:r>
                </w:p>
              </w:tc>
              <w:tc>
                <w:tcPr>
                  <w:tcW w:w="641" w:type="pct"/>
                </w:tcPr>
                <w:p w:rsidR="00B21520" w:rsidRDefault="00B21520" w:rsidP="004E54CF">
                  <w:pPr>
                    <w:pStyle w:val="AStyle1"/>
                    <w:jc w:val="center"/>
                  </w:pPr>
                  <w:r>
                    <w:t>Y</w:t>
                  </w:r>
                  <w:r w:rsidR="009716D5">
                    <w:t xml:space="preserve"> </w:t>
                  </w:r>
                  <w:r>
                    <w:t>/</w:t>
                  </w:r>
                  <w:r w:rsidR="009716D5">
                    <w:t xml:space="preserve"> </w:t>
                  </w:r>
                  <w:r>
                    <w:t>N</w:t>
                  </w:r>
                </w:p>
              </w:tc>
            </w:tr>
            <w:tr w:rsidR="00B21520" w:rsidRPr="00FC2C27" w:rsidTr="005E4AEE">
              <w:tc>
                <w:tcPr>
                  <w:tcW w:w="4359" w:type="pct"/>
                  <w:gridSpan w:val="2"/>
                  <w:vAlign w:val="bottom"/>
                </w:tcPr>
                <w:p w:rsidR="00B21520" w:rsidRPr="007C7BEE" w:rsidRDefault="00B21520" w:rsidP="005E4AEE">
                  <w:pPr>
                    <w:pStyle w:val="AStyle1"/>
                  </w:pPr>
                  <w:r>
                    <w:t>Confirm Payment Method when receiving payment (Invoice and Payment Screen)</w:t>
                  </w:r>
                </w:p>
              </w:tc>
              <w:tc>
                <w:tcPr>
                  <w:tcW w:w="641" w:type="pct"/>
                </w:tcPr>
                <w:p w:rsidR="00B21520" w:rsidRDefault="00B21520" w:rsidP="004E54CF">
                  <w:pPr>
                    <w:pStyle w:val="AStyle1"/>
                    <w:jc w:val="center"/>
                  </w:pPr>
                  <w:r>
                    <w:t>Y</w:t>
                  </w:r>
                  <w:r w:rsidR="009716D5">
                    <w:t xml:space="preserve"> </w:t>
                  </w:r>
                  <w:r>
                    <w:t>/</w:t>
                  </w:r>
                  <w:r w:rsidR="009716D5">
                    <w:t xml:space="preserve"> </w:t>
                  </w:r>
                  <w:r>
                    <w:t>N</w:t>
                  </w:r>
                </w:p>
              </w:tc>
            </w:tr>
            <w:tr w:rsidR="006E15C4" w:rsidRPr="00FC2C27" w:rsidTr="005E4AEE">
              <w:tc>
                <w:tcPr>
                  <w:tcW w:w="4359" w:type="pct"/>
                  <w:gridSpan w:val="2"/>
                  <w:vAlign w:val="bottom"/>
                </w:tcPr>
                <w:p w:rsidR="006E15C4" w:rsidRPr="007C7BEE" w:rsidRDefault="006E15C4" w:rsidP="005E4AEE">
                  <w:pPr>
                    <w:pStyle w:val="AStyle1"/>
                  </w:pPr>
                  <w:r>
                    <w:t>Require Zip/Area Code</w:t>
                  </w:r>
                </w:p>
              </w:tc>
              <w:tc>
                <w:tcPr>
                  <w:tcW w:w="641" w:type="pct"/>
                </w:tcPr>
                <w:p w:rsidR="006E15C4" w:rsidRDefault="006E15C4" w:rsidP="004E54CF">
                  <w:pPr>
                    <w:pStyle w:val="AStyle1"/>
                    <w:jc w:val="center"/>
                  </w:pPr>
                  <w:r>
                    <w:t>Y / N</w:t>
                  </w:r>
                </w:p>
              </w:tc>
            </w:tr>
            <w:tr w:rsidR="006E15C4" w:rsidRPr="00FC2C27" w:rsidTr="005E4AEE">
              <w:tc>
                <w:tcPr>
                  <w:tcW w:w="4359" w:type="pct"/>
                  <w:gridSpan w:val="2"/>
                  <w:vAlign w:val="bottom"/>
                </w:tcPr>
                <w:p w:rsidR="006E15C4" w:rsidRPr="007C7BEE" w:rsidRDefault="006E15C4" w:rsidP="005E4AEE">
                  <w:pPr>
                    <w:pStyle w:val="AStyle1"/>
                  </w:pPr>
                  <w:r>
                    <w:t>Require Marketing/Referral</w:t>
                  </w:r>
                </w:p>
              </w:tc>
              <w:tc>
                <w:tcPr>
                  <w:tcW w:w="641" w:type="pct"/>
                </w:tcPr>
                <w:p w:rsidR="006E15C4" w:rsidRDefault="006E15C4" w:rsidP="004E54CF">
                  <w:pPr>
                    <w:pStyle w:val="AStyle1"/>
                    <w:jc w:val="center"/>
                  </w:pPr>
                  <w:r>
                    <w:t>Y / N</w:t>
                  </w:r>
                </w:p>
              </w:tc>
            </w:tr>
            <w:tr w:rsidR="006E15C4" w:rsidRPr="00FC2C27" w:rsidTr="005E4AEE">
              <w:tc>
                <w:tcPr>
                  <w:tcW w:w="4359" w:type="pct"/>
                  <w:gridSpan w:val="2"/>
                  <w:vAlign w:val="bottom"/>
                </w:tcPr>
                <w:p w:rsidR="006E15C4" w:rsidRPr="007C7BEE" w:rsidRDefault="00422AFF" w:rsidP="005E4AEE">
                  <w:pPr>
                    <w:pStyle w:val="AStyle1"/>
                  </w:pPr>
                  <w:r>
                    <w:t>Require Sales Rep</w:t>
                  </w:r>
                </w:p>
              </w:tc>
              <w:tc>
                <w:tcPr>
                  <w:tcW w:w="641" w:type="pct"/>
                </w:tcPr>
                <w:p w:rsidR="006E15C4" w:rsidRDefault="00422AFF" w:rsidP="004E54CF">
                  <w:pPr>
                    <w:pStyle w:val="AStyle1"/>
                    <w:jc w:val="center"/>
                  </w:pPr>
                  <w:r>
                    <w:t>Y / N</w:t>
                  </w:r>
                </w:p>
              </w:tc>
            </w:tr>
            <w:tr w:rsidR="006E15C4" w:rsidRPr="00FC2C27" w:rsidTr="005E4AEE">
              <w:tc>
                <w:tcPr>
                  <w:tcW w:w="4359" w:type="pct"/>
                  <w:gridSpan w:val="2"/>
                  <w:vAlign w:val="bottom"/>
                </w:tcPr>
                <w:p w:rsidR="006E15C4" w:rsidRPr="007C7BEE" w:rsidRDefault="00422AFF" w:rsidP="005E4AEE">
                  <w:pPr>
                    <w:pStyle w:val="AStyle1"/>
                  </w:pPr>
                  <w:r>
                    <w:t>Automatic Country on Address</w:t>
                  </w:r>
                </w:p>
              </w:tc>
              <w:tc>
                <w:tcPr>
                  <w:tcW w:w="641" w:type="pct"/>
                </w:tcPr>
                <w:p w:rsidR="006E15C4" w:rsidRDefault="00422AFF" w:rsidP="004E54CF">
                  <w:pPr>
                    <w:pStyle w:val="AStyle1"/>
                    <w:jc w:val="center"/>
                  </w:pPr>
                  <w:r>
                    <w:t>Y / N</w:t>
                  </w:r>
                </w:p>
              </w:tc>
            </w:tr>
            <w:tr w:rsidR="005E4AEE" w:rsidRPr="00FC2C27" w:rsidTr="005E4AEE">
              <w:tc>
                <w:tcPr>
                  <w:tcW w:w="4359" w:type="pct"/>
                  <w:gridSpan w:val="2"/>
                  <w:vAlign w:val="bottom"/>
                </w:tcPr>
                <w:p w:rsidR="005E4AEE" w:rsidRPr="007C7BEE" w:rsidRDefault="005E4AEE" w:rsidP="005E4AEE">
                  <w:pPr>
                    <w:pStyle w:val="AStyle1"/>
                  </w:pPr>
                  <w:r w:rsidRPr="007C7BEE">
                    <w:t xml:space="preserve">Print Quotes </w:t>
                  </w:r>
                </w:p>
              </w:tc>
              <w:tc>
                <w:tcPr>
                  <w:tcW w:w="641" w:type="pct"/>
                </w:tcPr>
                <w:p w:rsidR="005E4AEE" w:rsidRPr="00FC2C27" w:rsidRDefault="005E4AEE" w:rsidP="004E54CF">
                  <w:pPr>
                    <w:pStyle w:val="AStyle1"/>
                    <w:jc w:val="center"/>
                  </w:pPr>
                  <w:r>
                    <w:t>Y</w:t>
                  </w:r>
                  <w:r w:rsidR="009716D5">
                    <w:t xml:space="preserve"> </w:t>
                  </w:r>
                  <w:r>
                    <w:t>/</w:t>
                  </w:r>
                  <w:r w:rsidR="009716D5">
                    <w:t xml:space="preserve"> </w:t>
                  </w:r>
                  <w:r>
                    <w:t>N</w:t>
                  </w:r>
                </w:p>
              </w:tc>
            </w:tr>
            <w:tr w:rsidR="005E4AEE" w:rsidRPr="00FC2C27" w:rsidTr="005E4AEE">
              <w:tc>
                <w:tcPr>
                  <w:tcW w:w="4359" w:type="pct"/>
                  <w:gridSpan w:val="2"/>
                  <w:vAlign w:val="bottom"/>
                </w:tcPr>
                <w:p w:rsidR="005E4AEE" w:rsidRPr="007C7BEE" w:rsidRDefault="005E4AEE" w:rsidP="005E4AEE">
                  <w:pPr>
                    <w:pStyle w:val="AStyle1"/>
                  </w:pPr>
                  <w:r w:rsidRPr="007C7BEE">
                    <w:t xml:space="preserve">Consolidate Backorders </w:t>
                  </w:r>
                </w:p>
              </w:tc>
              <w:tc>
                <w:tcPr>
                  <w:tcW w:w="641" w:type="pct"/>
                </w:tcPr>
                <w:p w:rsidR="005E4AEE" w:rsidRPr="00FC2C27" w:rsidRDefault="005E4AEE" w:rsidP="004E54CF">
                  <w:pPr>
                    <w:pStyle w:val="AStyle1"/>
                    <w:jc w:val="center"/>
                  </w:pPr>
                  <w:r>
                    <w:t>Y</w:t>
                  </w:r>
                  <w:r w:rsidR="009716D5">
                    <w:t xml:space="preserve"> </w:t>
                  </w:r>
                  <w:r>
                    <w:t>/</w:t>
                  </w:r>
                  <w:r w:rsidR="009716D5">
                    <w:t xml:space="preserve"> </w:t>
                  </w:r>
                  <w:r>
                    <w:t>N</w:t>
                  </w:r>
                </w:p>
              </w:tc>
            </w:tr>
            <w:tr w:rsidR="00614DB5" w:rsidRPr="00FC2C27" w:rsidTr="005E4AEE">
              <w:tc>
                <w:tcPr>
                  <w:tcW w:w="4359" w:type="pct"/>
                  <w:gridSpan w:val="2"/>
                  <w:vAlign w:val="bottom"/>
                </w:tcPr>
                <w:p w:rsidR="00614DB5" w:rsidRDefault="00614DB5" w:rsidP="00B21520">
                  <w:pPr>
                    <w:pStyle w:val="AStyle1"/>
                  </w:pPr>
                  <w:r>
                    <w:t>Require a Contact</w:t>
                  </w:r>
                </w:p>
              </w:tc>
              <w:tc>
                <w:tcPr>
                  <w:tcW w:w="641" w:type="pct"/>
                </w:tcPr>
                <w:p w:rsidR="00614DB5" w:rsidRDefault="00614DB5" w:rsidP="00B21520">
                  <w:pPr>
                    <w:pStyle w:val="AStyle1"/>
                    <w:jc w:val="center"/>
                  </w:pPr>
                  <w:r>
                    <w:t>Y / N</w:t>
                  </w:r>
                </w:p>
              </w:tc>
            </w:tr>
            <w:tr w:rsidR="00B21520" w:rsidRPr="00FC2C27" w:rsidTr="005E4AEE">
              <w:tc>
                <w:tcPr>
                  <w:tcW w:w="4359" w:type="pct"/>
                  <w:gridSpan w:val="2"/>
                  <w:vAlign w:val="bottom"/>
                </w:tcPr>
                <w:p w:rsidR="00B21520" w:rsidRPr="007C7BEE" w:rsidRDefault="00422AFF" w:rsidP="00B21520">
                  <w:pPr>
                    <w:pStyle w:val="AStyle1"/>
                  </w:pPr>
                  <w:r>
                    <w:t>Schedule Barcodes on Packing Slips</w:t>
                  </w:r>
                </w:p>
              </w:tc>
              <w:tc>
                <w:tcPr>
                  <w:tcW w:w="641" w:type="pct"/>
                </w:tcPr>
                <w:p w:rsidR="00B21520" w:rsidRPr="00FC2C27" w:rsidRDefault="00B21520" w:rsidP="00B21520">
                  <w:pPr>
                    <w:pStyle w:val="AStyle1"/>
                    <w:jc w:val="center"/>
                  </w:pPr>
                  <w:r>
                    <w:t>Y</w:t>
                  </w:r>
                  <w:r w:rsidR="009716D5">
                    <w:t xml:space="preserve"> </w:t>
                  </w:r>
                  <w:r>
                    <w:t>/</w:t>
                  </w:r>
                  <w:r w:rsidR="009716D5">
                    <w:t xml:space="preserve"> </w:t>
                  </w:r>
                  <w:r>
                    <w:t>N</w:t>
                  </w:r>
                </w:p>
              </w:tc>
            </w:tr>
            <w:tr w:rsidR="00B21520" w:rsidRPr="00FC2C27" w:rsidTr="005E4AEE">
              <w:tc>
                <w:tcPr>
                  <w:tcW w:w="4359" w:type="pct"/>
                  <w:gridSpan w:val="2"/>
                  <w:vAlign w:val="bottom"/>
                </w:tcPr>
                <w:p w:rsidR="00B21520" w:rsidRPr="007C7BEE" w:rsidRDefault="00422AFF" w:rsidP="005E4AEE">
                  <w:pPr>
                    <w:pStyle w:val="AStyle1"/>
                  </w:pPr>
                  <w:r>
                    <w:t>Require a Phone Number</w:t>
                  </w:r>
                </w:p>
              </w:tc>
              <w:tc>
                <w:tcPr>
                  <w:tcW w:w="641" w:type="pct"/>
                </w:tcPr>
                <w:p w:rsidR="00B21520" w:rsidRPr="00FC2C27" w:rsidRDefault="00B21520" w:rsidP="004E54CF">
                  <w:pPr>
                    <w:pStyle w:val="AStyle1"/>
                    <w:jc w:val="center"/>
                  </w:pPr>
                  <w:r>
                    <w:t>Y</w:t>
                  </w:r>
                  <w:r w:rsidR="009716D5">
                    <w:t xml:space="preserve"> </w:t>
                  </w:r>
                  <w:r>
                    <w:t>/</w:t>
                  </w:r>
                  <w:r w:rsidR="009716D5">
                    <w:t xml:space="preserve"> </w:t>
                  </w:r>
                  <w:r>
                    <w:t>N</w:t>
                  </w:r>
                </w:p>
              </w:tc>
            </w:tr>
            <w:tr w:rsidR="00B21520" w:rsidRPr="00FC2C27" w:rsidTr="005E4AEE">
              <w:tc>
                <w:tcPr>
                  <w:tcW w:w="4359" w:type="pct"/>
                  <w:gridSpan w:val="2"/>
                  <w:vAlign w:val="bottom"/>
                </w:tcPr>
                <w:p w:rsidR="00B21520" w:rsidRPr="007C7BEE" w:rsidRDefault="00422AFF" w:rsidP="005E4AEE">
                  <w:pPr>
                    <w:pStyle w:val="AStyle1"/>
                  </w:pPr>
                  <w:r>
                    <w:t>Require Address Lines 1 &amp; 2</w:t>
                  </w:r>
                  <w:r w:rsidR="00B21520" w:rsidRPr="007C7BEE">
                    <w:t xml:space="preserve"> </w:t>
                  </w:r>
                </w:p>
              </w:tc>
              <w:tc>
                <w:tcPr>
                  <w:tcW w:w="641" w:type="pct"/>
                </w:tcPr>
                <w:p w:rsidR="00B21520" w:rsidRPr="00FC2C27" w:rsidRDefault="00B21520" w:rsidP="004E54CF">
                  <w:pPr>
                    <w:pStyle w:val="AStyle1"/>
                    <w:jc w:val="center"/>
                  </w:pPr>
                  <w:r>
                    <w:t>Y</w:t>
                  </w:r>
                  <w:r w:rsidR="009716D5">
                    <w:t xml:space="preserve"> </w:t>
                  </w:r>
                  <w:r>
                    <w:t>/</w:t>
                  </w:r>
                  <w:r w:rsidR="009716D5">
                    <w:t xml:space="preserve"> </w:t>
                  </w:r>
                  <w:r>
                    <w:t>N</w:t>
                  </w:r>
                </w:p>
              </w:tc>
            </w:tr>
            <w:tr w:rsidR="00614DB5" w:rsidRPr="00FC2C27" w:rsidTr="005E4AEE">
              <w:tc>
                <w:tcPr>
                  <w:tcW w:w="4359" w:type="pct"/>
                  <w:gridSpan w:val="2"/>
                  <w:vAlign w:val="bottom"/>
                </w:tcPr>
                <w:p w:rsidR="00614DB5" w:rsidRDefault="00614DB5" w:rsidP="00614DB5">
                  <w:pPr>
                    <w:pStyle w:val="AStyle1"/>
                  </w:pPr>
                  <w:r>
                    <w:t>Requires Type</w:t>
                  </w:r>
                </w:p>
              </w:tc>
              <w:tc>
                <w:tcPr>
                  <w:tcW w:w="641" w:type="pct"/>
                </w:tcPr>
                <w:p w:rsidR="00614DB5" w:rsidRDefault="00614DB5" w:rsidP="004E54CF">
                  <w:pPr>
                    <w:pStyle w:val="AStyle1"/>
                    <w:jc w:val="center"/>
                  </w:pPr>
                  <w:r>
                    <w:t>Y / N</w:t>
                  </w:r>
                </w:p>
              </w:tc>
            </w:tr>
            <w:tr w:rsidR="00422AFF" w:rsidRPr="00FC2C27" w:rsidTr="005E4AEE">
              <w:tc>
                <w:tcPr>
                  <w:tcW w:w="4359" w:type="pct"/>
                  <w:gridSpan w:val="2"/>
                  <w:vAlign w:val="bottom"/>
                </w:tcPr>
                <w:p w:rsidR="00422AFF" w:rsidRDefault="00614DB5" w:rsidP="00614DB5">
                  <w:pPr>
                    <w:pStyle w:val="AStyle1"/>
                  </w:pPr>
                  <w:r>
                    <w:t>Requires Region</w:t>
                  </w:r>
                </w:p>
              </w:tc>
              <w:tc>
                <w:tcPr>
                  <w:tcW w:w="641" w:type="pct"/>
                </w:tcPr>
                <w:p w:rsidR="00422AFF" w:rsidRDefault="00422AFF" w:rsidP="004E54CF">
                  <w:pPr>
                    <w:pStyle w:val="AStyle1"/>
                    <w:jc w:val="center"/>
                  </w:pPr>
                  <w:r>
                    <w:t>Y / N</w:t>
                  </w:r>
                </w:p>
              </w:tc>
            </w:tr>
            <w:tr w:rsidR="00B21520" w:rsidRPr="00FC2C27" w:rsidTr="005E4AEE">
              <w:tc>
                <w:tcPr>
                  <w:tcW w:w="3362" w:type="pct"/>
                  <w:vAlign w:val="bottom"/>
                </w:tcPr>
                <w:p w:rsidR="00B21520" w:rsidRPr="007C7BEE" w:rsidRDefault="00B21520" w:rsidP="005E4AEE">
                  <w:pPr>
                    <w:pStyle w:val="AStyle1"/>
                  </w:pPr>
                  <w:r w:rsidRPr="007C7BEE">
                    <w:t>Customer Aging Method</w:t>
                  </w:r>
                </w:p>
              </w:tc>
              <w:tc>
                <w:tcPr>
                  <w:tcW w:w="997" w:type="pct"/>
                </w:tcPr>
                <w:p w:rsidR="00B21520" w:rsidRPr="00FC2C27" w:rsidRDefault="00B21520" w:rsidP="005E4AEE">
                  <w:pPr>
                    <w:pStyle w:val="AStyle1"/>
                    <w:jc w:val="center"/>
                  </w:pPr>
                  <w:r>
                    <w:t>Months or Days</w:t>
                  </w:r>
                </w:p>
              </w:tc>
              <w:tc>
                <w:tcPr>
                  <w:tcW w:w="641" w:type="pct"/>
                </w:tcPr>
                <w:p w:rsidR="00B21520" w:rsidRPr="00FC2C27" w:rsidRDefault="00B21520" w:rsidP="004E54CF">
                  <w:pPr>
                    <w:pStyle w:val="AStyle1"/>
                    <w:jc w:val="center"/>
                  </w:pPr>
                  <w:r>
                    <w:t>Y</w:t>
                  </w:r>
                  <w:r w:rsidR="009716D5">
                    <w:t xml:space="preserve"> </w:t>
                  </w:r>
                  <w:r>
                    <w:t>/</w:t>
                  </w:r>
                  <w:r w:rsidR="009716D5">
                    <w:t xml:space="preserve"> </w:t>
                  </w:r>
                  <w:r>
                    <w:t>N</w:t>
                  </w:r>
                </w:p>
              </w:tc>
            </w:tr>
            <w:tr w:rsidR="00B21520" w:rsidRPr="00FC2C27" w:rsidTr="005E4AEE">
              <w:tc>
                <w:tcPr>
                  <w:tcW w:w="4359" w:type="pct"/>
                  <w:gridSpan w:val="2"/>
                  <w:vAlign w:val="bottom"/>
                </w:tcPr>
                <w:p w:rsidR="00B21520" w:rsidRPr="007C7BEE" w:rsidRDefault="00B21520" w:rsidP="005E4AEE">
                  <w:pPr>
                    <w:pStyle w:val="AStyle1"/>
                  </w:pPr>
                  <w:r w:rsidRPr="007C7BEE">
                    <w:t xml:space="preserve">Default Payment Terms </w:t>
                  </w:r>
                </w:p>
              </w:tc>
              <w:tc>
                <w:tcPr>
                  <w:tcW w:w="641" w:type="pct"/>
                </w:tcPr>
                <w:p w:rsidR="00B21520" w:rsidRPr="00FC2C27" w:rsidRDefault="00B21520" w:rsidP="004E54CF">
                  <w:pPr>
                    <w:pStyle w:val="AStyle1"/>
                    <w:jc w:val="center"/>
                  </w:pPr>
                  <w:r>
                    <w:t>Y</w:t>
                  </w:r>
                  <w:r w:rsidR="009716D5">
                    <w:t xml:space="preserve"> </w:t>
                  </w:r>
                  <w:r>
                    <w:t>/</w:t>
                  </w:r>
                  <w:r w:rsidR="009716D5">
                    <w:t xml:space="preserve"> </w:t>
                  </w:r>
                  <w:r>
                    <w:t>N</w:t>
                  </w:r>
                </w:p>
              </w:tc>
            </w:tr>
            <w:tr w:rsidR="00B21520" w:rsidRPr="00FC2C27" w:rsidTr="005E4AEE">
              <w:tc>
                <w:tcPr>
                  <w:tcW w:w="4359" w:type="pct"/>
                  <w:gridSpan w:val="2"/>
                  <w:vAlign w:val="bottom"/>
                </w:tcPr>
                <w:p w:rsidR="00B21520" w:rsidRPr="007C7BEE" w:rsidRDefault="00B21520" w:rsidP="005E4AEE">
                  <w:pPr>
                    <w:pStyle w:val="AStyle1"/>
                  </w:pPr>
                  <w:r w:rsidRPr="007C7BEE">
                    <w:t>Payment Message – Bank Account Details</w:t>
                  </w:r>
                </w:p>
              </w:tc>
              <w:tc>
                <w:tcPr>
                  <w:tcW w:w="641" w:type="pct"/>
                </w:tcPr>
                <w:p w:rsidR="00B21520" w:rsidRPr="00FC2C27" w:rsidRDefault="00B21520" w:rsidP="004E54CF">
                  <w:pPr>
                    <w:pStyle w:val="AStyle1"/>
                    <w:jc w:val="center"/>
                  </w:pPr>
                  <w:r>
                    <w:t>Y</w:t>
                  </w:r>
                  <w:r w:rsidR="009716D5">
                    <w:t xml:space="preserve"> </w:t>
                  </w:r>
                  <w:r>
                    <w:t>/</w:t>
                  </w:r>
                  <w:r w:rsidR="009716D5">
                    <w:t xml:space="preserve"> </w:t>
                  </w:r>
                  <w:r>
                    <w:t>N</w:t>
                  </w:r>
                </w:p>
              </w:tc>
            </w:tr>
            <w:tr w:rsidR="00B21520" w:rsidRPr="00FC2C27" w:rsidTr="005E4AEE">
              <w:tc>
                <w:tcPr>
                  <w:tcW w:w="4359" w:type="pct"/>
                  <w:gridSpan w:val="2"/>
                  <w:vAlign w:val="bottom"/>
                </w:tcPr>
                <w:p w:rsidR="00B21520" w:rsidRPr="007C7BEE" w:rsidRDefault="00B21520" w:rsidP="005E4AEE">
                  <w:pPr>
                    <w:pStyle w:val="AStyle1"/>
                  </w:pPr>
                  <w:r w:rsidRPr="007C7BEE">
                    <w:t xml:space="preserve">Next Quote # </w:t>
                  </w:r>
                </w:p>
              </w:tc>
              <w:tc>
                <w:tcPr>
                  <w:tcW w:w="641" w:type="pct"/>
                </w:tcPr>
                <w:p w:rsidR="00B21520" w:rsidRPr="00FC2C27" w:rsidRDefault="00422AFF" w:rsidP="004E54CF">
                  <w:pPr>
                    <w:pStyle w:val="AStyle1"/>
                    <w:jc w:val="center"/>
                  </w:pPr>
                  <w:r>
                    <w:t>Y / N</w:t>
                  </w:r>
                </w:p>
              </w:tc>
            </w:tr>
            <w:tr w:rsidR="00B21520" w:rsidRPr="00FC2C27" w:rsidTr="005E4AEE">
              <w:tc>
                <w:tcPr>
                  <w:tcW w:w="3362" w:type="pct"/>
                  <w:vAlign w:val="bottom"/>
                </w:tcPr>
                <w:p w:rsidR="00B21520" w:rsidRPr="007C7BEE" w:rsidRDefault="00B21520" w:rsidP="005E4AEE">
                  <w:pPr>
                    <w:pStyle w:val="AStyle1"/>
                  </w:pPr>
                  <w:r w:rsidRPr="007C7BEE">
                    <w:t xml:space="preserve">Quotes Valid For </w:t>
                  </w:r>
                </w:p>
              </w:tc>
              <w:tc>
                <w:tcPr>
                  <w:tcW w:w="997" w:type="pct"/>
                </w:tcPr>
                <w:p w:rsidR="00B21520" w:rsidRPr="00FC2C27" w:rsidRDefault="00B21520" w:rsidP="005E4AEE">
                  <w:pPr>
                    <w:pStyle w:val="AStyle1"/>
                    <w:jc w:val="center"/>
                  </w:pPr>
                  <w:r>
                    <w:t>Days</w:t>
                  </w:r>
                </w:p>
              </w:tc>
              <w:tc>
                <w:tcPr>
                  <w:tcW w:w="641" w:type="pct"/>
                </w:tcPr>
                <w:p w:rsidR="00B21520" w:rsidRPr="00FC2C27" w:rsidRDefault="00B21520" w:rsidP="004E54CF">
                  <w:pPr>
                    <w:pStyle w:val="AStyle1"/>
                    <w:jc w:val="center"/>
                  </w:pPr>
                  <w:r>
                    <w:t>Y</w:t>
                  </w:r>
                  <w:r w:rsidR="009716D5">
                    <w:t xml:space="preserve"> </w:t>
                  </w:r>
                  <w:r>
                    <w:t>/</w:t>
                  </w:r>
                  <w:r w:rsidR="009716D5">
                    <w:t xml:space="preserve"> </w:t>
                  </w:r>
                  <w:r>
                    <w:t>N</w:t>
                  </w:r>
                </w:p>
              </w:tc>
            </w:tr>
            <w:tr w:rsidR="00B21520" w:rsidRPr="00FC2C27" w:rsidTr="005E4AEE">
              <w:tc>
                <w:tcPr>
                  <w:tcW w:w="3362" w:type="pct"/>
                  <w:vAlign w:val="bottom"/>
                </w:tcPr>
                <w:p w:rsidR="00B21520" w:rsidRPr="007C7BEE" w:rsidRDefault="00B21520" w:rsidP="005E4AEE">
                  <w:pPr>
                    <w:pStyle w:val="AStyle1"/>
                  </w:pPr>
                  <w:r>
                    <w:t>Keep invoices for</w:t>
                  </w:r>
                </w:p>
              </w:tc>
              <w:tc>
                <w:tcPr>
                  <w:tcW w:w="997" w:type="pct"/>
                </w:tcPr>
                <w:p w:rsidR="00B21520" w:rsidRDefault="00B21520" w:rsidP="005E4AEE">
                  <w:pPr>
                    <w:pStyle w:val="AStyle1"/>
                    <w:jc w:val="center"/>
                  </w:pPr>
                  <w:r>
                    <w:t>Years</w:t>
                  </w:r>
                </w:p>
              </w:tc>
              <w:tc>
                <w:tcPr>
                  <w:tcW w:w="641" w:type="pct"/>
                </w:tcPr>
                <w:p w:rsidR="00B21520" w:rsidRDefault="00B21520" w:rsidP="004E54CF">
                  <w:pPr>
                    <w:pStyle w:val="AStyle1"/>
                    <w:jc w:val="center"/>
                  </w:pPr>
                  <w:r>
                    <w:t>Y</w:t>
                  </w:r>
                  <w:r w:rsidR="009716D5">
                    <w:t xml:space="preserve"> </w:t>
                  </w:r>
                  <w:r>
                    <w:t>/</w:t>
                  </w:r>
                  <w:r w:rsidR="009716D5">
                    <w:t xml:space="preserve"> </w:t>
                  </w:r>
                  <w:r>
                    <w:t>N</w:t>
                  </w:r>
                </w:p>
              </w:tc>
            </w:tr>
            <w:tr w:rsidR="00B21520" w:rsidRPr="00FC2C27" w:rsidTr="005E4AEE">
              <w:tc>
                <w:tcPr>
                  <w:tcW w:w="3362" w:type="pct"/>
                  <w:vAlign w:val="bottom"/>
                </w:tcPr>
                <w:p w:rsidR="00B21520" w:rsidRPr="007C7BEE" w:rsidRDefault="00B21520" w:rsidP="00B21520">
                  <w:pPr>
                    <w:pStyle w:val="AStyle1"/>
                  </w:pPr>
                  <w:r>
                    <w:t>Keep t</w:t>
                  </w:r>
                  <w:r w:rsidRPr="007C7BEE">
                    <w:t>ransaction</w:t>
                  </w:r>
                  <w:r>
                    <w:t>s for</w:t>
                  </w:r>
                  <w:r w:rsidRPr="007C7BEE">
                    <w:t xml:space="preserve"> </w:t>
                  </w:r>
                </w:p>
              </w:tc>
              <w:tc>
                <w:tcPr>
                  <w:tcW w:w="997" w:type="pct"/>
                </w:tcPr>
                <w:p w:rsidR="00B21520" w:rsidRPr="00FC2C27" w:rsidRDefault="00B21520" w:rsidP="005E4AEE">
                  <w:pPr>
                    <w:pStyle w:val="AStyle1"/>
                    <w:jc w:val="center"/>
                  </w:pPr>
                  <w:r>
                    <w:t>Years</w:t>
                  </w:r>
                </w:p>
              </w:tc>
              <w:tc>
                <w:tcPr>
                  <w:tcW w:w="641" w:type="pct"/>
                </w:tcPr>
                <w:p w:rsidR="00B21520" w:rsidRPr="00FC2C27" w:rsidRDefault="00B21520" w:rsidP="004E54CF">
                  <w:pPr>
                    <w:pStyle w:val="AStyle1"/>
                    <w:jc w:val="center"/>
                  </w:pPr>
                  <w:r>
                    <w:t>Y</w:t>
                  </w:r>
                  <w:r w:rsidR="009716D5">
                    <w:t xml:space="preserve"> </w:t>
                  </w:r>
                  <w:r>
                    <w:t>/</w:t>
                  </w:r>
                  <w:r w:rsidR="009716D5">
                    <w:t xml:space="preserve"> </w:t>
                  </w:r>
                  <w:r>
                    <w:t>N</w:t>
                  </w:r>
                </w:p>
              </w:tc>
            </w:tr>
            <w:tr w:rsidR="00B21520" w:rsidRPr="00FC2C27" w:rsidTr="00B21520">
              <w:tc>
                <w:tcPr>
                  <w:tcW w:w="4359" w:type="pct"/>
                  <w:gridSpan w:val="2"/>
                </w:tcPr>
                <w:p w:rsidR="00B21520" w:rsidRDefault="00B21520" w:rsidP="00B21520">
                  <w:pPr>
                    <w:pStyle w:val="AStyle1"/>
                    <w:jc w:val="left"/>
                  </w:pPr>
                  <w:r>
                    <w:t>Default Label Layout</w:t>
                  </w:r>
                </w:p>
              </w:tc>
              <w:tc>
                <w:tcPr>
                  <w:tcW w:w="641" w:type="pct"/>
                </w:tcPr>
                <w:p w:rsidR="00B21520" w:rsidRDefault="009716D5" w:rsidP="009716D5">
                  <w:pPr>
                    <w:pStyle w:val="AStyle1"/>
                    <w:jc w:val="center"/>
                  </w:pPr>
                  <w:r>
                    <w:t xml:space="preserve">Y / N </w:t>
                  </w:r>
                </w:p>
              </w:tc>
            </w:tr>
            <w:tr w:rsidR="00B21520" w:rsidRPr="00FC2C27" w:rsidTr="00B21520">
              <w:tc>
                <w:tcPr>
                  <w:tcW w:w="4359" w:type="pct"/>
                  <w:gridSpan w:val="2"/>
                  <w:vAlign w:val="bottom"/>
                </w:tcPr>
                <w:p w:rsidR="00B21520" w:rsidRDefault="00B21520" w:rsidP="00B21520">
                  <w:pPr>
                    <w:pStyle w:val="AStyle1"/>
                    <w:jc w:val="left"/>
                  </w:pPr>
                  <w:r>
                    <w:lastRenderedPageBreak/>
                    <w:t>Default Label Address</w:t>
                  </w:r>
                </w:p>
              </w:tc>
              <w:tc>
                <w:tcPr>
                  <w:tcW w:w="641" w:type="pct"/>
                </w:tcPr>
                <w:p w:rsidR="00B21520" w:rsidRDefault="00B21520" w:rsidP="004E54CF">
                  <w:pPr>
                    <w:pStyle w:val="AStyle1"/>
                    <w:jc w:val="center"/>
                  </w:pPr>
                  <w:r>
                    <w:t>Y</w:t>
                  </w:r>
                  <w:r w:rsidR="009716D5">
                    <w:t xml:space="preserve"> </w:t>
                  </w:r>
                  <w:r>
                    <w:t>/</w:t>
                  </w:r>
                  <w:r w:rsidR="009716D5">
                    <w:t xml:space="preserve"> </w:t>
                  </w:r>
                  <w:r>
                    <w:t>N</w:t>
                  </w:r>
                </w:p>
              </w:tc>
            </w:tr>
          </w:tbl>
          <w:p w:rsidR="0090627C" w:rsidRDefault="0090627C" w:rsidP="004E5C98">
            <w:pPr>
              <w:pStyle w:val="Heading3"/>
            </w:pPr>
          </w:p>
          <w:p w:rsidR="002B393C" w:rsidRDefault="002B393C" w:rsidP="004E5C98">
            <w:pPr>
              <w:pStyle w:val="Heading3"/>
            </w:pPr>
            <w:r>
              <w:t>Invoices</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D76FAF" w:rsidRPr="00FC2C27" w:rsidTr="00853D4B">
              <w:tc>
                <w:tcPr>
                  <w:tcW w:w="8676" w:type="dxa"/>
                  <w:vAlign w:val="bottom"/>
                </w:tcPr>
                <w:p w:rsidR="00D76FAF" w:rsidRPr="007C7BEE" w:rsidRDefault="00D76FAF" w:rsidP="00C854DF">
                  <w:pPr>
                    <w:pStyle w:val="AStyle1"/>
                  </w:pPr>
                  <w:r w:rsidRPr="007C7BEE">
                    <w:t>Next Invoice #</w:t>
                  </w:r>
                </w:p>
              </w:tc>
              <w:tc>
                <w:tcPr>
                  <w:tcW w:w="1276" w:type="dxa"/>
                </w:tcPr>
                <w:p w:rsidR="00D76FAF" w:rsidRPr="00FC2C27" w:rsidRDefault="00D76FAF" w:rsidP="00D76FAF">
                  <w:pPr>
                    <w:pStyle w:val="AStyle1"/>
                    <w:jc w:val="center"/>
                  </w:pPr>
                </w:p>
              </w:tc>
            </w:tr>
            <w:tr w:rsidR="009038F9" w:rsidRPr="00FC2C27" w:rsidTr="00853D4B">
              <w:tc>
                <w:tcPr>
                  <w:tcW w:w="8676" w:type="dxa"/>
                  <w:vAlign w:val="bottom"/>
                </w:tcPr>
                <w:p w:rsidR="009038F9" w:rsidRPr="007C7BEE" w:rsidRDefault="009038F9" w:rsidP="00D76FAF">
                  <w:pPr>
                    <w:pStyle w:val="AStyle1"/>
                  </w:pPr>
                  <w:r>
                    <w:t>Default Freight</w:t>
                  </w:r>
                </w:p>
              </w:tc>
              <w:tc>
                <w:tcPr>
                  <w:tcW w:w="1276" w:type="dxa"/>
                </w:tcPr>
                <w:p w:rsidR="009038F9" w:rsidRPr="00FC2C27" w:rsidRDefault="009038F9" w:rsidP="00D76FAF">
                  <w:pPr>
                    <w:pStyle w:val="AStyle1"/>
                    <w:jc w:val="center"/>
                  </w:pPr>
                </w:p>
              </w:tc>
            </w:tr>
            <w:tr w:rsidR="00D76FAF" w:rsidRPr="00FC2C27" w:rsidTr="00853D4B">
              <w:tc>
                <w:tcPr>
                  <w:tcW w:w="8676" w:type="dxa"/>
                  <w:vAlign w:val="bottom"/>
                </w:tcPr>
                <w:p w:rsidR="00D76FAF" w:rsidRPr="007C7BEE" w:rsidRDefault="00D76FAF" w:rsidP="00D76FAF">
                  <w:pPr>
                    <w:pStyle w:val="AStyle1"/>
                  </w:pPr>
                  <w:r w:rsidRPr="007C7BEE">
                    <w:t>Show Percentage / Dollars Value</w:t>
                  </w:r>
                  <w:r w:rsidR="00187957">
                    <w:t xml:space="preserve"> (Discounts on Invoice, Quote and Packing Slip Layouts)</w:t>
                  </w:r>
                </w:p>
              </w:tc>
              <w:tc>
                <w:tcPr>
                  <w:tcW w:w="1276" w:type="dxa"/>
                </w:tcPr>
                <w:p w:rsidR="00D76FAF" w:rsidRPr="00FC2C27" w:rsidRDefault="00D76FAF" w:rsidP="00D76FAF">
                  <w:pPr>
                    <w:pStyle w:val="AStyle1"/>
                    <w:jc w:val="center"/>
                  </w:pPr>
                </w:p>
              </w:tc>
            </w:tr>
            <w:tr w:rsidR="00D76FAF" w:rsidRPr="00FC2C27" w:rsidTr="00853D4B">
              <w:tc>
                <w:tcPr>
                  <w:tcW w:w="8676" w:type="dxa"/>
                  <w:vAlign w:val="bottom"/>
                </w:tcPr>
                <w:p w:rsidR="00D76FAF" w:rsidRPr="007C7BEE" w:rsidRDefault="00D76FAF" w:rsidP="00D76FAF">
                  <w:pPr>
                    <w:pStyle w:val="AStyle1"/>
                  </w:pPr>
                  <w:r w:rsidRPr="007C7BEE">
                    <w:t xml:space="preserve">Allow Discounts </w:t>
                  </w:r>
                </w:p>
              </w:tc>
              <w:tc>
                <w:tcPr>
                  <w:tcW w:w="1276" w:type="dxa"/>
                </w:tcPr>
                <w:p w:rsidR="00D76FAF" w:rsidRPr="00FC2C27" w:rsidRDefault="00D76FAF" w:rsidP="00D76FAF">
                  <w:pPr>
                    <w:pStyle w:val="AStyle1"/>
                    <w:jc w:val="center"/>
                  </w:pPr>
                  <w:r>
                    <w:t>Y / N</w:t>
                  </w:r>
                </w:p>
              </w:tc>
            </w:tr>
            <w:tr w:rsidR="00D76FAF" w:rsidRPr="00FC2C27" w:rsidTr="00853D4B">
              <w:tc>
                <w:tcPr>
                  <w:tcW w:w="8676" w:type="dxa"/>
                  <w:vAlign w:val="bottom"/>
                </w:tcPr>
                <w:p w:rsidR="00D76FAF" w:rsidRPr="007C7BEE" w:rsidRDefault="00D76FAF" w:rsidP="00D76FAF">
                  <w:pPr>
                    <w:pStyle w:val="AStyle1"/>
                  </w:pPr>
                  <w:r w:rsidRPr="007C7BEE">
                    <w:t xml:space="preserve">Activate Backorders </w:t>
                  </w:r>
                </w:p>
              </w:tc>
              <w:tc>
                <w:tcPr>
                  <w:tcW w:w="1276" w:type="dxa"/>
                </w:tcPr>
                <w:p w:rsidR="00D76FAF" w:rsidRPr="00FC2C27" w:rsidRDefault="00D76FAF" w:rsidP="00D76FAF">
                  <w:pPr>
                    <w:pStyle w:val="AStyle1"/>
                    <w:jc w:val="center"/>
                  </w:pPr>
                  <w:r>
                    <w:t>Y / N</w:t>
                  </w:r>
                </w:p>
              </w:tc>
            </w:tr>
            <w:tr w:rsidR="00D76FAF" w:rsidRPr="00FC2C27" w:rsidTr="00853D4B">
              <w:tc>
                <w:tcPr>
                  <w:tcW w:w="8676" w:type="dxa"/>
                  <w:vAlign w:val="bottom"/>
                </w:tcPr>
                <w:p w:rsidR="00D76FAF" w:rsidRPr="007C7BEE" w:rsidRDefault="00D76FAF" w:rsidP="00D76FAF">
                  <w:pPr>
                    <w:pStyle w:val="AStyle1"/>
                  </w:pPr>
                  <w:r w:rsidRPr="007C7BEE">
                    <w:t xml:space="preserve">Stop Overwriting Invoice # </w:t>
                  </w:r>
                </w:p>
              </w:tc>
              <w:tc>
                <w:tcPr>
                  <w:tcW w:w="1276" w:type="dxa"/>
                </w:tcPr>
                <w:p w:rsidR="00D76FAF" w:rsidRPr="00FC2C27" w:rsidRDefault="00D76FAF" w:rsidP="00D76FAF">
                  <w:pPr>
                    <w:pStyle w:val="AStyle1"/>
                    <w:jc w:val="center"/>
                  </w:pPr>
                  <w:r>
                    <w:t>Y / N</w:t>
                  </w:r>
                </w:p>
              </w:tc>
            </w:tr>
            <w:tr w:rsidR="00D76FAF" w:rsidRPr="00FC2C27" w:rsidTr="00853D4B">
              <w:tc>
                <w:tcPr>
                  <w:tcW w:w="8676" w:type="dxa"/>
                  <w:vAlign w:val="bottom"/>
                </w:tcPr>
                <w:p w:rsidR="00D76FAF" w:rsidRPr="007C7BEE" w:rsidRDefault="00D76FAF" w:rsidP="00D76FAF">
                  <w:pPr>
                    <w:pStyle w:val="AStyle1"/>
                  </w:pPr>
                  <w:r w:rsidRPr="007C7BEE">
                    <w:t xml:space="preserve">Stop Overwriting Rates </w:t>
                  </w:r>
                </w:p>
              </w:tc>
              <w:tc>
                <w:tcPr>
                  <w:tcW w:w="1276" w:type="dxa"/>
                </w:tcPr>
                <w:p w:rsidR="00D76FAF" w:rsidRPr="00FC2C27" w:rsidRDefault="00D76FAF" w:rsidP="00D76FAF">
                  <w:pPr>
                    <w:pStyle w:val="AStyle1"/>
                    <w:jc w:val="center"/>
                  </w:pPr>
                  <w:r>
                    <w:t>Y / N</w:t>
                  </w:r>
                </w:p>
              </w:tc>
            </w:tr>
            <w:tr w:rsidR="00D76FAF" w:rsidRPr="00FC2C27" w:rsidTr="00853D4B">
              <w:tc>
                <w:tcPr>
                  <w:tcW w:w="8676" w:type="dxa"/>
                  <w:vAlign w:val="bottom"/>
                </w:tcPr>
                <w:p w:rsidR="00D76FAF" w:rsidRPr="007C7BEE" w:rsidRDefault="00D76FAF" w:rsidP="00D76FAF">
                  <w:pPr>
                    <w:pStyle w:val="AStyle1"/>
                  </w:pPr>
                  <w:r w:rsidRPr="007C7BEE">
                    <w:t xml:space="preserve">Don’t warn when selling below cost </w:t>
                  </w:r>
                </w:p>
              </w:tc>
              <w:tc>
                <w:tcPr>
                  <w:tcW w:w="1276" w:type="dxa"/>
                </w:tcPr>
                <w:p w:rsidR="00D76FAF" w:rsidRPr="00FC2C27" w:rsidRDefault="00D76FAF" w:rsidP="00D76FAF">
                  <w:pPr>
                    <w:pStyle w:val="AStyle1"/>
                    <w:jc w:val="center"/>
                  </w:pPr>
                  <w:r>
                    <w:t>Y / N</w:t>
                  </w:r>
                </w:p>
              </w:tc>
            </w:tr>
            <w:tr w:rsidR="00422AFF" w:rsidRPr="00FC2C27" w:rsidTr="00853D4B">
              <w:tc>
                <w:tcPr>
                  <w:tcW w:w="8676" w:type="dxa"/>
                  <w:vAlign w:val="bottom"/>
                </w:tcPr>
                <w:p w:rsidR="00422AFF" w:rsidRPr="007C7BEE" w:rsidRDefault="00422AFF" w:rsidP="00D76FAF">
                  <w:pPr>
                    <w:pStyle w:val="AStyle1"/>
                  </w:pPr>
                  <w:r>
                    <w:t>Ask for Cost on Products with no Cost</w:t>
                  </w:r>
                </w:p>
              </w:tc>
              <w:tc>
                <w:tcPr>
                  <w:tcW w:w="1276" w:type="dxa"/>
                </w:tcPr>
                <w:p w:rsidR="00422AFF" w:rsidRDefault="00422AFF" w:rsidP="00D76FAF">
                  <w:pPr>
                    <w:pStyle w:val="AStyle1"/>
                    <w:jc w:val="center"/>
                  </w:pPr>
                  <w:r>
                    <w:t>Y / N</w:t>
                  </w:r>
                </w:p>
              </w:tc>
            </w:tr>
            <w:tr w:rsidR="00D76FAF" w:rsidRPr="00FC2C27" w:rsidTr="00853D4B">
              <w:tc>
                <w:tcPr>
                  <w:tcW w:w="8676" w:type="dxa"/>
                  <w:vAlign w:val="bottom"/>
                </w:tcPr>
                <w:p w:rsidR="00D76FAF" w:rsidRPr="007C7BEE" w:rsidRDefault="00D76FAF" w:rsidP="00D76FAF">
                  <w:pPr>
                    <w:pStyle w:val="AStyle1"/>
                  </w:pPr>
                  <w:r w:rsidRPr="007C7BEE">
                    <w:t xml:space="preserve">Ask Cost when using G/L IDs </w:t>
                  </w:r>
                </w:p>
              </w:tc>
              <w:tc>
                <w:tcPr>
                  <w:tcW w:w="1276" w:type="dxa"/>
                </w:tcPr>
                <w:p w:rsidR="00D76FAF" w:rsidRPr="00FC2C27" w:rsidRDefault="00D76FAF"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t>Place Pending Invoices on HOLD</w:t>
                  </w:r>
                </w:p>
              </w:tc>
              <w:tc>
                <w:tcPr>
                  <w:tcW w:w="1276" w:type="dxa"/>
                </w:tcPr>
                <w:p w:rsidR="00853D4B" w:rsidRDefault="00853D4B" w:rsidP="00D76FAF">
                  <w:pPr>
                    <w:pStyle w:val="AStyle1"/>
                    <w:jc w:val="center"/>
                  </w:pPr>
                  <w:r>
                    <w:t>Y / N</w:t>
                  </w:r>
                </w:p>
              </w:tc>
            </w:tr>
            <w:tr w:rsidR="00853D4B" w:rsidRPr="00FC2C27" w:rsidTr="00853D4B">
              <w:tc>
                <w:tcPr>
                  <w:tcW w:w="8676" w:type="dxa"/>
                  <w:vAlign w:val="bottom"/>
                </w:tcPr>
                <w:p w:rsidR="00853D4B" w:rsidRDefault="00853D4B" w:rsidP="00D76FAF">
                  <w:pPr>
                    <w:pStyle w:val="AStyle1"/>
                  </w:pPr>
                  <w:r>
                    <w:t>Print Packing Slips when Saving</w:t>
                  </w:r>
                </w:p>
              </w:tc>
              <w:tc>
                <w:tcPr>
                  <w:tcW w:w="1276" w:type="dxa"/>
                </w:tcPr>
                <w:p w:rsidR="00853D4B" w:rsidRDefault="00853D4B" w:rsidP="00D76FAF">
                  <w:pPr>
                    <w:pStyle w:val="AStyle1"/>
                    <w:jc w:val="center"/>
                  </w:pPr>
                  <w:r>
                    <w:t>Y / N</w:t>
                  </w:r>
                </w:p>
              </w:tc>
            </w:tr>
            <w:tr w:rsidR="00853D4B" w:rsidRPr="00FC2C27" w:rsidTr="00853D4B">
              <w:tc>
                <w:tcPr>
                  <w:tcW w:w="8676" w:type="dxa"/>
                  <w:vAlign w:val="bottom"/>
                </w:tcPr>
                <w:p w:rsidR="00853D4B" w:rsidRDefault="00853D4B" w:rsidP="00D76FAF">
                  <w:pPr>
                    <w:pStyle w:val="AStyle1"/>
                  </w:pPr>
                  <w:r>
                    <w:t>Print Packing Slips when Posting</w:t>
                  </w:r>
                </w:p>
              </w:tc>
              <w:tc>
                <w:tcPr>
                  <w:tcW w:w="1276" w:type="dxa"/>
                </w:tcPr>
                <w:p w:rsidR="00853D4B" w:rsidRDefault="00853D4B" w:rsidP="00D76FAF">
                  <w:pPr>
                    <w:pStyle w:val="AStyle1"/>
                    <w:jc w:val="center"/>
                  </w:pPr>
                  <w:r>
                    <w:t>Y / N</w:t>
                  </w:r>
                </w:p>
              </w:tc>
            </w:tr>
            <w:tr w:rsidR="00853D4B" w:rsidRPr="00FC2C27" w:rsidTr="00853D4B">
              <w:tc>
                <w:tcPr>
                  <w:tcW w:w="8676" w:type="dxa"/>
                  <w:vAlign w:val="bottom"/>
                </w:tcPr>
                <w:p w:rsidR="00853D4B" w:rsidRDefault="00853D4B" w:rsidP="00D76FAF">
                  <w:pPr>
                    <w:pStyle w:val="AStyle1"/>
                  </w:pPr>
                  <w:r>
                    <w:t>Print Invoices when Saving</w:t>
                  </w:r>
                </w:p>
              </w:tc>
              <w:tc>
                <w:tcPr>
                  <w:tcW w:w="1276" w:type="dxa"/>
                </w:tcPr>
                <w:p w:rsidR="00853D4B" w:rsidRDefault="00853D4B" w:rsidP="00D76FAF">
                  <w:pPr>
                    <w:pStyle w:val="AStyle1"/>
                    <w:jc w:val="center"/>
                  </w:pPr>
                  <w:r>
                    <w:t>Y / N</w:t>
                  </w:r>
                </w:p>
              </w:tc>
            </w:tr>
            <w:tr w:rsidR="00853D4B" w:rsidRPr="00FC2C27" w:rsidTr="00853D4B">
              <w:tc>
                <w:tcPr>
                  <w:tcW w:w="8676" w:type="dxa"/>
                  <w:vAlign w:val="bottom"/>
                </w:tcPr>
                <w:p w:rsidR="00853D4B" w:rsidRDefault="00853D4B" w:rsidP="00D76FAF">
                  <w:pPr>
                    <w:pStyle w:val="AStyle1"/>
                  </w:pPr>
                  <w:r>
                    <w:t>Print Invoices when Posting</w:t>
                  </w:r>
                </w:p>
              </w:tc>
              <w:tc>
                <w:tcPr>
                  <w:tcW w:w="1276" w:type="dxa"/>
                </w:tcPr>
                <w:p w:rsidR="00853D4B"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853D4B">
                  <w:pPr>
                    <w:pStyle w:val="AStyle1"/>
                  </w:pPr>
                  <w:r>
                    <w:t>Email Packing Slips when Saving</w:t>
                  </w:r>
                </w:p>
              </w:tc>
              <w:tc>
                <w:tcPr>
                  <w:tcW w:w="1276" w:type="dxa"/>
                </w:tcPr>
                <w:p w:rsidR="00853D4B" w:rsidRDefault="00853D4B" w:rsidP="00853D4B">
                  <w:pPr>
                    <w:pStyle w:val="AStyle1"/>
                    <w:jc w:val="center"/>
                  </w:pPr>
                  <w:r>
                    <w:t>Y / N</w:t>
                  </w:r>
                </w:p>
              </w:tc>
            </w:tr>
            <w:tr w:rsidR="00853D4B" w:rsidRPr="00FC2C27" w:rsidTr="00853D4B">
              <w:tc>
                <w:tcPr>
                  <w:tcW w:w="8676" w:type="dxa"/>
                  <w:vAlign w:val="bottom"/>
                </w:tcPr>
                <w:p w:rsidR="00853D4B" w:rsidRPr="007C7BEE" w:rsidRDefault="00853D4B" w:rsidP="00853D4B">
                  <w:pPr>
                    <w:pStyle w:val="AStyle1"/>
                  </w:pPr>
                  <w:r>
                    <w:t>Email Packing Slips when Posting</w:t>
                  </w:r>
                </w:p>
              </w:tc>
              <w:tc>
                <w:tcPr>
                  <w:tcW w:w="1276" w:type="dxa"/>
                </w:tcPr>
                <w:p w:rsidR="00853D4B" w:rsidRDefault="00853D4B" w:rsidP="00853D4B">
                  <w:pPr>
                    <w:pStyle w:val="AStyle1"/>
                    <w:jc w:val="center"/>
                  </w:pPr>
                  <w:r>
                    <w:t>Y / N</w:t>
                  </w:r>
                </w:p>
              </w:tc>
            </w:tr>
            <w:tr w:rsidR="00853D4B" w:rsidRPr="00FC2C27" w:rsidTr="00853D4B">
              <w:tc>
                <w:tcPr>
                  <w:tcW w:w="8676" w:type="dxa"/>
                  <w:vAlign w:val="bottom"/>
                </w:tcPr>
                <w:p w:rsidR="00853D4B" w:rsidRDefault="00853D4B" w:rsidP="00853D4B">
                  <w:pPr>
                    <w:pStyle w:val="AStyle1"/>
                  </w:pPr>
                  <w:r>
                    <w:t>Print Delivery Label when Saving</w:t>
                  </w:r>
                </w:p>
              </w:tc>
              <w:tc>
                <w:tcPr>
                  <w:tcW w:w="1276" w:type="dxa"/>
                </w:tcPr>
                <w:p w:rsidR="00853D4B" w:rsidRDefault="00853D4B" w:rsidP="00853D4B">
                  <w:pPr>
                    <w:pStyle w:val="AStyle1"/>
                    <w:jc w:val="center"/>
                  </w:pPr>
                  <w:r>
                    <w:t>Y / N</w:t>
                  </w:r>
                </w:p>
              </w:tc>
            </w:tr>
            <w:tr w:rsidR="00853D4B" w:rsidRPr="00FC2C27" w:rsidTr="00853D4B">
              <w:tc>
                <w:tcPr>
                  <w:tcW w:w="8676" w:type="dxa"/>
                  <w:vAlign w:val="bottom"/>
                </w:tcPr>
                <w:p w:rsidR="00853D4B" w:rsidRDefault="00853D4B" w:rsidP="00853D4B">
                  <w:pPr>
                    <w:pStyle w:val="AStyle1"/>
                  </w:pPr>
                  <w:r>
                    <w:t>Print Delivery Label when Posting</w:t>
                  </w:r>
                </w:p>
              </w:tc>
              <w:tc>
                <w:tcPr>
                  <w:tcW w:w="1276" w:type="dxa"/>
                </w:tcPr>
                <w:p w:rsidR="00853D4B" w:rsidRDefault="00853D4B" w:rsidP="00853D4B">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rsidRPr="007C7BEE">
                    <w:t xml:space="preserve">Subtract GST when Prices include GST and selling to International Customers </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rsidRPr="007C7BEE">
                    <w:t xml:space="preserve">Prompt for Staff Code before accessing Invoicing / Quotes </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rsidRPr="007C7BEE">
                    <w:t xml:space="preserve">Prompt to Order when insufficient stock on saving / posting (Invoice screen) </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rsidRPr="007C7BEE">
                    <w:t xml:space="preserve">Show Loyalty information on Invoices </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rsidRPr="007C7BEE">
                    <w:t xml:space="preserve">Don’t check for duplicate Order Numbers in Invoicing </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rsidRPr="007C7BEE">
                    <w:t>Don’t check for duplicate Order Numbers on Backorders.</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rsidRPr="007C7BEE">
                    <w:t xml:space="preserve">Show selling units on Invoice / Quote screens </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rsidRPr="007C7BEE">
                    <w:t xml:space="preserve">Show </w:t>
                  </w:r>
                  <w:proofErr w:type="spellStart"/>
                  <w:r w:rsidRPr="007C7BEE">
                    <w:t>Kitset</w:t>
                  </w:r>
                  <w:proofErr w:type="spellEnd"/>
                  <w:r w:rsidRPr="007C7BEE">
                    <w:t xml:space="preserve"> </w:t>
                  </w:r>
                  <w:proofErr w:type="spellStart"/>
                  <w:r w:rsidRPr="007C7BEE">
                    <w:t>Buildup</w:t>
                  </w:r>
                  <w:proofErr w:type="spellEnd"/>
                  <w:r w:rsidRPr="007C7BEE">
                    <w:t xml:space="preserve"> on Packing Slip </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rsidRPr="007C7BEE">
                    <w:t xml:space="preserve">Show </w:t>
                  </w:r>
                  <w:proofErr w:type="spellStart"/>
                  <w:r w:rsidRPr="007C7BEE">
                    <w:t>Kitset</w:t>
                  </w:r>
                  <w:proofErr w:type="spellEnd"/>
                  <w:r w:rsidRPr="007C7BEE">
                    <w:t xml:space="preserve"> </w:t>
                  </w:r>
                  <w:proofErr w:type="spellStart"/>
                  <w:r w:rsidRPr="007C7BEE">
                    <w:t>Buildup</w:t>
                  </w:r>
                  <w:proofErr w:type="spellEnd"/>
                  <w:r w:rsidRPr="007C7BEE">
                    <w:t xml:space="preserve"> on Invoices</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904E0D">
                  <w:pPr>
                    <w:pStyle w:val="AStyle1"/>
                  </w:pPr>
                  <w:r w:rsidRPr="007C7BEE">
                    <w:t xml:space="preserve">Prompt for </w:t>
                  </w:r>
                  <w:r>
                    <w:t>Item</w:t>
                  </w:r>
                  <w:r w:rsidRPr="007C7BEE">
                    <w:t xml:space="preserve"> Details when Posting Invoices</w:t>
                  </w:r>
                </w:p>
              </w:tc>
              <w:tc>
                <w:tcPr>
                  <w:tcW w:w="1276" w:type="dxa"/>
                </w:tcPr>
                <w:p w:rsidR="00853D4B" w:rsidRPr="00FC2C27" w:rsidRDefault="00853D4B" w:rsidP="00D76FAF">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t>Prompt to load the components of a kitset individually onto an Invoice / Quote</w:t>
                  </w:r>
                </w:p>
              </w:tc>
              <w:tc>
                <w:tcPr>
                  <w:tcW w:w="1276" w:type="dxa"/>
                </w:tcPr>
                <w:p w:rsidR="00853D4B" w:rsidRDefault="00853D4B" w:rsidP="00904E0D">
                  <w:pPr>
                    <w:pStyle w:val="AStyle1"/>
                    <w:jc w:val="center"/>
                  </w:pPr>
                  <w:r>
                    <w:t>Y / N</w:t>
                  </w:r>
                </w:p>
              </w:tc>
            </w:tr>
            <w:tr w:rsidR="00853D4B" w:rsidRPr="00FC2C27" w:rsidTr="00853D4B">
              <w:tc>
                <w:tcPr>
                  <w:tcW w:w="8676" w:type="dxa"/>
                  <w:vAlign w:val="bottom"/>
                </w:tcPr>
                <w:p w:rsidR="00853D4B" w:rsidRPr="007C7BEE" w:rsidRDefault="00853D4B" w:rsidP="00D76FAF">
                  <w:pPr>
                    <w:pStyle w:val="AStyle1"/>
                  </w:pPr>
                  <w:r>
                    <w:t>Prompt for Location when Invoicing</w:t>
                  </w:r>
                </w:p>
              </w:tc>
              <w:tc>
                <w:tcPr>
                  <w:tcW w:w="1276" w:type="dxa"/>
                </w:tcPr>
                <w:p w:rsidR="00853D4B" w:rsidRDefault="00853D4B" w:rsidP="00904E0D">
                  <w:pPr>
                    <w:pStyle w:val="AStyle1"/>
                    <w:jc w:val="center"/>
                  </w:pPr>
                  <w:r>
                    <w:t>Y / N</w:t>
                  </w:r>
                </w:p>
              </w:tc>
            </w:tr>
            <w:tr w:rsidR="00853D4B" w:rsidRPr="00FC2C27" w:rsidTr="00853D4B">
              <w:tc>
                <w:tcPr>
                  <w:tcW w:w="8676" w:type="dxa"/>
                  <w:vAlign w:val="bottom"/>
                </w:tcPr>
                <w:p w:rsidR="00853D4B" w:rsidRDefault="00853D4B" w:rsidP="00853D4B">
                  <w:pPr>
                    <w:pStyle w:val="AStyle1"/>
                  </w:pPr>
                  <w:r>
                    <w:lastRenderedPageBreak/>
                    <w:t>Always Prompt for Payment when Invoicing</w:t>
                  </w:r>
                </w:p>
              </w:tc>
              <w:tc>
                <w:tcPr>
                  <w:tcW w:w="1276" w:type="dxa"/>
                </w:tcPr>
                <w:p w:rsidR="00853D4B" w:rsidRDefault="00853D4B" w:rsidP="00904E0D">
                  <w:pPr>
                    <w:pStyle w:val="AStyle1"/>
                    <w:jc w:val="center"/>
                  </w:pPr>
                  <w:r>
                    <w:t>Y / N</w:t>
                  </w:r>
                </w:p>
              </w:tc>
            </w:tr>
            <w:tr w:rsidR="00853D4B" w:rsidRPr="00FC2C27" w:rsidTr="00853D4B">
              <w:tc>
                <w:tcPr>
                  <w:tcW w:w="8676" w:type="dxa"/>
                  <w:vAlign w:val="bottom"/>
                </w:tcPr>
                <w:p w:rsidR="00853D4B" w:rsidRDefault="00853D4B" w:rsidP="00853D4B">
                  <w:pPr>
                    <w:pStyle w:val="AStyle1"/>
                  </w:pPr>
                  <w:r>
                    <w:t>Print Terms and Conditions (</w:t>
                  </w:r>
                  <w:proofErr w:type="spellStart"/>
                  <w:r>
                    <w:t>inc</w:t>
                  </w:r>
                  <w:proofErr w:type="spellEnd"/>
                  <w:r>
                    <w:t xml:space="preserve"> Quotes)</w:t>
                  </w:r>
                </w:p>
              </w:tc>
              <w:tc>
                <w:tcPr>
                  <w:tcW w:w="1276" w:type="dxa"/>
                </w:tcPr>
                <w:p w:rsidR="00853D4B" w:rsidRDefault="00853D4B" w:rsidP="00904E0D">
                  <w:pPr>
                    <w:pStyle w:val="AStyle1"/>
                    <w:jc w:val="center"/>
                  </w:pPr>
                  <w:r>
                    <w:t>Y / N</w:t>
                  </w:r>
                </w:p>
              </w:tc>
            </w:tr>
            <w:tr w:rsidR="00853D4B" w:rsidRPr="00FC2C27" w:rsidTr="00853D4B">
              <w:tc>
                <w:tcPr>
                  <w:tcW w:w="8676" w:type="dxa"/>
                  <w:vAlign w:val="bottom"/>
                </w:tcPr>
                <w:p w:rsidR="00853D4B" w:rsidRDefault="000828CB" w:rsidP="00D76FAF">
                  <w:pPr>
                    <w:pStyle w:val="AStyle1"/>
                  </w:pPr>
                  <w:r>
                    <w:t>Hold Invoice Date used on a previous invoice</w:t>
                  </w:r>
                </w:p>
              </w:tc>
              <w:tc>
                <w:tcPr>
                  <w:tcW w:w="1276" w:type="dxa"/>
                </w:tcPr>
                <w:p w:rsidR="00853D4B" w:rsidRDefault="00853D4B" w:rsidP="00904E0D">
                  <w:pPr>
                    <w:pStyle w:val="AStyle1"/>
                    <w:jc w:val="center"/>
                  </w:pPr>
                  <w:r>
                    <w:t>Y / N</w:t>
                  </w:r>
                </w:p>
              </w:tc>
            </w:tr>
          </w:tbl>
          <w:p w:rsidR="002B393C" w:rsidRDefault="002B393C" w:rsidP="00E91DD6">
            <w:pPr>
              <w:pStyle w:val="Heading3"/>
            </w:pPr>
            <w:r>
              <w:t>Invoicing Fields</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99"/>
            </w:tblGrid>
            <w:tr w:rsidR="002B393C" w:rsidTr="00E91DD6">
              <w:tc>
                <w:tcPr>
                  <w:tcW w:w="8676" w:type="dxa"/>
                  <w:vAlign w:val="bottom"/>
                </w:tcPr>
                <w:p w:rsidR="002B393C" w:rsidRPr="007C7BEE" w:rsidRDefault="002B393C" w:rsidP="00E91DD6">
                  <w:pPr>
                    <w:pStyle w:val="AStyle1"/>
                  </w:pPr>
                  <w:r w:rsidRPr="007C7BEE">
                    <w:t xml:space="preserve">Notes Title </w:t>
                  </w:r>
                </w:p>
              </w:tc>
              <w:tc>
                <w:tcPr>
                  <w:tcW w:w="1299" w:type="dxa"/>
                </w:tcPr>
                <w:p w:rsidR="002B393C" w:rsidRPr="00FC2C27" w:rsidRDefault="00AB68D5" w:rsidP="00E91DD6">
                  <w:pPr>
                    <w:pStyle w:val="AStyle1"/>
                    <w:jc w:val="center"/>
                  </w:pPr>
                  <w:r>
                    <w:t>Y / N</w:t>
                  </w:r>
                </w:p>
              </w:tc>
            </w:tr>
            <w:tr w:rsidR="002B393C" w:rsidTr="00E91DD6">
              <w:tc>
                <w:tcPr>
                  <w:tcW w:w="8676" w:type="dxa"/>
                  <w:vAlign w:val="bottom"/>
                </w:tcPr>
                <w:p w:rsidR="002B393C" w:rsidRPr="007C7BEE" w:rsidRDefault="002B393C" w:rsidP="00E91DD6">
                  <w:pPr>
                    <w:pStyle w:val="AStyle1"/>
                  </w:pPr>
                  <w:r w:rsidRPr="007C7BEE">
                    <w:t xml:space="preserve">Text Fields </w:t>
                  </w:r>
                </w:p>
              </w:tc>
              <w:tc>
                <w:tcPr>
                  <w:tcW w:w="1299" w:type="dxa"/>
                </w:tcPr>
                <w:p w:rsidR="002B393C" w:rsidRPr="00FC2C27" w:rsidRDefault="00AB68D5" w:rsidP="00E91DD6">
                  <w:pPr>
                    <w:pStyle w:val="AStyle1"/>
                    <w:jc w:val="center"/>
                  </w:pPr>
                  <w:r>
                    <w:t>Y / N</w:t>
                  </w:r>
                </w:p>
              </w:tc>
            </w:tr>
            <w:tr w:rsidR="002B393C" w:rsidTr="00E91DD6">
              <w:tc>
                <w:tcPr>
                  <w:tcW w:w="8676" w:type="dxa"/>
                  <w:vAlign w:val="bottom"/>
                </w:tcPr>
                <w:p w:rsidR="002B393C" w:rsidRPr="007C7BEE" w:rsidRDefault="002B393C" w:rsidP="00E91DD6">
                  <w:pPr>
                    <w:pStyle w:val="AStyle1"/>
                  </w:pPr>
                  <w:r w:rsidRPr="007C7BEE">
                    <w:t>Date Fields</w:t>
                  </w:r>
                </w:p>
              </w:tc>
              <w:tc>
                <w:tcPr>
                  <w:tcW w:w="1299" w:type="dxa"/>
                </w:tcPr>
                <w:p w:rsidR="002B393C" w:rsidRPr="00FC2C27" w:rsidRDefault="00AB68D5" w:rsidP="00E91DD6">
                  <w:pPr>
                    <w:pStyle w:val="AStyle1"/>
                    <w:jc w:val="center"/>
                  </w:pPr>
                  <w:r>
                    <w:t>Y / N</w:t>
                  </w:r>
                </w:p>
              </w:tc>
            </w:tr>
            <w:tr w:rsidR="002B393C" w:rsidTr="00E91DD6">
              <w:tc>
                <w:tcPr>
                  <w:tcW w:w="8676" w:type="dxa"/>
                  <w:vAlign w:val="bottom"/>
                </w:tcPr>
                <w:p w:rsidR="002B393C" w:rsidRPr="007C7BEE" w:rsidRDefault="002B393C" w:rsidP="00E91DD6">
                  <w:pPr>
                    <w:pStyle w:val="AStyle1"/>
                  </w:pPr>
                  <w:proofErr w:type="spellStart"/>
                  <w:r w:rsidRPr="007C7BEE">
                    <w:t>Inv</w:t>
                  </w:r>
                  <w:proofErr w:type="spellEnd"/>
                  <w:r w:rsidRPr="007C7BEE">
                    <w:t xml:space="preserve"> Line Fields  </w:t>
                  </w:r>
                </w:p>
              </w:tc>
              <w:tc>
                <w:tcPr>
                  <w:tcW w:w="1299" w:type="dxa"/>
                </w:tcPr>
                <w:p w:rsidR="002B393C" w:rsidRPr="00FC2C27" w:rsidRDefault="00AB68D5" w:rsidP="00E91DD6">
                  <w:pPr>
                    <w:pStyle w:val="AStyle1"/>
                    <w:jc w:val="center"/>
                  </w:pPr>
                  <w:r>
                    <w:t>Y / N</w:t>
                  </w:r>
                </w:p>
              </w:tc>
            </w:tr>
          </w:tbl>
          <w:p w:rsidR="002B393C" w:rsidRDefault="002B393C" w:rsidP="00E91DD6">
            <w:pPr>
              <w:pStyle w:val="Heading3"/>
            </w:pPr>
            <w:r>
              <w:t>Statements Tab</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B393C" w:rsidTr="00E91DD6">
              <w:tc>
                <w:tcPr>
                  <w:tcW w:w="8676" w:type="dxa"/>
                  <w:vAlign w:val="bottom"/>
                </w:tcPr>
                <w:p w:rsidR="002B393C" w:rsidRPr="007C7BEE" w:rsidRDefault="002B393C" w:rsidP="00E91DD6">
                  <w:pPr>
                    <w:pStyle w:val="AStyle1"/>
                  </w:pPr>
                  <w:r w:rsidRPr="007C7BEE">
                    <w:t>Statement Messages</w:t>
                  </w:r>
                </w:p>
              </w:tc>
              <w:tc>
                <w:tcPr>
                  <w:tcW w:w="1276" w:type="dxa"/>
                </w:tcPr>
                <w:p w:rsidR="002B393C" w:rsidRPr="00FC2C27" w:rsidRDefault="00AB68D5" w:rsidP="00E91DD6">
                  <w:pPr>
                    <w:pStyle w:val="AStyle1"/>
                    <w:jc w:val="center"/>
                  </w:pPr>
                  <w:r>
                    <w:t>Y / N</w:t>
                  </w:r>
                </w:p>
              </w:tc>
            </w:tr>
            <w:tr w:rsidR="00AB68D5" w:rsidTr="00E91DD6">
              <w:tc>
                <w:tcPr>
                  <w:tcW w:w="8676" w:type="dxa"/>
                  <w:vAlign w:val="bottom"/>
                </w:tcPr>
                <w:p w:rsidR="00AB68D5" w:rsidRPr="007C7BEE" w:rsidRDefault="00AB68D5" w:rsidP="00AB68D5">
                  <w:pPr>
                    <w:pStyle w:val="AStyle1"/>
                    <w:ind w:left="720"/>
                  </w:pPr>
                  <w:r>
                    <w:t>Current</w:t>
                  </w:r>
                </w:p>
              </w:tc>
              <w:tc>
                <w:tcPr>
                  <w:tcW w:w="1276" w:type="dxa"/>
                </w:tcPr>
                <w:p w:rsidR="00AB68D5" w:rsidRPr="00FC2C27" w:rsidRDefault="00AB68D5" w:rsidP="00E91DD6">
                  <w:pPr>
                    <w:pStyle w:val="AStyle1"/>
                    <w:jc w:val="center"/>
                  </w:pPr>
                  <w:r>
                    <w:t>Y / N</w:t>
                  </w:r>
                </w:p>
              </w:tc>
            </w:tr>
            <w:tr w:rsidR="00AB68D5" w:rsidTr="00E91DD6">
              <w:tc>
                <w:tcPr>
                  <w:tcW w:w="8676" w:type="dxa"/>
                  <w:vAlign w:val="bottom"/>
                </w:tcPr>
                <w:p w:rsidR="00AB68D5" w:rsidRPr="007C7BEE" w:rsidRDefault="00AB68D5" w:rsidP="00AB68D5">
                  <w:pPr>
                    <w:pStyle w:val="AStyle1"/>
                    <w:ind w:left="720"/>
                    <w:jc w:val="left"/>
                  </w:pPr>
                  <w:r>
                    <w:t>1 Month</w:t>
                  </w:r>
                </w:p>
              </w:tc>
              <w:tc>
                <w:tcPr>
                  <w:tcW w:w="1276" w:type="dxa"/>
                </w:tcPr>
                <w:p w:rsidR="00AB68D5" w:rsidRPr="00FC2C27" w:rsidRDefault="00AB68D5" w:rsidP="00E91DD6">
                  <w:pPr>
                    <w:pStyle w:val="AStyle1"/>
                    <w:jc w:val="center"/>
                  </w:pPr>
                  <w:r>
                    <w:t>Y / N</w:t>
                  </w:r>
                </w:p>
              </w:tc>
            </w:tr>
            <w:tr w:rsidR="00AB68D5" w:rsidTr="00E91DD6">
              <w:tc>
                <w:tcPr>
                  <w:tcW w:w="8676" w:type="dxa"/>
                  <w:vAlign w:val="bottom"/>
                </w:tcPr>
                <w:p w:rsidR="00AB68D5" w:rsidRPr="007C7BEE" w:rsidRDefault="00AB68D5" w:rsidP="00AB68D5">
                  <w:pPr>
                    <w:pStyle w:val="AStyle1"/>
                    <w:ind w:left="720"/>
                  </w:pPr>
                  <w:r>
                    <w:t>2 Months</w:t>
                  </w:r>
                </w:p>
              </w:tc>
              <w:tc>
                <w:tcPr>
                  <w:tcW w:w="1276" w:type="dxa"/>
                </w:tcPr>
                <w:p w:rsidR="00AB68D5" w:rsidRPr="00FC2C27" w:rsidRDefault="00AB68D5" w:rsidP="00E91DD6">
                  <w:pPr>
                    <w:pStyle w:val="AStyle1"/>
                    <w:jc w:val="center"/>
                  </w:pPr>
                  <w:r>
                    <w:t>Y / N</w:t>
                  </w:r>
                </w:p>
              </w:tc>
            </w:tr>
            <w:tr w:rsidR="00AB68D5" w:rsidTr="00E91DD6">
              <w:tc>
                <w:tcPr>
                  <w:tcW w:w="8676" w:type="dxa"/>
                  <w:vAlign w:val="bottom"/>
                </w:tcPr>
                <w:p w:rsidR="00AB68D5" w:rsidRPr="007C7BEE" w:rsidRDefault="00AB68D5" w:rsidP="00AB68D5">
                  <w:pPr>
                    <w:pStyle w:val="AStyle1"/>
                    <w:ind w:left="720"/>
                  </w:pPr>
                  <w:r>
                    <w:t>3 Months</w:t>
                  </w:r>
                </w:p>
              </w:tc>
              <w:tc>
                <w:tcPr>
                  <w:tcW w:w="1276" w:type="dxa"/>
                </w:tcPr>
                <w:p w:rsidR="00AB68D5" w:rsidRPr="00FC2C27" w:rsidRDefault="00AB68D5" w:rsidP="00E91DD6">
                  <w:pPr>
                    <w:pStyle w:val="AStyle1"/>
                    <w:jc w:val="center"/>
                  </w:pPr>
                  <w:r>
                    <w:t>Y / N</w:t>
                  </w:r>
                </w:p>
              </w:tc>
            </w:tr>
          </w:tbl>
          <w:p w:rsidR="002B393C" w:rsidRDefault="002B393C" w:rsidP="00E91DD6">
            <w:pPr>
              <w:pStyle w:val="Heading3"/>
            </w:pPr>
            <w:r>
              <w:t>Custom Field Tab</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B393C" w:rsidTr="00E91DD6">
              <w:tc>
                <w:tcPr>
                  <w:tcW w:w="8676" w:type="dxa"/>
                  <w:vAlign w:val="bottom"/>
                </w:tcPr>
                <w:p w:rsidR="002B393C" w:rsidRPr="007C7BEE" w:rsidRDefault="002B393C" w:rsidP="00E91DD6">
                  <w:pPr>
                    <w:pStyle w:val="AStyle1"/>
                  </w:pPr>
                  <w:r w:rsidRPr="007C7BEE">
                    <w:t>Custom Fields</w:t>
                  </w:r>
                </w:p>
              </w:tc>
              <w:tc>
                <w:tcPr>
                  <w:tcW w:w="1276" w:type="dxa"/>
                </w:tcPr>
                <w:p w:rsidR="002B393C" w:rsidRPr="00FC2C27" w:rsidRDefault="00AB68D5" w:rsidP="00E91DD6">
                  <w:pPr>
                    <w:pStyle w:val="AStyle1"/>
                    <w:jc w:val="center"/>
                  </w:pPr>
                  <w:r>
                    <w:t>Y / N</w:t>
                  </w:r>
                </w:p>
              </w:tc>
            </w:tr>
          </w:tbl>
          <w:p w:rsidR="002B393C" w:rsidRDefault="002B393C" w:rsidP="00E91DD6">
            <w:pPr>
              <w:pStyle w:val="Heading3"/>
            </w:pPr>
            <w:r>
              <w:t>Messages Tab</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B393C" w:rsidTr="00E91DD6">
              <w:tc>
                <w:tcPr>
                  <w:tcW w:w="8676" w:type="dxa"/>
                  <w:vAlign w:val="bottom"/>
                </w:tcPr>
                <w:p w:rsidR="002B393C" w:rsidRPr="007C7BEE" w:rsidRDefault="002B393C" w:rsidP="00E91DD6">
                  <w:pPr>
                    <w:pStyle w:val="AStyle1"/>
                  </w:pPr>
                  <w:r w:rsidRPr="007C7BEE">
                    <w:t xml:space="preserve">Messages Fields </w:t>
                  </w:r>
                </w:p>
              </w:tc>
              <w:tc>
                <w:tcPr>
                  <w:tcW w:w="1276" w:type="dxa"/>
                </w:tcPr>
                <w:p w:rsidR="002B393C" w:rsidRPr="00FC2C27" w:rsidRDefault="00AB68D5" w:rsidP="00E91DD6">
                  <w:pPr>
                    <w:pStyle w:val="AStyle1"/>
                    <w:jc w:val="center"/>
                  </w:pPr>
                  <w:r>
                    <w:t>Y / N</w:t>
                  </w:r>
                </w:p>
              </w:tc>
            </w:tr>
            <w:tr w:rsidR="00AB68D5" w:rsidTr="00E91DD6">
              <w:tc>
                <w:tcPr>
                  <w:tcW w:w="8676" w:type="dxa"/>
                  <w:vAlign w:val="bottom"/>
                </w:tcPr>
                <w:p w:rsidR="00AB68D5" w:rsidRPr="007C7BEE" w:rsidRDefault="00AB68D5" w:rsidP="00AB68D5">
                  <w:pPr>
                    <w:pStyle w:val="AStyle1"/>
                    <w:ind w:left="720"/>
                  </w:pPr>
                  <w:r>
                    <w:t>Invoice Message</w:t>
                  </w:r>
                </w:p>
              </w:tc>
              <w:tc>
                <w:tcPr>
                  <w:tcW w:w="1276" w:type="dxa"/>
                </w:tcPr>
                <w:p w:rsidR="00AB68D5" w:rsidRPr="00FC2C27" w:rsidRDefault="00AB68D5" w:rsidP="00E91DD6">
                  <w:pPr>
                    <w:pStyle w:val="AStyle1"/>
                    <w:jc w:val="center"/>
                  </w:pPr>
                  <w:r>
                    <w:t>Y / N</w:t>
                  </w:r>
                </w:p>
              </w:tc>
            </w:tr>
            <w:tr w:rsidR="00AB68D5" w:rsidTr="00E91DD6">
              <w:tc>
                <w:tcPr>
                  <w:tcW w:w="8676" w:type="dxa"/>
                  <w:vAlign w:val="bottom"/>
                </w:tcPr>
                <w:p w:rsidR="00AB68D5" w:rsidRPr="007C7BEE" w:rsidRDefault="00AB68D5" w:rsidP="00AB68D5">
                  <w:pPr>
                    <w:pStyle w:val="AStyle1"/>
                    <w:ind w:left="720"/>
                  </w:pPr>
                  <w:r>
                    <w:t>Packing Slip Message</w:t>
                  </w:r>
                </w:p>
              </w:tc>
              <w:tc>
                <w:tcPr>
                  <w:tcW w:w="1276" w:type="dxa"/>
                </w:tcPr>
                <w:p w:rsidR="00AB68D5" w:rsidRPr="00FC2C27" w:rsidRDefault="00AB68D5" w:rsidP="00E91DD6">
                  <w:pPr>
                    <w:pStyle w:val="AStyle1"/>
                    <w:jc w:val="center"/>
                  </w:pPr>
                  <w:r>
                    <w:t>Y / N</w:t>
                  </w:r>
                </w:p>
              </w:tc>
            </w:tr>
            <w:tr w:rsidR="00AB68D5" w:rsidTr="00E91DD6">
              <w:tc>
                <w:tcPr>
                  <w:tcW w:w="8676" w:type="dxa"/>
                  <w:vAlign w:val="bottom"/>
                </w:tcPr>
                <w:p w:rsidR="00AB68D5" w:rsidRPr="007C7BEE" w:rsidRDefault="00AB68D5" w:rsidP="00AB68D5">
                  <w:pPr>
                    <w:pStyle w:val="AStyle1"/>
                    <w:ind w:left="720"/>
                  </w:pPr>
                  <w:r>
                    <w:t>Quote Message</w:t>
                  </w:r>
                </w:p>
              </w:tc>
              <w:tc>
                <w:tcPr>
                  <w:tcW w:w="1276" w:type="dxa"/>
                </w:tcPr>
                <w:p w:rsidR="00AB68D5" w:rsidRPr="00FC2C27" w:rsidRDefault="00AB68D5" w:rsidP="00E91DD6">
                  <w:pPr>
                    <w:pStyle w:val="AStyle1"/>
                    <w:jc w:val="center"/>
                  </w:pPr>
                  <w:r>
                    <w:t>Y / N</w:t>
                  </w:r>
                </w:p>
              </w:tc>
            </w:tr>
          </w:tbl>
          <w:p w:rsidR="002B393C" w:rsidRDefault="002B393C" w:rsidP="00E91DD6">
            <w:pPr>
              <w:pStyle w:val="Heading3"/>
            </w:pPr>
            <w:r>
              <w:t>Contacts Tab</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B393C" w:rsidTr="00E91DD6">
              <w:tc>
                <w:tcPr>
                  <w:tcW w:w="8676" w:type="dxa"/>
                  <w:vAlign w:val="bottom"/>
                </w:tcPr>
                <w:p w:rsidR="002B393C" w:rsidRPr="007C7BEE" w:rsidRDefault="002B393C" w:rsidP="00E91DD6">
                  <w:pPr>
                    <w:pStyle w:val="AStyle1"/>
                    <w:rPr>
                      <w:szCs w:val="20"/>
                    </w:rPr>
                  </w:pPr>
                  <w:r w:rsidRPr="007C7BEE">
                    <w:rPr>
                      <w:szCs w:val="20"/>
                    </w:rPr>
                    <w:t>Custom Fields</w:t>
                  </w:r>
                </w:p>
              </w:tc>
              <w:tc>
                <w:tcPr>
                  <w:tcW w:w="1276" w:type="dxa"/>
                </w:tcPr>
                <w:p w:rsidR="002B393C" w:rsidRPr="00FC2C27" w:rsidRDefault="002B393C" w:rsidP="00E91DD6">
                  <w:pPr>
                    <w:pStyle w:val="AStyle1"/>
                    <w:jc w:val="center"/>
                  </w:pPr>
                </w:p>
              </w:tc>
            </w:tr>
          </w:tbl>
          <w:p w:rsidR="005E4AEE" w:rsidRDefault="005E4AEE" w:rsidP="005E4AEE">
            <w:pPr>
              <w:pStyle w:val="Heading3"/>
            </w:pPr>
            <w:r>
              <w:t>Deferred</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5E4AEE" w:rsidRPr="00FC2C27" w:rsidTr="00263FEC">
              <w:trPr>
                <w:trHeight w:val="92"/>
              </w:trPr>
              <w:tc>
                <w:tcPr>
                  <w:tcW w:w="8676" w:type="dxa"/>
                  <w:vAlign w:val="bottom"/>
                </w:tcPr>
                <w:p w:rsidR="005E4AEE" w:rsidRPr="007C7BEE" w:rsidRDefault="005E4AEE" w:rsidP="005E4AEE">
                  <w:pPr>
                    <w:pStyle w:val="AStyle1"/>
                    <w:rPr>
                      <w:szCs w:val="20"/>
                    </w:rPr>
                  </w:pPr>
                  <w:r w:rsidRPr="007C7BEE">
                    <w:rPr>
                      <w:szCs w:val="20"/>
                    </w:rPr>
                    <w:t xml:space="preserve">Text to Appear on Deferred Payment Schedule </w:t>
                  </w:r>
                  <w:r w:rsidR="00AB68D5">
                    <w:rPr>
                      <w:szCs w:val="20"/>
                    </w:rPr>
                    <w:t>of Quotes and Invoices</w:t>
                  </w:r>
                </w:p>
              </w:tc>
              <w:tc>
                <w:tcPr>
                  <w:tcW w:w="1276" w:type="dxa"/>
                </w:tcPr>
                <w:p w:rsidR="005E4AEE" w:rsidRPr="00FC2C27" w:rsidRDefault="005E4AEE" w:rsidP="005E4AEE">
                  <w:pPr>
                    <w:pStyle w:val="AStyle1"/>
                    <w:jc w:val="center"/>
                  </w:pPr>
                </w:p>
              </w:tc>
            </w:tr>
          </w:tbl>
          <w:p w:rsidR="00263FEC" w:rsidRDefault="00263FEC" w:rsidP="00263FEC">
            <w:pPr>
              <w:pStyle w:val="Heading3"/>
            </w:pPr>
            <w:r>
              <w:t>Layby</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63FEC" w:rsidRPr="00FC2C27" w:rsidTr="00C9367F">
              <w:trPr>
                <w:trHeight w:val="92"/>
              </w:trPr>
              <w:tc>
                <w:tcPr>
                  <w:tcW w:w="8676" w:type="dxa"/>
                  <w:vAlign w:val="bottom"/>
                </w:tcPr>
                <w:p w:rsidR="00263FEC" w:rsidRPr="007C7BEE" w:rsidRDefault="00263FEC" w:rsidP="00C9367F">
                  <w:pPr>
                    <w:pStyle w:val="AStyle1"/>
                    <w:rPr>
                      <w:szCs w:val="20"/>
                    </w:rPr>
                  </w:pPr>
                  <w:r>
                    <w:rPr>
                      <w:szCs w:val="20"/>
                    </w:rPr>
                    <w:t>Text entered will be printed on the Layby Payment Schedule of Quotes and Invoices</w:t>
                  </w:r>
                  <w:r w:rsidRPr="007C7BEE">
                    <w:rPr>
                      <w:szCs w:val="20"/>
                    </w:rPr>
                    <w:t xml:space="preserve"> </w:t>
                  </w:r>
                </w:p>
              </w:tc>
              <w:tc>
                <w:tcPr>
                  <w:tcW w:w="1276" w:type="dxa"/>
                </w:tcPr>
                <w:p w:rsidR="00263FEC" w:rsidRPr="00FC2C27" w:rsidRDefault="00263FEC" w:rsidP="00C9367F">
                  <w:pPr>
                    <w:pStyle w:val="AStyle1"/>
                    <w:jc w:val="center"/>
                  </w:pPr>
                </w:p>
              </w:tc>
            </w:tr>
            <w:tr w:rsidR="00263FEC" w:rsidRPr="00FC2C27" w:rsidTr="00C9367F">
              <w:trPr>
                <w:trHeight w:val="92"/>
              </w:trPr>
              <w:tc>
                <w:tcPr>
                  <w:tcW w:w="8676" w:type="dxa"/>
                  <w:vAlign w:val="bottom"/>
                </w:tcPr>
                <w:p w:rsidR="00263FEC" w:rsidRDefault="00263FEC" w:rsidP="00AB68D5">
                  <w:pPr>
                    <w:pStyle w:val="AStyle1"/>
                    <w:rPr>
                      <w:szCs w:val="20"/>
                    </w:rPr>
                  </w:pPr>
                  <w:r>
                    <w:rPr>
                      <w:szCs w:val="20"/>
                    </w:rPr>
                    <w:t>Days to Pay</w:t>
                  </w:r>
                </w:p>
              </w:tc>
              <w:tc>
                <w:tcPr>
                  <w:tcW w:w="1276" w:type="dxa"/>
                </w:tcPr>
                <w:p w:rsidR="00263FEC" w:rsidRPr="00FC2C27" w:rsidRDefault="00263FEC" w:rsidP="00C9367F">
                  <w:pPr>
                    <w:pStyle w:val="AStyle1"/>
                    <w:jc w:val="center"/>
                  </w:pPr>
                </w:p>
              </w:tc>
            </w:tr>
          </w:tbl>
          <w:p w:rsidR="00904E0D" w:rsidRDefault="00904E0D" w:rsidP="00904E0D">
            <w:pPr>
              <w:pStyle w:val="Heading3"/>
            </w:pPr>
            <w:r>
              <w:t>Direct Debits</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904E0D" w:rsidRPr="00FC2C27" w:rsidTr="00904E0D">
              <w:tc>
                <w:tcPr>
                  <w:tcW w:w="8676" w:type="dxa"/>
                  <w:vAlign w:val="bottom"/>
                </w:tcPr>
                <w:p w:rsidR="00904E0D" w:rsidRPr="007C7BEE" w:rsidRDefault="00904E0D" w:rsidP="00AB68D5">
                  <w:pPr>
                    <w:pStyle w:val="AStyle1"/>
                    <w:rPr>
                      <w:szCs w:val="20"/>
                    </w:rPr>
                  </w:pPr>
                  <w:r>
                    <w:rPr>
                      <w:szCs w:val="20"/>
                    </w:rPr>
                    <w:t xml:space="preserve">Default Direct Debit Settings </w:t>
                  </w:r>
                </w:p>
              </w:tc>
              <w:tc>
                <w:tcPr>
                  <w:tcW w:w="1276" w:type="dxa"/>
                </w:tcPr>
                <w:p w:rsidR="00904E0D" w:rsidRPr="00FC2C27" w:rsidRDefault="00904E0D" w:rsidP="00904E0D">
                  <w:pPr>
                    <w:pStyle w:val="AStyle1"/>
                    <w:jc w:val="center"/>
                  </w:pPr>
                </w:p>
              </w:tc>
            </w:tr>
            <w:tr w:rsidR="00AB68D5" w:rsidRPr="00FC2C27" w:rsidTr="00904E0D">
              <w:tc>
                <w:tcPr>
                  <w:tcW w:w="8676" w:type="dxa"/>
                  <w:vAlign w:val="bottom"/>
                </w:tcPr>
                <w:p w:rsidR="00AB68D5" w:rsidRDefault="00AB68D5" w:rsidP="00AB68D5">
                  <w:pPr>
                    <w:pStyle w:val="AStyle1"/>
                    <w:ind w:left="720"/>
                    <w:rPr>
                      <w:szCs w:val="20"/>
                    </w:rPr>
                  </w:pPr>
                  <w:r>
                    <w:rPr>
                      <w:szCs w:val="20"/>
                    </w:rPr>
                    <w:t>Details to appear on Customer’s Bank Statement</w:t>
                  </w:r>
                </w:p>
              </w:tc>
              <w:tc>
                <w:tcPr>
                  <w:tcW w:w="1276" w:type="dxa"/>
                </w:tcPr>
                <w:p w:rsidR="00AB68D5" w:rsidRPr="00FC2C27" w:rsidRDefault="00AB68D5" w:rsidP="00904E0D">
                  <w:pPr>
                    <w:pStyle w:val="AStyle1"/>
                    <w:jc w:val="center"/>
                  </w:pPr>
                </w:p>
              </w:tc>
            </w:tr>
            <w:tr w:rsidR="00904E0D" w:rsidRPr="00FC2C27" w:rsidTr="00904E0D">
              <w:tc>
                <w:tcPr>
                  <w:tcW w:w="8676" w:type="dxa"/>
                  <w:vAlign w:val="bottom"/>
                </w:tcPr>
                <w:p w:rsidR="00904E0D" w:rsidRDefault="00AB68D5" w:rsidP="00AB68D5">
                  <w:pPr>
                    <w:pStyle w:val="AStyle1"/>
                    <w:ind w:left="720"/>
                    <w:rPr>
                      <w:szCs w:val="20"/>
                    </w:rPr>
                  </w:pPr>
                  <w:r>
                    <w:rPr>
                      <w:szCs w:val="20"/>
                    </w:rPr>
                    <w:t>Details to appear on our Bank Statement</w:t>
                  </w:r>
                </w:p>
              </w:tc>
              <w:tc>
                <w:tcPr>
                  <w:tcW w:w="1276" w:type="dxa"/>
                </w:tcPr>
                <w:p w:rsidR="00904E0D" w:rsidRPr="00FC2C27" w:rsidRDefault="00904E0D" w:rsidP="00904E0D">
                  <w:pPr>
                    <w:pStyle w:val="AStyle1"/>
                    <w:jc w:val="center"/>
                  </w:pPr>
                </w:p>
              </w:tc>
            </w:tr>
            <w:tr w:rsidR="00904E0D" w:rsidRPr="00FC2C27" w:rsidTr="00904E0D">
              <w:tc>
                <w:tcPr>
                  <w:tcW w:w="8676" w:type="dxa"/>
                  <w:vAlign w:val="bottom"/>
                </w:tcPr>
                <w:p w:rsidR="00904E0D" w:rsidRDefault="00904E0D" w:rsidP="00904E0D">
                  <w:pPr>
                    <w:pStyle w:val="AStyle1"/>
                    <w:rPr>
                      <w:szCs w:val="20"/>
                    </w:rPr>
                  </w:pPr>
                  <w:r>
                    <w:rPr>
                      <w:szCs w:val="20"/>
                    </w:rPr>
                    <w:lastRenderedPageBreak/>
                    <w:t>Create an entry for each Customer in the bank reconciliation</w:t>
                  </w:r>
                </w:p>
              </w:tc>
              <w:tc>
                <w:tcPr>
                  <w:tcW w:w="1276" w:type="dxa"/>
                </w:tcPr>
                <w:p w:rsidR="00904E0D" w:rsidRPr="00FC2C27" w:rsidRDefault="00904E0D" w:rsidP="00904E0D">
                  <w:pPr>
                    <w:pStyle w:val="AStyle1"/>
                    <w:jc w:val="center"/>
                  </w:pPr>
                  <w:r>
                    <w:t>Y / N</w:t>
                  </w:r>
                </w:p>
              </w:tc>
            </w:tr>
          </w:tbl>
          <w:p w:rsidR="002B393C" w:rsidRDefault="002B393C" w:rsidP="00E91DD6"/>
          <w:p w:rsidR="00263FEC" w:rsidRDefault="00263FEC" w:rsidP="00263FEC">
            <w:pPr>
              <w:pStyle w:val="Heading3"/>
            </w:pPr>
            <w:r>
              <w:t>Marketing</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63FEC" w:rsidRPr="00FC2C27" w:rsidTr="00C9367F">
              <w:trPr>
                <w:trHeight w:val="92"/>
              </w:trPr>
              <w:tc>
                <w:tcPr>
                  <w:tcW w:w="8676" w:type="dxa"/>
                  <w:vAlign w:val="bottom"/>
                </w:tcPr>
                <w:p w:rsidR="00263FEC" w:rsidRPr="007C7BEE" w:rsidRDefault="00AB68D5" w:rsidP="00AB68D5">
                  <w:pPr>
                    <w:pStyle w:val="AStyle1"/>
                    <w:rPr>
                      <w:szCs w:val="20"/>
                    </w:rPr>
                  </w:pPr>
                  <w:r>
                    <w:rPr>
                      <w:szCs w:val="20"/>
                    </w:rPr>
                    <w:t>Custom Text Fields up to 18</w:t>
                  </w:r>
                  <w:r w:rsidR="00263FEC">
                    <w:rPr>
                      <w:szCs w:val="20"/>
                    </w:rPr>
                    <w:t xml:space="preserve"> Marketing Options</w:t>
                  </w:r>
                </w:p>
              </w:tc>
              <w:tc>
                <w:tcPr>
                  <w:tcW w:w="1276" w:type="dxa"/>
                </w:tcPr>
                <w:p w:rsidR="00263FEC" w:rsidRPr="00FC2C27" w:rsidRDefault="00263FEC" w:rsidP="00C9367F">
                  <w:pPr>
                    <w:pStyle w:val="AStyle1"/>
                    <w:jc w:val="center"/>
                  </w:pPr>
                </w:p>
              </w:tc>
            </w:tr>
          </w:tbl>
          <w:p w:rsidR="00263FEC" w:rsidRPr="0045574B" w:rsidRDefault="00263FEC" w:rsidP="00E91DD6"/>
        </w:tc>
      </w:tr>
      <w:tr w:rsidR="002B393C" w:rsidRPr="00F223FC" w:rsidTr="008122F7">
        <w:trPr>
          <w:gridAfter w:val="1"/>
          <w:wAfter w:w="106" w:type="dxa"/>
          <w:trHeight w:val="2252"/>
        </w:trPr>
        <w:tc>
          <w:tcPr>
            <w:tcW w:w="10206" w:type="dxa"/>
            <w:shd w:val="clear" w:color="auto" w:fill="auto"/>
          </w:tcPr>
          <w:p w:rsidR="002B393C" w:rsidRDefault="009F5C2A" w:rsidP="00854265">
            <w:pPr>
              <w:pStyle w:val="Heading1"/>
            </w:pPr>
            <w:r>
              <w:lastRenderedPageBreak/>
              <w:t xml:space="preserve"> </w:t>
            </w:r>
            <w:bookmarkStart w:id="14" w:name="_Toc497839198"/>
            <w:r w:rsidR="002B393C">
              <w:t>Supplier Defaults</w:t>
            </w:r>
            <w:bookmarkEnd w:id="14"/>
          </w:p>
          <w:p w:rsidR="002B393C" w:rsidRPr="00F92E0E" w:rsidRDefault="002B393C" w:rsidP="00F92E0E">
            <w:pPr>
              <w:pStyle w:val="Heading3"/>
            </w:pPr>
            <w:r>
              <w:t>Preferences Tab</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6550"/>
              <w:gridCol w:w="708"/>
              <w:gridCol w:w="1418"/>
              <w:gridCol w:w="1276"/>
            </w:tblGrid>
            <w:tr w:rsidR="002B393C" w:rsidTr="00B36C5F">
              <w:tc>
                <w:tcPr>
                  <w:tcW w:w="8676" w:type="dxa"/>
                  <w:gridSpan w:val="3"/>
                  <w:vAlign w:val="bottom"/>
                </w:tcPr>
                <w:p w:rsidR="002B393C" w:rsidRPr="007C7BEE" w:rsidRDefault="002B393C" w:rsidP="00F92E0E">
                  <w:pPr>
                    <w:pStyle w:val="AStyle1"/>
                  </w:pPr>
                  <w:r w:rsidRPr="007C7BEE">
                    <w:t xml:space="preserve">Automatic Account Numbering </w:t>
                  </w:r>
                </w:p>
              </w:tc>
              <w:tc>
                <w:tcPr>
                  <w:tcW w:w="1276" w:type="dxa"/>
                </w:tcPr>
                <w:p w:rsidR="002B393C" w:rsidRPr="00FC2C27" w:rsidRDefault="009716D5" w:rsidP="00672F6A">
                  <w:pPr>
                    <w:pStyle w:val="AStyle1"/>
                    <w:jc w:val="center"/>
                  </w:pPr>
                  <w:r>
                    <w:t>Y / N</w:t>
                  </w:r>
                </w:p>
              </w:tc>
            </w:tr>
            <w:tr w:rsidR="002B393C" w:rsidTr="00B36C5F">
              <w:tc>
                <w:tcPr>
                  <w:tcW w:w="8676" w:type="dxa"/>
                  <w:gridSpan w:val="3"/>
                  <w:vAlign w:val="bottom"/>
                </w:tcPr>
                <w:p w:rsidR="002B393C" w:rsidRPr="007C7BEE" w:rsidRDefault="002B393C" w:rsidP="00F92E0E">
                  <w:pPr>
                    <w:pStyle w:val="AStyle1"/>
                    <w:rPr>
                      <w:color w:val="000000"/>
                    </w:rPr>
                  </w:pPr>
                  <w:r w:rsidRPr="007C7BEE">
                    <w:rPr>
                      <w:color w:val="000000"/>
                    </w:rPr>
                    <w:t>Next Account #</w:t>
                  </w:r>
                </w:p>
              </w:tc>
              <w:tc>
                <w:tcPr>
                  <w:tcW w:w="1276" w:type="dxa"/>
                </w:tcPr>
                <w:p w:rsidR="002B393C" w:rsidRPr="00FC2C27" w:rsidRDefault="002B393C" w:rsidP="00672F6A">
                  <w:pPr>
                    <w:pStyle w:val="AStyle1"/>
                    <w:jc w:val="center"/>
                  </w:pPr>
                </w:p>
              </w:tc>
            </w:tr>
            <w:tr w:rsidR="009716D5" w:rsidTr="00B36C5F">
              <w:tc>
                <w:tcPr>
                  <w:tcW w:w="8676" w:type="dxa"/>
                  <w:gridSpan w:val="3"/>
                  <w:vAlign w:val="bottom"/>
                </w:tcPr>
                <w:p w:rsidR="009716D5" w:rsidRPr="007C7BEE" w:rsidRDefault="009716D5" w:rsidP="00F92E0E">
                  <w:pPr>
                    <w:pStyle w:val="AStyle1"/>
                    <w:rPr>
                      <w:color w:val="000000"/>
                    </w:rPr>
                  </w:pPr>
                  <w:r>
                    <w:rPr>
                      <w:color w:val="000000"/>
                    </w:rPr>
                    <w:t>Automatic Sort Key creation</w:t>
                  </w:r>
                </w:p>
              </w:tc>
              <w:tc>
                <w:tcPr>
                  <w:tcW w:w="1276" w:type="dxa"/>
                </w:tcPr>
                <w:p w:rsidR="009716D5" w:rsidRDefault="009716D5" w:rsidP="00672F6A">
                  <w:pPr>
                    <w:pStyle w:val="AStyle1"/>
                    <w:jc w:val="center"/>
                  </w:pPr>
                  <w:r>
                    <w:t>Y / N</w:t>
                  </w:r>
                </w:p>
              </w:tc>
            </w:tr>
            <w:tr w:rsidR="009716D5" w:rsidTr="00B36C5F">
              <w:tc>
                <w:tcPr>
                  <w:tcW w:w="8676" w:type="dxa"/>
                  <w:gridSpan w:val="3"/>
                  <w:vAlign w:val="bottom"/>
                </w:tcPr>
                <w:p w:rsidR="009716D5" w:rsidRPr="007C7BEE" w:rsidRDefault="00B36C5F" w:rsidP="00F92E0E">
                  <w:pPr>
                    <w:pStyle w:val="AStyle1"/>
                    <w:rPr>
                      <w:color w:val="000000"/>
                    </w:rPr>
                  </w:pPr>
                  <w:r>
                    <w:rPr>
                      <w:color w:val="000000"/>
                    </w:rPr>
                    <w:t>Include Title in Individuals’ Account Names</w:t>
                  </w:r>
                </w:p>
              </w:tc>
              <w:tc>
                <w:tcPr>
                  <w:tcW w:w="1276" w:type="dxa"/>
                </w:tcPr>
                <w:p w:rsidR="009716D5" w:rsidRDefault="009716D5" w:rsidP="00672F6A">
                  <w:pPr>
                    <w:pStyle w:val="AStyle1"/>
                    <w:jc w:val="center"/>
                  </w:pPr>
                  <w:r>
                    <w:t>Y / N</w:t>
                  </w:r>
                </w:p>
              </w:tc>
            </w:tr>
            <w:tr w:rsidR="002B393C" w:rsidTr="00B36C5F">
              <w:tc>
                <w:tcPr>
                  <w:tcW w:w="8676" w:type="dxa"/>
                  <w:gridSpan w:val="3"/>
                  <w:vAlign w:val="bottom"/>
                </w:tcPr>
                <w:p w:rsidR="002B393C" w:rsidRPr="007C7BEE" w:rsidRDefault="002B393C" w:rsidP="00F92E0E">
                  <w:pPr>
                    <w:pStyle w:val="AStyle1"/>
                    <w:rPr>
                      <w:color w:val="000000"/>
                    </w:rPr>
                  </w:pPr>
                  <w:r w:rsidRPr="007C7BEE">
                    <w:rPr>
                      <w:color w:val="000000"/>
                    </w:rPr>
                    <w:t xml:space="preserve">Print Remittance Advices </w:t>
                  </w:r>
                </w:p>
              </w:tc>
              <w:tc>
                <w:tcPr>
                  <w:tcW w:w="1276" w:type="dxa"/>
                </w:tcPr>
                <w:p w:rsidR="002B393C" w:rsidRPr="00FC2C27" w:rsidRDefault="002B393C" w:rsidP="00672F6A">
                  <w:pPr>
                    <w:pStyle w:val="AStyle1"/>
                    <w:jc w:val="center"/>
                  </w:pPr>
                  <w:r>
                    <w:t>Y / N</w:t>
                  </w:r>
                </w:p>
              </w:tc>
            </w:tr>
            <w:tr w:rsidR="002B393C" w:rsidTr="00B36C5F">
              <w:tc>
                <w:tcPr>
                  <w:tcW w:w="8676" w:type="dxa"/>
                  <w:gridSpan w:val="3"/>
                  <w:vAlign w:val="bottom"/>
                </w:tcPr>
                <w:p w:rsidR="002B393C" w:rsidRPr="007C7BEE" w:rsidRDefault="002B393C" w:rsidP="00F92E0E">
                  <w:pPr>
                    <w:pStyle w:val="AStyle1"/>
                    <w:rPr>
                      <w:color w:val="000000"/>
                    </w:rPr>
                  </w:pPr>
                  <w:r w:rsidRPr="007C7BEE">
                    <w:rPr>
                      <w:color w:val="000000"/>
                    </w:rPr>
                    <w:t>Auto Pay can partially pay Invoices</w:t>
                  </w:r>
                </w:p>
              </w:tc>
              <w:tc>
                <w:tcPr>
                  <w:tcW w:w="1276" w:type="dxa"/>
                </w:tcPr>
                <w:p w:rsidR="002B393C" w:rsidRPr="00FC2C27" w:rsidRDefault="002B393C" w:rsidP="00672F6A">
                  <w:pPr>
                    <w:pStyle w:val="AStyle1"/>
                    <w:jc w:val="center"/>
                  </w:pPr>
                  <w:r>
                    <w:t>Y / N</w:t>
                  </w:r>
                </w:p>
              </w:tc>
            </w:tr>
            <w:tr w:rsidR="002B393C" w:rsidTr="00B36C5F">
              <w:tc>
                <w:tcPr>
                  <w:tcW w:w="8676" w:type="dxa"/>
                  <w:gridSpan w:val="3"/>
                  <w:vAlign w:val="bottom"/>
                </w:tcPr>
                <w:p w:rsidR="002B393C" w:rsidRPr="007C7BEE" w:rsidRDefault="002B393C" w:rsidP="00F92E0E">
                  <w:pPr>
                    <w:pStyle w:val="AStyle1"/>
                  </w:pPr>
                  <w:r w:rsidRPr="007C7BEE">
                    <w:t xml:space="preserve">Automatically Authorise for Payment </w:t>
                  </w:r>
                </w:p>
              </w:tc>
              <w:tc>
                <w:tcPr>
                  <w:tcW w:w="1276" w:type="dxa"/>
                </w:tcPr>
                <w:p w:rsidR="002B393C" w:rsidRPr="00FC2C27" w:rsidRDefault="002B393C" w:rsidP="00672F6A">
                  <w:pPr>
                    <w:pStyle w:val="AStyle1"/>
                    <w:jc w:val="center"/>
                  </w:pPr>
                  <w:r>
                    <w:t>Y / N</w:t>
                  </w:r>
                </w:p>
              </w:tc>
            </w:tr>
            <w:tr w:rsidR="002B393C" w:rsidTr="00B36C5F">
              <w:tc>
                <w:tcPr>
                  <w:tcW w:w="8676" w:type="dxa"/>
                  <w:gridSpan w:val="3"/>
                  <w:vAlign w:val="bottom"/>
                </w:tcPr>
                <w:p w:rsidR="002B393C" w:rsidRPr="007C7BEE" w:rsidRDefault="002B393C" w:rsidP="00F92E0E">
                  <w:pPr>
                    <w:pStyle w:val="AStyle1"/>
                  </w:pPr>
                  <w:r w:rsidRPr="007C7BEE">
                    <w:t xml:space="preserve">Don’t allow updating of selling prices when receiving goods </w:t>
                  </w:r>
                </w:p>
              </w:tc>
              <w:tc>
                <w:tcPr>
                  <w:tcW w:w="1276" w:type="dxa"/>
                </w:tcPr>
                <w:p w:rsidR="002B393C" w:rsidRPr="00FC2C27" w:rsidRDefault="002B393C" w:rsidP="00672F6A">
                  <w:pPr>
                    <w:pStyle w:val="AStyle1"/>
                    <w:jc w:val="center"/>
                  </w:pPr>
                  <w:r>
                    <w:t>Y / N</w:t>
                  </w:r>
                </w:p>
              </w:tc>
            </w:tr>
            <w:tr w:rsidR="002B393C" w:rsidTr="00B36C5F">
              <w:tc>
                <w:tcPr>
                  <w:tcW w:w="8676" w:type="dxa"/>
                  <w:gridSpan w:val="3"/>
                  <w:vAlign w:val="bottom"/>
                </w:tcPr>
                <w:p w:rsidR="002B393C" w:rsidRPr="007C7BEE" w:rsidRDefault="002B393C" w:rsidP="00F92E0E">
                  <w:pPr>
                    <w:pStyle w:val="AStyle1"/>
                    <w:rPr>
                      <w:color w:val="000000"/>
                    </w:rPr>
                  </w:pPr>
                  <w:r w:rsidRPr="007C7BEE">
                    <w:rPr>
                      <w:color w:val="000000"/>
                    </w:rPr>
                    <w:t xml:space="preserve">Print Cheques </w:t>
                  </w:r>
                </w:p>
              </w:tc>
              <w:tc>
                <w:tcPr>
                  <w:tcW w:w="1276" w:type="dxa"/>
                </w:tcPr>
                <w:p w:rsidR="002B393C" w:rsidRPr="00FC2C27" w:rsidRDefault="002B393C" w:rsidP="00672F6A">
                  <w:pPr>
                    <w:pStyle w:val="AStyle1"/>
                    <w:jc w:val="center"/>
                  </w:pPr>
                  <w:r>
                    <w:t>Y / N</w:t>
                  </w:r>
                </w:p>
              </w:tc>
            </w:tr>
            <w:tr w:rsidR="00C7749D" w:rsidTr="00B36C5F">
              <w:tc>
                <w:tcPr>
                  <w:tcW w:w="8676" w:type="dxa"/>
                  <w:gridSpan w:val="3"/>
                  <w:vAlign w:val="bottom"/>
                </w:tcPr>
                <w:p w:rsidR="00C7749D" w:rsidRPr="007C7BEE" w:rsidRDefault="00C7749D" w:rsidP="00F92E0E">
                  <w:pPr>
                    <w:pStyle w:val="AStyle1"/>
                    <w:rPr>
                      <w:color w:val="000000"/>
                    </w:rPr>
                  </w:pPr>
                  <w:r>
                    <w:rPr>
                      <w:color w:val="000000"/>
                    </w:rPr>
                    <w:t>Require Zip/Area Code</w:t>
                  </w:r>
                </w:p>
              </w:tc>
              <w:tc>
                <w:tcPr>
                  <w:tcW w:w="1276" w:type="dxa"/>
                </w:tcPr>
                <w:p w:rsidR="00C7749D" w:rsidRDefault="00A50390" w:rsidP="00672F6A">
                  <w:pPr>
                    <w:pStyle w:val="AStyle1"/>
                    <w:jc w:val="center"/>
                  </w:pPr>
                  <w:r>
                    <w:t>Y / N</w:t>
                  </w:r>
                </w:p>
              </w:tc>
            </w:tr>
            <w:tr w:rsidR="002B393C" w:rsidTr="000A010E">
              <w:tc>
                <w:tcPr>
                  <w:tcW w:w="6550" w:type="dxa"/>
                  <w:vAlign w:val="bottom"/>
                </w:tcPr>
                <w:p w:rsidR="002B393C" w:rsidRPr="007C7BEE" w:rsidRDefault="002B393C" w:rsidP="00F92E0E">
                  <w:pPr>
                    <w:pStyle w:val="AStyle1"/>
                  </w:pPr>
                  <w:r w:rsidRPr="007C7BEE">
                    <w:t>Supplier Aging Method</w:t>
                  </w:r>
                </w:p>
              </w:tc>
              <w:tc>
                <w:tcPr>
                  <w:tcW w:w="2126" w:type="dxa"/>
                  <w:gridSpan w:val="2"/>
                </w:tcPr>
                <w:p w:rsidR="002B393C" w:rsidRPr="00FC2C27" w:rsidRDefault="002B393C" w:rsidP="00672F6A">
                  <w:pPr>
                    <w:pStyle w:val="AStyle1"/>
                    <w:jc w:val="center"/>
                  </w:pPr>
                  <w:r>
                    <w:t>Monthly or Days</w:t>
                  </w:r>
                </w:p>
              </w:tc>
              <w:tc>
                <w:tcPr>
                  <w:tcW w:w="1276" w:type="dxa"/>
                </w:tcPr>
                <w:p w:rsidR="002B393C" w:rsidRPr="00FC2C27" w:rsidRDefault="002B393C" w:rsidP="00672F6A">
                  <w:pPr>
                    <w:pStyle w:val="AStyle1"/>
                    <w:jc w:val="center"/>
                  </w:pPr>
                </w:p>
              </w:tc>
            </w:tr>
            <w:tr w:rsidR="000A010E" w:rsidTr="00B36C5F">
              <w:tc>
                <w:tcPr>
                  <w:tcW w:w="8676" w:type="dxa"/>
                  <w:gridSpan w:val="3"/>
                  <w:vAlign w:val="bottom"/>
                </w:tcPr>
                <w:p w:rsidR="000A010E" w:rsidRPr="007C7BEE" w:rsidRDefault="000A010E" w:rsidP="000A010E">
                  <w:pPr>
                    <w:pStyle w:val="AStyle1"/>
                  </w:pPr>
                  <w:r w:rsidRPr="007C7BEE">
                    <w:t>Default Payment Terms</w:t>
                  </w:r>
                  <w:r>
                    <w:t xml:space="preserve"> (number of days, cash sale only, given day after EOM)</w:t>
                  </w:r>
                </w:p>
              </w:tc>
              <w:tc>
                <w:tcPr>
                  <w:tcW w:w="1276" w:type="dxa"/>
                </w:tcPr>
                <w:p w:rsidR="000A010E" w:rsidRPr="00FC2C27" w:rsidRDefault="000A010E" w:rsidP="00672F6A">
                  <w:pPr>
                    <w:pStyle w:val="AStyle1"/>
                    <w:jc w:val="center"/>
                  </w:pPr>
                </w:p>
              </w:tc>
            </w:tr>
            <w:tr w:rsidR="002B393C" w:rsidTr="00B36C5F">
              <w:tc>
                <w:tcPr>
                  <w:tcW w:w="8676" w:type="dxa"/>
                  <w:gridSpan w:val="3"/>
                  <w:vAlign w:val="bottom"/>
                </w:tcPr>
                <w:p w:rsidR="002B393C" w:rsidRPr="007C7BEE" w:rsidRDefault="002B393C" w:rsidP="00AE34FD">
                  <w:pPr>
                    <w:pStyle w:val="AStyle1"/>
                  </w:pPr>
                  <w:r w:rsidRPr="007C7BEE">
                    <w:t>Next P/O</w:t>
                  </w:r>
                  <w:r w:rsidR="00AB75BE">
                    <w:t>rd</w:t>
                  </w:r>
                  <w:r w:rsidRPr="007C7BEE">
                    <w:t xml:space="preserve"> # </w:t>
                  </w:r>
                </w:p>
              </w:tc>
              <w:tc>
                <w:tcPr>
                  <w:tcW w:w="1276" w:type="dxa"/>
                </w:tcPr>
                <w:p w:rsidR="002B393C" w:rsidRPr="00FC2C27" w:rsidRDefault="002B393C" w:rsidP="00672F6A">
                  <w:pPr>
                    <w:pStyle w:val="AStyle1"/>
                    <w:jc w:val="center"/>
                  </w:pPr>
                </w:p>
              </w:tc>
            </w:tr>
            <w:tr w:rsidR="002B393C" w:rsidTr="00B36C5F">
              <w:tc>
                <w:tcPr>
                  <w:tcW w:w="8676" w:type="dxa"/>
                  <w:gridSpan w:val="3"/>
                  <w:vAlign w:val="bottom"/>
                </w:tcPr>
                <w:p w:rsidR="002B393C" w:rsidRPr="007C7BEE" w:rsidRDefault="002B393C" w:rsidP="000A010E">
                  <w:pPr>
                    <w:pStyle w:val="AStyle1"/>
                  </w:pPr>
                  <w:r w:rsidRPr="007C7BEE">
                    <w:t xml:space="preserve">Allow overwriting of PO numbers </w:t>
                  </w:r>
                </w:p>
              </w:tc>
              <w:tc>
                <w:tcPr>
                  <w:tcW w:w="1276" w:type="dxa"/>
                </w:tcPr>
                <w:p w:rsidR="002B393C" w:rsidRPr="00FC2C27" w:rsidRDefault="002B393C" w:rsidP="00672F6A">
                  <w:pPr>
                    <w:pStyle w:val="AStyle1"/>
                    <w:jc w:val="center"/>
                  </w:pPr>
                  <w:r>
                    <w:t>Y / N</w:t>
                  </w:r>
                </w:p>
              </w:tc>
            </w:tr>
            <w:tr w:rsidR="00B36C5F" w:rsidRPr="00FC2C27" w:rsidTr="00134856">
              <w:tc>
                <w:tcPr>
                  <w:tcW w:w="7258" w:type="dxa"/>
                  <w:gridSpan w:val="2"/>
                  <w:vAlign w:val="bottom"/>
                </w:tcPr>
                <w:p w:rsidR="00B36C5F" w:rsidRPr="007C7BEE" w:rsidRDefault="00B36C5F" w:rsidP="00B36C5F">
                  <w:pPr>
                    <w:pStyle w:val="AStyle1"/>
                  </w:pPr>
                  <w:r>
                    <w:t>Keep transactions for</w:t>
                  </w:r>
                </w:p>
              </w:tc>
              <w:tc>
                <w:tcPr>
                  <w:tcW w:w="1418" w:type="dxa"/>
                </w:tcPr>
                <w:p w:rsidR="00B36C5F" w:rsidRDefault="00B36C5F" w:rsidP="00B36C5F">
                  <w:pPr>
                    <w:pStyle w:val="AStyle1"/>
                    <w:jc w:val="center"/>
                  </w:pPr>
                  <w:r>
                    <w:t>Years</w:t>
                  </w:r>
                </w:p>
              </w:tc>
              <w:tc>
                <w:tcPr>
                  <w:tcW w:w="1276" w:type="dxa"/>
                </w:tcPr>
                <w:p w:rsidR="00B36C5F" w:rsidRDefault="00B36C5F" w:rsidP="00B36C5F">
                  <w:pPr>
                    <w:pStyle w:val="AStyle1"/>
                    <w:jc w:val="center"/>
                  </w:pPr>
                </w:p>
              </w:tc>
            </w:tr>
            <w:tr w:rsidR="00B36C5F" w:rsidRPr="00FC2C27" w:rsidTr="00134856">
              <w:tc>
                <w:tcPr>
                  <w:tcW w:w="7258" w:type="dxa"/>
                  <w:gridSpan w:val="2"/>
                  <w:vAlign w:val="bottom"/>
                </w:tcPr>
                <w:p w:rsidR="00B36C5F" w:rsidRPr="007C7BEE" w:rsidRDefault="00B36C5F" w:rsidP="00B36C5F">
                  <w:pPr>
                    <w:pStyle w:val="AStyle1"/>
                  </w:pPr>
                  <w:r>
                    <w:t>Keep invoice/PO’s for</w:t>
                  </w:r>
                  <w:r w:rsidRPr="007C7BEE">
                    <w:t xml:space="preserve"> </w:t>
                  </w:r>
                </w:p>
              </w:tc>
              <w:tc>
                <w:tcPr>
                  <w:tcW w:w="1418" w:type="dxa"/>
                </w:tcPr>
                <w:p w:rsidR="00B36C5F" w:rsidRPr="00FC2C27" w:rsidRDefault="00B36C5F" w:rsidP="00B36C5F">
                  <w:pPr>
                    <w:pStyle w:val="AStyle1"/>
                    <w:jc w:val="center"/>
                  </w:pPr>
                  <w:r>
                    <w:t>Years</w:t>
                  </w:r>
                </w:p>
              </w:tc>
              <w:tc>
                <w:tcPr>
                  <w:tcW w:w="1276" w:type="dxa"/>
                </w:tcPr>
                <w:p w:rsidR="00B36C5F" w:rsidRPr="00FC2C27" w:rsidRDefault="00B36C5F" w:rsidP="00B36C5F">
                  <w:pPr>
                    <w:pStyle w:val="AStyle1"/>
                    <w:jc w:val="center"/>
                  </w:pPr>
                </w:p>
              </w:tc>
            </w:tr>
            <w:tr w:rsidR="00B36C5F" w:rsidTr="00B36C5F">
              <w:tc>
                <w:tcPr>
                  <w:tcW w:w="8676" w:type="dxa"/>
                  <w:gridSpan w:val="3"/>
                </w:tcPr>
                <w:p w:rsidR="00B36C5F" w:rsidRDefault="00B36C5F" w:rsidP="00B36C5F">
                  <w:pPr>
                    <w:pStyle w:val="AStyle1"/>
                    <w:jc w:val="left"/>
                  </w:pPr>
                  <w:r>
                    <w:t>Default Label Layout</w:t>
                  </w:r>
                </w:p>
              </w:tc>
              <w:tc>
                <w:tcPr>
                  <w:tcW w:w="1276" w:type="dxa"/>
                </w:tcPr>
                <w:p w:rsidR="00B36C5F" w:rsidRDefault="00B36C5F" w:rsidP="00B36C5F">
                  <w:pPr>
                    <w:pStyle w:val="AStyle1"/>
                    <w:jc w:val="center"/>
                  </w:pPr>
                  <w:r>
                    <w:t xml:space="preserve">Y / N </w:t>
                  </w:r>
                </w:p>
              </w:tc>
            </w:tr>
            <w:tr w:rsidR="00B36C5F" w:rsidTr="00B36C5F">
              <w:tc>
                <w:tcPr>
                  <w:tcW w:w="8676" w:type="dxa"/>
                  <w:gridSpan w:val="3"/>
                  <w:vAlign w:val="bottom"/>
                </w:tcPr>
                <w:p w:rsidR="00B36C5F" w:rsidRDefault="00B36C5F" w:rsidP="00B36C5F">
                  <w:pPr>
                    <w:pStyle w:val="AStyle1"/>
                    <w:jc w:val="left"/>
                  </w:pPr>
                  <w:r>
                    <w:t>Default Label Address</w:t>
                  </w:r>
                </w:p>
              </w:tc>
              <w:tc>
                <w:tcPr>
                  <w:tcW w:w="1276" w:type="dxa"/>
                </w:tcPr>
                <w:p w:rsidR="00B36C5F" w:rsidRDefault="00B36C5F" w:rsidP="00B36C5F">
                  <w:pPr>
                    <w:pStyle w:val="AStyle1"/>
                    <w:jc w:val="center"/>
                  </w:pPr>
                  <w:r>
                    <w:t>Y / N</w:t>
                  </w:r>
                </w:p>
              </w:tc>
            </w:tr>
          </w:tbl>
          <w:p w:rsidR="002B393C" w:rsidRDefault="002B393C" w:rsidP="00AE34FD">
            <w:pPr>
              <w:pStyle w:val="Heading3"/>
            </w:pPr>
            <w:r>
              <w:t>Custom Fields Tab</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B393C" w:rsidTr="0079544D">
              <w:tc>
                <w:tcPr>
                  <w:tcW w:w="8676" w:type="dxa"/>
                  <w:vAlign w:val="bottom"/>
                </w:tcPr>
                <w:p w:rsidR="002B393C" w:rsidRPr="007C7BEE" w:rsidRDefault="002B393C" w:rsidP="0079544D">
                  <w:pPr>
                    <w:pStyle w:val="AStyle1"/>
                  </w:pPr>
                  <w:r w:rsidRPr="007C7BEE">
                    <w:t xml:space="preserve">Custom Fields </w:t>
                  </w:r>
                </w:p>
              </w:tc>
              <w:tc>
                <w:tcPr>
                  <w:tcW w:w="1276" w:type="dxa"/>
                </w:tcPr>
                <w:p w:rsidR="002B393C" w:rsidRPr="00FC2C27" w:rsidRDefault="000A010E" w:rsidP="0079544D">
                  <w:pPr>
                    <w:pStyle w:val="AStyle1"/>
                    <w:jc w:val="center"/>
                  </w:pPr>
                  <w:r>
                    <w:t>Y / N</w:t>
                  </w:r>
                </w:p>
              </w:tc>
            </w:tr>
          </w:tbl>
          <w:p w:rsidR="002B393C" w:rsidRDefault="002B393C" w:rsidP="00E91DD6">
            <w:pPr>
              <w:pStyle w:val="Heading3"/>
            </w:pPr>
            <w:r>
              <w:t>Messages Tab</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99"/>
            </w:tblGrid>
            <w:tr w:rsidR="00B36C5F" w:rsidTr="00B36C5F">
              <w:tc>
                <w:tcPr>
                  <w:tcW w:w="8676" w:type="dxa"/>
                  <w:vAlign w:val="bottom"/>
                </w:tcPr>
                <w:p w:rsidR="00B36C5F" w:rsidRPr="007C7BEE" w:rsidRDefault="000A010E" w:rsidP="00E91DD6">
                  <w:pPr>
                    <w:pStyle w:val="AStyle1"/>
                  </w:pPr>
                  <w:r>
                    <w:t>Purchase Order M</w:t>
                  </w:r>
                  <w:r w:rsidR="00B36C5F" w:rsidRPr="007C7BEE">
                    <w:t>essage</w:t>
                  </w:r>
                </w:p>
              </w:tc>
              <w:tc>
                <w:tcPr>
                  <w:tcW w:w="1299" w:type="dxa"/>
                  <w:vAlign w:val="bottom"/>
                </w:tcPr>
                <w:p w:rsidR="00B36C5F" w:rsidRPr="007C7BEE" w:rsidRDefault="000A010E" w:rsidP="000A010E">
                  <w:pPr>
                    <w:pStyle w:val="AStyle1"/>
                    <w:jc w:val="center"/>
                  </w:pPr>
                  <w:r>
                    <w:t>Y / N</w:t>
                  </w:r>
                </w:p>
              </w:tc>
            </w:tr>
            <w:tr w:rsidR="00B36C5F" w:rsidTr="00B36C5F">
              <w:tc>
                <w:tcPr>
                  <w:tcW w:w="8676" w:type="dxa"/>
                  <w:vAlign w:val="bottom"/>
                </w:tcPr>
                <w:p w:rsidR="00B36C5F" w:rsidRPr="007C7BEE" w:rsidRDefault="000A010E" w:rsidP="000A010E">
                  <w:pPr>
                    <w:pStyle w:val="AStyle1"/>
                  </w:pPr>
                  <w:r>
                    <w:t>Remittance M</w:t>
                  </w:r>
                  <w:r w:rsidR="00B36C5F" w:rsidRPr="007C7BEE">
                    <w:t>essage</w:t>
                  </w:r>
                </w:p>
              </w:tc>
              <w:tc>
                <w:tcPr>
                  <w:tcW w:w="1299" w:type="dxa"/>
                  <w:vAlign w:val="bottom"/>
                </w:tcPr>
                <w:p w:rsidR="00B36C5F" w:rsidRPr="007C7BEE" w:rsidRDefault="000A010E" w:rsidP="000A010E">
                  <w:pPr>
                    <w:pStyle w:val="AStyle1"/>
                    <w:jc w:val="center"/>
                  </w:pPr>
                  <w:r>
                    <w:t>Y / N</w:t>
                  </w:r>
                </w:p>
              </w:tc>
            </w:tr>
          </w:tbl>
          <w:p w:rsidR="002B393C" w:rsidRDefault="002B393C" w:rsidP="00E91DD6">
            <w:pPr>
              <w:pStyle w:val="Heading3"/>
            </w:pPr>
            <w:r>
              <w:t>Contacts Tab</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B393C" w:rsidTr="00E91DD6">
              <w:tc>
                <w:tcPr>
                  <w:tcW w:w="8676" w:type="dxa"/>
                  <w:vAlign w:val="bottom"/>
                </w:tcPr>
                <w:p w:rsidR="002B393C" w:rsidRPr="007C7BEE" w:rsidRDefault="002B393C" w:rsidP="00E91DD6">
                  <w:pPr>
                    <w:pStyle w:val="AStyle1"/>
                    <w:rPr>
                      <w:szCs w:val="20"/>
                    </w:rPr>
                  </w:pPr>
                  <w:r w:rsidRPr="007C7BEE">
                    <w:rPr>
                      <w:szCs w:val="20"/>
                    </w:rPr>
                    <w:t>Custom Fields</w:t>
                  </w:r>
                </w:p>
              </w:tc>
              <w:tc>
                <w:tcPr>
                  <w:tcW w:w="1276" w:type="dxa"/>
                </w:tcPr>
                <w:p w:rsidR="002B393C" w:rsidRPr="00FC2C27" w:rsidRDefault="000A010E" w:rsidP="00E91DD6">
                  <w:pPr>
                    <w:pStyle w:val="AStyle1"/>
                    <w:jc w:val="center"/>
                  </w:pPr>
                  <w:r>
                    <w:t>Y / N</w:t>
                  </w:r>
                </w:p>
              </w:tc>
            </w:tr>
          </w:tbl>
          <w:p w:rsidR="002B393C" w:rsidRDefault="002B393C" w:rsidP="00E91DD6">
            <w:pPr>
              <w:pStyle w:val="Heading3"/>
            </w:pPr>
            <w:r>
              <w:t>Invoices Tab</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0A010E" w:rsidTr="000A010E">
              <w:tc>
                <w:tcPr>
                  <w:tcW w:w="8676" w:type="dxa"/>
                  <w:vAlign w:val="bottom"/>
                </w:tcPr>
                <w:p w:rsidR="000A010E" w:rsidRPr="007C7BEE" w:rsidRDefault="000A010E" w:rsidP="00E91DD6">
                  <w:pPr>
                    <w:pStyle w:val="AStyle1"/>
                  </w:pPr>
                  <w:r w:rsidRPr="007C7BEE">
                    <w:rPr>
                      <w:szCs w:val="20"/>
                    </w:rPr>
                    <w:t>Exclude GST or Include GST.</w:t>
                  </w:r>
                </w:p>
              </w:tc>
              <w:tc>
                <w:tcPr>
                  <w:tcW w:w="1276" w:type="dxa"/>
                </w:tcPr>
                <w:p w:rsidR="000A010E" w:rsidRPr="00FC2C27" w:rsidRDefault="000A010E" w:rsidP="00E91DD6">
                  <w:pPr>
                    <w:pStyle w:val="AStyle1"/>
                    <w:jc w:val="center"/>
                  </w:pPr>
                  <w:r>
                    <w:t>Y / N</w:t>
                  </w:r>
                </w:p>
              </w:tc>
            </w:tr>
            <w:tr w:rsidR="002B393C" w:rsidTr="00E91DD6">
              <w:tc>
                <w:tcPr>
                  <w:tcW w:w="8676" w:type="dxa"/>
                  <w:vAlign w:val="bottom"/>
                </w:tcPr>
                <w:p w:rsidR="002B393C" w:rsidRPr="007C7BEE" w:rsidRDefault="002B393C" w:rsidP="00E91DD6">
                  <w:pPr>
                    <w:pStyle w:val="AStyle1"/>
                  </w:pPr>
                  <w:r w:rsidRPr="007C7BEE">
                    <w:rPr>
                      <w:szCs w:val="20"/>
                    </w:rPr>
                    <w:t>Print Supplier Invoice</w:t>
                  </w:r>
                  <w:r w:rsidRPr="007C7BEE">
                    <w:t xml:space="preserve"> </w:t>
                  </w:r>
                </w:p>
              </w:tc>
              <w:tc>
                <w:tcPr>
                  <w:tcW w:w="1276" w:type="dxa"/>
                </w:tcPr>
                <w:p w:rsidR="002B393C" w:rsidRPr="00FC2C27" w:rsidRDefault="002B393C" w:rsidP="00E91DD6">
                  <w:pPr>
                    <w:pStyle w:val="AStyle1"/>
                    <w:jc w:val="center"/>
                  </w:pPr>
                  <w:r>
                    <w:t>Y / N</w:t>
                  </w:r>
                </w:p>
              </w:tc>
            </w:tr>
            <w:tr w:rsidR="000A010E" w:rsidTr="00E91DD6">
              <w:tc>
                <w:tcPr>
                  <w:tcW w:w="8676" w:type="dxa"/>
                  <w:vAlign w:val="bottom"/>
                </w:tcPr>
                <w:p w:rsidR="000A010E" w:rsidRPr="007C7BEE" w:rsidRDefault="000A010E" w:rsidP="00E91DD6">
                  <w:pPr>
                    <w:pStyle w:val="AStyle1"/>
                    <w:rPr>
                      <w:szCs w:val="20"/>
                    </w:rPr>
                  </w:pPr>
                  <w:r>
                    <w:rPr>
                      <w:szCs w:val="20"/>
                    </w:rPr>
                    <w:t>Verify Invoice Total</w:t>
                  </w:r>
                </w:p>
              </w:tc>
              <w:tc>
                <w:tcPr>
                  <w:tcW w:w="1276" w:type="dxa"/>
                </w:tcPr>
                <w:p w:rsidR="000A010E" w:rsidRDefault="000A010E" w:rsidP="00E91DD6">
                  <w:pPr>
                    <w:pStyle w:val="AStyle1"/>
                    <w:jc w:val="center"/>
                  </w:pPr>
                  <w:r>
                    <w:t>Y / N</w:t>
                  </w:r>
                </w:p>
              </w:tc>
            </w:tr>
            <w:tr w:rsidR="000A010E" w:rsidTr="00E91DD6">
              <w:tc>
                <w:tcPr>
                  <w:tcW w:w="8676" w:type="dxa"/>
                  <w:vAlign w:val="bottom"/>
                </w:tcPr>
                <w:p w:rsidR="000A010E" w:rsidRPr="007C7BEE" w:rsidRDefault="000A010E" w:rsidP="00E91DD6">
                  <w:pPr>
                    <w:pStyle w:val="AStyle1"/>
                    <w:rPr>
                      <w:szCs w:val="20"/>
                    </w:rPr>
                  </w:pPr>
                  <w:r>
                    <w:rPr>
                      <w:szCs w:val="20"/>
                    </w:rPr>
                    <w:t>Automatically add Packing Slips</w:t>
                  </w:r>
                </w:p>
              </w:tc>
              <w:tc>
                <w:tcPr>
                  <w:tcW w:w="1276" w:type="dxa"/>
                </w:tcPr>
                <w:p w:rsidR="000A010E" w:rsidRDefault="000A010E" w:rsidP="00E91DD6">
                  <w:pPr>
                    <w:pStyle w:val="AStyle1"/>
                    <w:jc w:val="center"/>
                  </w:pPr>
                  <w:r>
                    <w:t>Y / N</w:t>
                  </w:r>
                </w:p>
              </w:tc>
            </w:tr>
            <w:tr w:rsidR="002B393C" w:rsidTr="00E91DD6">
              <w:tc>
                <w:tcPr>
                  <w:tcW w:w="8676" w:type="dxa"/>
                  <w:vAlign w:val="bottom"/>
                </w:tcPr>
                <w:p w:rsidR="002B393C" w:rsidRPr="007C7BEE" w:rsidRDefault="002B393C" w:rsidP="00E91DD6">
                  <w:pPr>
                    <w:pStyle w:val="AStyle1"/>
                  </w:pPr>
                  <w:r w:rsidRPr="007C7BEE">
                    <w:rPr>
                      <w:szCs w:val="20"/>
                    </w:rPr>
                    <w:t xml:space="preserve">Require Job ID on all Invoices.  </w:t>
                  </w:r>
                </w:p>
              </w:tc>
              <w:tc>
                <w:tcPr>
                  <w:tcW w:w="1276" w:type="dxa"/>
                </w:tcPr>
                <w:p w:rsidR="002B393C" w:rsidRPr="00FC2C27" w:rsidRDefault="002B393C" w:rsidP="00E91DD6">
                  <w:pPr>
                    <w:pStyle w:val="AStyle1"/>
                    <w:jc w:val="center"/>
                  </w:pPr>
                  <w:r>
                    <w:t>Y / N</w:t>
                  </w:r>
                </w:p>
              </w:tc>
            </w:tr>
            <w:tr w:rsidR="00C01671" w:rsidTr="00E91DD6">
              <w:tc>
                <w:tcPr>
                  <w:tcW w:w="8676" w:type="dxa"/>
                  <w:vAlign w:val="bottom"/>
                </w:tcPr>
                <w:p w:rsidR="00C01671" w:rsidRPr="007C7BEE" w:rsidRDefault="00C01671" w:rsidP="00E91DD6">
                  <w:pPr>
                    <w:pStyle w:val="AStyle1"/>
                    <w:rPr>
                      <w:szCs w:val="20"/>
                    </w:rPr>
                  </w:pPr>
                  <w:r>
                    <w:rPr>
                      <w:szCs w:val="20"/>
                    </w:rPr>
                    <w:lastRenderedPageBreak/>
                    <w:t>Custom Fields</w:t>
                  </w:r>
                </w:p>
              </w:tc>
              <w:tc>
                <w:tcPr>
                  <w:tcW w:w="1276" w:type="dxa"/>
                </w:tcPr>
                <w:p w:rsidR="00C01671" w:rsidRDefault="000A010E" w:rsidP="00E91DD6">
                  <w:pPr>
                    <w:pStyle w:val="AStyle1"/>
                    <w:jc w:val="center"/>
                  </w:pPr>
                  <w:r>
                    <w:t>Y / N</w:t>
                  </w:r>
                </w:p>
              </w:tc>
            </w:tr>
          </w:tbl>
          <w:p w:rsidR="00D76FAF" w:rsidRDefault="00D76FAF" w:rsidP="00D76FAF"/>
          <w:p w:rsidR="002B393C" w:rsidRPr="00F92E0E" w:rsidRDefault="00C01671" w:rsidP="0079544D">
            <w:pPr>
              <w:pStyle w:val="Heading3"/>
            </w:pPr>
            <w:r>
              <w:t>O</w:t>
            </w:r>
            <w:r w:rsidR="002B393C">
              <w:t>rders Tab</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B393C" w:rsidTr="0079544D">
              <w:tc>
                <w:tcPr>
                  <w:tcW w:w="8676" w:type="dxa"/>
                  <w:vAlign w:val="bottom"/>
                </w:tcPr>
                <w:p w:rsidR="002B393C" w:rsidRPr="007C7BEE" w:rsidRDefault="002B393C" w:rsidP="00E137C4">
                  <w:pPr>
                    <w:pStyle w:val="AStyle1"/>
                  </w:pPr>
                  <w:r w:rsidRPr="007C7BEE">
                    <w:t xml:space="preserve">Print Purchase Orders </w:t>
                  </w:r>
                </w:p>
              </w:tc>
              <w:tc>
                <w:tcPr>
                  <w:tcW w:w="1276" w:type="dxa"/>
                </w:tcPr>
                <w:p w:rsidR="002B393C" w:rsidRPr="00FC2C27" w:rsidRDefault="002B393C" w:rsidP="0079544D">
                  <w:pPr>
                    <w:pStyle w:val="AStyle1"/>
                    <w:jc w:val="center"/>
                  </w:pPr>
                  <w:r>
                    <w:t>Y / N</w:t>
                  </w:r>
                </w:p>
              </w:tc>
            </w:tr>
            <w:tr w:rsidR="002B393C" w:rsidTr="0079544D">
              <w:tc>
                <w:tcPr>
                  <w:tcW w:w="8676" w:type="dxa"/>
                  <w:vAlign w:val="bottom"/>
                </w:tcPr>
                <w:p w:rsidR="002B393C" w:rsidRPr="007C7BEE" w:rsidRDefault="002B393C" w:rsidP="00E137C4">
                  <w:pPr>
                    <w:pStyle w:val="AStyle1"/>
                  </w:pPr>
                  <w:r w:rsidRPr="007C7BEE">
                    <w:t xml:space="preserve">Print Receipt Confirmations </w:t>
                  </w:r>
                </w:p>
              </w:tc>
              <w:tc>
                <w:tcPr>
                  <w:tcW w:w="1276" w:type="dxa"/>
                </w:tcPr>
                <w:p w:rsidR="002B393C" w:rsidRPr="00FC2C27" w:rsidRDefault="002B393C" w:rsidP="0079544D">
                  <w:pPr>
                    <w:pStyle w:val="AStyle1"/>
                    <w:jc w:val="center"/>
                  </w:pPr>
                  <w:r>
                    <w:t>Y / N</w:t>
                  </w:r>
                </w:p>
              </w:tc>
            </w:tr>
            <w:tr w:rsidR="002B393C" w:rsidTr="0079544D">
              <w:tc>
                <w:tcPr>
                  <w:tcW w:w="8676" w:type="dxa"/>
                  <w:vAlign w:val="bottom"/>
                </w:tcPr>
                <w:p w:rsidR="002B393C" w:rsidRPr="007C7BEE" w:rsidRDefault="002B393C" w:rsidP="00E137C4">
                  <w:pPr>
                    <w:pStyle w:val="AStyle1"/>
                  </w:pPr>
                  <w:r w:rsidRPr="007C7BEE">
                    <w:t xml:space="preserve">Show Purchase Units (On Screen), </w:t>
                  </w:r>
                </w:p>
              </w:tc>
              <w:tc>
                <w:tcPr>
                  <w:tcW w:w="1276" w:type="dxa"/>
                </w:tcPr>
                <w:p w:rsidR="002B393C" w:rsidRPr="00FC2C27" w:rsidRDefault="00C01671" w:rsidP="0079544D">
                  <w:pPr>
                    <w:pStyle w:val="AStyle1"/>
                    <w:jc w:val="center"/>
                  </w:pPr>
                  <w:r>
                    <w:t>Y / N</w:t>
                  </w:r>
                </w:p>
              </w:tc>
            </w:tr>
            <w:tr w:rsidR="002B393C" w:rsidTr="0079544D">
              <w:tc>
                <w:tcPr>
                  <w:tcW w:w="8676" w:type="dxa"/>
                  <w:vAlign w:val="bottom"/>
                </w:tcPr>
                <w:p w:rsidR="002B393C" w:rsidRPr="007C7BEE" w:rsidRDefault="002B393C" w:rsidP="00E137C4">
                  <w:pPr>
                    <w:pStyle w:val="AStyle1"/>
                  </w:pPr>
                  <w:r w:rsidRPr="007C7BEE">
                    <w:t xml:space="preserve">Show Selling Units (On Screen) </w:t>
                  </w:r>
                </w:p>
              </w:tc>
              <w:tc>
                <w:tcPr>
                  <w:tcW w:w="1276" w:type="dxa"/>
                </w:tcPr>
                <w:p w:rsidR="002B393C" w:rsidRPr="00FC2C27" w:rsidRDefault="002B393C" w:rsidP="0079544D">
                  <w:pPr>
                    <w:pStyle w:val="AStyle1"/>
                    <w:jc w:val="center"/>
                  </w:pPr>
                  <w:r>
                    <w:t>Y / N</w:t>
                  </w:r>
                </w:p>
              </w:tc>
            </w:tr>
            <w:tr w:rsidR="00146198" w:rsidRPr="00FC2C27" w:rsidTr="00E85AC1">
              <w:tc>
                <w:tcPr>
                  <w:tcW w:w="8676" w:type="dxa"/>
                  <w:tcBorders>
                    <w:bottom w:val="dotted" w:sz="4" w:space="0" w:color="auto"/>
                  </w:tcBorders>
                  <w:vAlign w:val="bottom"/>
                </w:tcPr>
                <w:p w:rsidR="00146198" w:rsidRPr="007C7BEE" w:rsidRDefault="00146198" w:rsidP="00146198">
                  <w:pPr>
                    <w:pStyle w:val="AStyle1"/>
                  </w:pPr>
                  <w:r w:rsidRPr="007C7BEE">
                    <w:t xml:space="preserve">Show Ratios (On Screen) </w:t>
                  </w:r>
                </w:p>
              </w:tc>
              <w:tc>
                <w:tcPr>
                  <w:tcW w:w="1276" w:type="dxa"/>
                  <w:tcBorders>
                    <w:bottom w:val="dotted" w:sz="4" w:space="0" w:color="auto"/>
                  </w:tcBorders>
                </w:tcPr>
                <w:p w:rsidR="00146198" w:rsidRPr="00FC2C27" w:rsidRDefault="00146198" w:rsidP="00146198">
                  <w:pPr>
                    <w:pStyle w:val="AStyle1"/>
                    <w:jc w:val="center"/>
                  </w:pPr>
                  <w:r>
                    <w:t>Y / N</w:t>
                  </w:r>
                </w:p>
              </w:tc>
            </w:tr>
            <w:tr w:rsidR="00146198" w:rsidTr="0079544D">
              <w:tc>
                <w:tcPr>
                  <w:tcW w:w="8676" w:type="dxa"/>
                  <w:vAlign w:val="bottom"/>
                </w:tcPr>
                <w:p w:rsidR="00146198" w:rsidRPr="007C7BEE" w:rsidRDefault="00146198" w:rsidP="00E137C4">
                  <w:pPr>
                    <w:pStyle w:val="AStyle1"/>
                  </w:pPr>
                  <w:r w:rsidRPr="007C7BEE">
                    <w:t>Show Suppliers Code (On Screen)</w:t>
                  </w:r>
                </w:p>
              </w:tc>
              <w:tc>
                <w:tcPr>
                  <w:tcW w:w="1276" w:type="dxa"/>
                </w:tcPr>
                <w:p w:rsidR="00146198" w:rsidRDefault="002C1949" w:rsidP="0079544D">
                  <w:pPr>
                    <w:pStyle w:val="AStyle1"/>
                    <w:jc w:val="center"/>
                  </w:pPr>
                  <w:r>
                    <w:t>Y / N</w:t>
                  </w:r>
                </w:p>
              </w:tc>
            </w:tr>
            <w:tr w:rsidR="00146198" w:rsidTr="0079544D">
              <w:tc>
                <w:tcPr>
                  <w:tcW w:w="8676" w:type="dxa"/>
                  <w:vAlign w:val="bottom"/>
                </w:tcPr>
                <w:p w:rsidR="00146198" w:rsidRPr="007C7BEE" w:rsidRDefault="00146198" w:rsidP="00146198">
                  <w:pPr>
                    <w:pStyle w:val="AStyle1"/>
                  </w:pPr>
                  <w:r w:rsidRPr="007C7BEE">
                    <w:t xml:space="preserve">Allow Invoicing Direct to Customers </w:t>
                  </w:r>
                </w:p>
              </w:tc>
              <w:tc>
                <w:tcPr>
                  <w:tcW w:w="1276" w:type="dxa"/>
                </w:tcPr>
                <w:p w:rsidR="00146198" w:rsidRPr="00FC2C27" w:rsidRDefault="00146198" w:rsidP="00146198">
                  <w:pPr>
                    <w:pStyle w:val="AStyle1"/>
                    <w:jc w:val="center"/>
                  </w:pPr>
                  <w:r>
                    <w:t>Y / N</w:t>
                  </w:r>
                </w:p>
              </w:tc>
            </w:tr>
            <w:tr w:rsidR="00146198" w:rsidTr="00E137C4">
              <w:tc>
                <w:tcPr>
                  <w:tcW w:w="8676" w:type="dxa"/>
                  <w:vAlign w:val="bottom"/>
                </w:tcPr>
                <w:p w:rsidR="00146198" w:rsidRPr="007C7BEE" w:rsidRDefault="00146198" w:rsidP="00E137C4">
                  <w:pPr>
                    <w:pStyle w:val="AStyle1"/>
                  </w:pPr>
                  <w:r w:rsidRPr="007C7BEE">
                    <w:t xml:space="preserve">Allow Multi Location Ordering </w:t>
                  </w:r>
                </w:p>
              </w:tc>
              <w:tc>
                <w:tcPr>
                  <w:tcW w:w="1276" w:type="dxa"/>
                </w:tcPr>
                <w:p w:rsidR="00146198" w:rsidRPr="00FC2C27" w:rsidRDefault="00146198" w:rsidP="0079544D">
                  <w:pPr>
                    <w:pStyle w:val="AStyle1"/>
                    <w:jc w:val="center"/>
                  </w:pPr>
                  <w:r>
                    <w:t>Y / N</w:t>
                  </w:r>
                </w:p>
              </w:tc>
            </w:tr>
            <w:tr w:rsidR="00146198" w:rsidTr="0079544D">
              <w:tc>
                <w:tcPr>
                  <w:tcW w:w="8676" w:type="dxa"/>
                  <w:vAlign w:val="bottom"/>
                </w:tcPr>
                <w:p w:rsidR="00146198" w:rsidRPr="007C7BEE" w:rsidRDefault="00146198" w:rsidP="00E137C4">
                  <w:pPr>
                    <w:pStyle w:val="AStyle1"/>
                  </w:pPr>
                  <w:r w:rsidRPr="007C7BEE">
                    <w:t xml:space="preserve">Remove Standard Purchase Order option </w:t>
                  </w:r>
                </w:p>
              </w:tc>
              <w:tc>
                <w:tcPr>
                  <w:tcW w:w="1276" w:type="dxa"/>
                </w:tcPr>
                <w:p w:rsidR="00146198" w:rsidRPr="00FC2C27" w:rsidRDefault="00146198" w:rsidP="0079544D">
                  <w:pPr>
                    <w:pStyle w:val="AStyle1"/>
                    <w:jc w:val="center"/>
                  </w:pPr>
                  <w:r>
                    <w:t>Y / N</w:t>
                  </w:r>
                </w:p>
              </w:tc>
            </w:tr>
            <w:tr w:rsidR="00146198" w:rsidTr="00E137C4">
              <w:tc>
                <w:tcPr>
                  <w:tcW w:w="8676" w:type="dxa"/>
                  <w:vAlign w:val="bottom"/>
                </w:tcPr>
                <w:p w:rsidR="00146198" w:rsidRPr="007C7BEE" w:rsidRDefault="00146198" w:rsidP="000A010E">
                  <w:pPr>
                    <w:pStyle w:val="AStyle1"/>
                  </w:pPr>
                  <w:r w:rsidRPr="007C7BEE">
                    <w:t xml:space="preserve">Require Job ID on All </w:t>
                  </w:r>
                  <w:r w:rsidR="000A010E">
                    <w:t>Orders</w:t>
                  </w:r>
                </w:p>
              </w:tc>
              <w:tc>
                <w:tcPr>
                  <w:tcW w:w="1276" w:type="dxa"/>
                </w:tcPr>
                <w:p w:rsidR="00146198" w:rsidRPr="00FC2C27" w:rsidRDefault="00146198" w:rsidP="0079544D">
                  <w:pPr>
                    <w:pStyle w:val="AStyle1"/>
                    <w:jc w:val="center"/>
                  </w:pPr>
                  <w:r>
                    <w:t>Y / N</w:t>
                  </w:r>
                </w:p>
              </w:tc>
            </w:tr>
            <w:tr w:rsidR="00146198" w:rsidTr="00E137C4">
              <w:tc>
                <w:tcPr>
                  <w:tcW w:w="8676" w:type="dxa"/>
                  <w:vAlign w:val="bottom"/>
                </w:tcPr>
                <w:p w:rsidR="00146198" w:rsidRPr="007C7BEE" w:rsidRDefault="00146198" w:rsidP="00E137C4">
                  <w:pPr>
                    <w:pStyle w:val="AStyle1"/>
                  </w:pPr>
                  <w:r w:rsidRPr="007C7BEE">
                    <w:t>Update Order Date when recalling saved Purchase orders</w:t>
                  </w:r>
                </w:p>
              </w:tc>
              <w:tc>
                <w:tcPr>
                  <w:tcW w:w="1276" w:type="dxa"/>
                </w:tcPr>
                <w:p w:rsidR="00146198" w:rsidRDefault="002C1949" w:rsidP="0079544D">
                  <w:pPr>
                    <w:pStyle w:val="AStyle1"/>
                    <w:jc w:val="center"/>
                  </w:pPr>
                  <w:r>
                    <w:t>Y / N</w:t>
                  </w:r>
                </w:p>
              </w:tc>
            </w:tr>
            <w:tr w:rsidR="002C1949" w:rsidTr="00E137C4">
              <w:tc>
                <w:tcPr>
                  <w:tcW w:w="8676" w:type="dxa"/>
                  <w:vAlign w:val="bottom"/>
                </w:tcPr>
                <w:p w:rsidR="002C1949" w:rsidRPr="007C7BEE" w:rsidRDefault="002C1949" w:rsidP="00E137C4">
                  <w:pPr>
                    <w:pStyle w:val="AStyle1"/>
                  </w:pPr>
                  <w:r>
                    <w:t>Prompt when Product already on order</w:t>
                  </w:r>
                </w:p>
              </w:tc>
              <w:tc>
                <w:tcPr>
                  <w:tcW w:w="1276" w:type="dxa"/>
                </w:tcPr>
                <w:p w:rsidR="002C1949" w:rsidRDefault="002C1949" w:rsidP="0079544D">
                  <w:pPr>
                    <w:pStyle w:val="AStyle1"/>
                    <w:jc w:val="center"/>
                  </w:pPr>
                  <w:r>
                    <w:t>Y / N</w:t>
                  </w:r>
                </w:p>
              </w:tc>
            </w:tr>
            <w:tr w:rsidR="00C7749D" w:rsidTr="00E137C4">
              <w:tc>
                <w:tcPr>
                  <w:tcW w:w="8676" w:type="dxa"/>
                  <w:vAlign w:val="bottom"/>
                </w:tcPr>
                <w:p w:rsidR="00C7749D" w:rsidRDefault="00C7749D" w:rsidP="00E137C4">
                  <w:pPr>
                    <w:pStyle w:val="AStyle1"/>
                  </w:pPr>
                  <w:r>
                    <w:t>Prompt for Auto Order</w:t>
                  </w:r>
                </w:p>
              </w:tc>
              <w:tc>
                <w:tcPr>
                  <w:tcW w:w="1276" w:type="dxa"/>
                </w:tcPr>
                <w:p w:rsidR="00C7749D" w:rsidRDefault="00C7749D" w:rsidP="0079544D">
                  <w:pPr>
                    <w:pStyle w:val="AStyle1"/>
                    <w:jc w:val="center"/>
                  </w:pPr>
                  <w:r>
                    <w:t>Y / N</w:t>
                  </w:r>
                </w:p>
              </w:tc>
            </w:tr>
            <w:tr w:rsidR="000A010E" w:rsidTr="00E137C4">
              <w:tc>
                <w:tcPr>
                  <w:tcW w:w="8676" w:type="dxa"/>
                  <w:vAlign w:val="bottom"/>
                </w:tcPr>
                <w:p w:rsidR="000A010E" w:rsidRDefault="000A010E" w:rsidP="00E137C4">
                  <w:pPr>
                    <w:pStyle w:val="AStyle1"/>
                  </w:pPr>
                  <w:r>
                    <w:t>Print Job labels from P/O when receiving products</w:t>
                  </w:r>
                </w:p>
              </w:tc>
              <w:tc>
                <w:tcPr>
                  <w:tcW w:w="1276" w:type="dxa"/>
                </w:tcPr>
                <w:p w:rsidR="000A010E" w:rsidRDefault="000A010E" w:rsidP="0079544D">
                  <w:pPr>
                    <w:pStyle w:val="AStyle1"/>
                    <w:jc w:val="center"/>
                  </w:pPr>
                  <w:r>
                    <w:t>Y / N</w:t>
                  </w:r>
                </w:p>
              </w:tc>
            </w:tr>
            <w:tr w:rsidR="000A010E" w:rsidTr="00E137C4">
              <w:tc>
                <w:tcPr>
                  <w:tcW w:w="8676" w:type="dxa"/>
                  <w:vAlign w:val="bottom"/>
                </w:tcPr>
                <w:p w:rsidR="000A010E" w:rsidRDefault="000A010E" w:rsidP="00E137C4">
                  <w:pPr>
                    <w:pStyle w:val="AStyle1"/>
                  </w:pPr>
                  <w:r>
                    <w:t>Use EOQ for purchase order auto-orders</w:t>
                  </w:r>
                </w:p>
              </w:tc>
              <w:tc>
                <w:tcPr>
                  <w:tcW w:w="1276" w:type="dxa"/>
                </w:tcPr>
                <w:p w:rsidR="000A010E" w:rsidRDefault="000A010E" w:rsidP="0079544D">
                  <w:pPr>
                    <w:pStyle w:val="AStyle1"/>
                    <w:jc w:val="center"/>
                  </w:pPr>
                  <w:r>
                    <w:t>Y / N</w:t>
                  </w:r>
                </w:p>
              </w:tc>
            </w:tr>
            <w:tr w:rsidR="000A010E" w:rsidTr="00E137C4">
              <w:tc>
                <w:tcPr>
                  <w:tcW w:w="8676" w:type="dxa"/>
                  <w:vAlign w:val="bottom"/>
                </w:tcPr>
                <w:p w:rsidR="000A010E" w:rsidRDefault="000A010E" w:rsidP="00E137C4">
                  <w:pPr>
                    <w:pStyle w:val="AStyle1"/>
                  </w:pPr>
                  <w:r>
                    <w:t>Select Products set to Preferred Supplier for Auto Order</w:t>
                  </w:r>
                </w:p>
              </w:tc>
              <w:tc>
                <w:tcPr>
                  <w:tcW w:w="1276" w:type="dxa"/>
                </w:tcPr>
                <w:p w:rsidR="000A010E" w:rsidRDefault="000A010E" w:rsidP="0079544D">
                  <w:pPr>
                    <w:pStyle w:val="AStyle1"/>
                    <w:jc w:val="center"/>
                  </w:pPr>
                  <w:r>
                    <w:t>Y / N</w:t>
                  </w:r>
                </w:p>
              </w:tc>
            </w:tr>
          </w:tbl>
          <w:p w:rsidR="002B393C" w:rsidRPr="0045574B" w:rsidRDefault="002B393C" w:rsidP="0079544D"/>
        </w:tc>
      </w:tr>
      <w:tr w:rsidR="007A67F5" w:rsidRPr="00F223FC" w:rsidTr="008122F7">
        <w:trPr>
          <w:gridAfter w:val="1"/>
          <w:wAfter w:w="106" w:type="dxa"/>
          <w:trHeight w:val="12469"/>
        </w:trPr>
        <w:tc>
          <w:tcPr>
            <w:tcW w:w="10206" w:type="dxa"/>
            <w:shd w:val="clear" w:color="auto" w:fill="auto"/>
          </w:tcPr>
          <w:p w:rsidR="007A67F5" w:rsidRDefault="009F5C2A" w:rsidP="00854265">
            <w:pPr>
              <w:pStyle w:val="Heading1"/>
            </w:pPr>
            <w:r>
              <w:lastRenderedPageBreak/>
              <w:t xml:space="preserve"> </w:t>
            </w:r>
            <w:bookmarkStart w:id="15" w:name="_Toc497839199"/>
            <w:r w:rsidR="007A67F5">
              <w:t>Product Defaults</w:t>
            </w:r>
            <w:bookmarkEnd w:id="15"/>
          </w:p>
          <w:p w:rsidR="007A67F5" w:rsidRDefault="007A67F5" w:rsidP="00E137C4">
            <w:pPr>
              <w:pStyle w:val="Heading3"/>
            </w:pPr>
            <w:r>
              <w:t>Preferences Tab</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841"/>
              <w:gridCol w:w="1417"/>
              <w:gridCol w:w="1418"/>
              <w:gridCol w:w="1304"/>
            </w:tblGrid>
            <w:tr w:rsidR="007A67F5" w:rsidTr="002B393C">
              <w:tc>
                <w:tcPr>
                  <w:tcW w:w="5841" w:type="dxa"/>
                  <w:vAlign w:val="bottom"/>
                </w:tcPr>
                <w:p w:rsidR="007A67F5" w:rsidRPr="007C7BEE" w:rsidRDefault="007A67F5" w:rsidP="00E137C4">
                  <w:pPr>
                    <w:pStyle w:val="AStyle1"/>
                  </w:pPr>
                  <w:r w:rsidRPr="007C7BEE">
                    <w:t xml:space="preserve">Costing Based on </w:t>
                  </w:r>
                </w:p>
              </w:tc>
              <w:tc>
                <w:tcPr>
                  <w:tcW w:w="2835" w:type="dxa"/>
                  <w:gridSpan w:val="2"/>
                </w:tcPr>
                <w:p w:rsidR="007A67F5" w:rsidRPr="007C7BEE" w:rsidRDefault="007A67F5" w:rsidP="0079544D">
                  <w:pPr>
                    <w:pStyle w:val="AStyle1"/>
                    <w:jc w:val="center"/>
                  </w:pPr>
                  <w:r w:rsidRPr="007C7BEE">
                    <w:t>Average / Latest</w:t>
                  </w:r>
                </w:p>
              </w:tc>
              <w:tc>
                <w:tcPr>
                  <w:tcW w:w="1304" w:type="dxa"/>
                </w:tcPr>
                <w:p w:rsidR="007A67F5" w:rsidRPr="00FC2C27" w:rsidRDefault="007A67F5" w:rsidP="0079544D">
                  <w:pPr>
                    <w:pStyle w:val="AStyle1"/>
                    <w:jc w:val="center"/>
                  </w:pPr>
                </w:p>
              </w:tc>
            </w:tr>
            <w:tr w:rsidR="007A67F5" w:rsidTr="002B393C">
              <w:tc>
                <w:tcPr>
                  <w:tcW w:w="5841" w:type="dxa"/>
                  <w:vAlign w:val="bottom"/>
                </w:tcPr>
                <w:p w:rsidR="007A67F5" w:rsidRPr="007C7BEE" w:rsidRDefault="007A67F5" w:rsidP="00E137C4">
                  <w:pPr>
                    <w:pStyle w:val="AStyle1"/>
                  </w:pPr>
                  <w:r w:rsidRPr="007C7BEE">
                    <w:t xml:space="preserve">Quantities have </w:t>
                  </w:r>
                </w:p>
              </w:tc>
              <w:tc>
                <w:tcPr>
                  <w:tcW w:w="2835" w:type="dxa"/>
                  <w:gridSpan w:val="2"/>
                </w:tcPr>
                <w:p w:rsidR="007A67F5" w:rsidRPr="007C7BEE" w:rsidRDefault="00193F12" w:rsidP="0079544D">
                  <w:pPr>
                    <w:pStyle w:val="AStyle1"/>
                    <w:jc w:val="center"/>
                  </w:pPr>
                  <w:r>
                    <w:t>0-1-2-3-4</w:t>
                  </w:r>
                  <w:r w:rsidR="007A67F5" w:rsidRPr="007C7BEE">
                    <w:t xml:space="preserve"> Decimals</w:t>
                  </w:r>
                </w:p>
              </w:tc>
              <w:tc>
                <w:tcPr>
                  <w:tcW w:w="1304" w:type="dxa"/>
                </w:tcPr>
                <w:p w:rsidR="007A67F5" w:rsidRPr="00FC2C27" w:rsidRDefault="007A67F5" w:rsidP="0079544D">
                  <w:pPr>
                    <w:pStyle w:val="AStyle1"/>
                    <w:jc w:val="center"/>
                  </w:pPr>
                </w:p>
              </w:tc>
            </w:tr>
            <w:tr w:rsidR="007A67F5" w:rsidTr="002B393C">
              <w:tc>
                <w:tcPr>
                  <w:tcW w:w="5841" w:type="dxa"/>
                  <w:vAlign w:val="bottom"/>
                </w:tcPr>
                <w:p w:rsidR="007A67F5" w:rsidRPr="007C7BEE" w:rsidRDefault="007A67F5" w:rsidP="00E137C4">
                  <w:pPr>
                    <w:pStyle w:val="AStyle1"/>
                  </w:pPr>
                  <w:r w:rsidRPr="007C7BEE">
                    <w:t>Rates have</w:t>
                  </w:r>
                </w:p>
              </w:tc>
              <w:tc>
                <w:tcPr>
                  <w:tcW w:w="2835" w:type="dxa"/>
                  <w:gridSpan w:val="2"/>
                </w:tcPr>
                <w:p w:rsidR="007A67F5" w:rsidRPr="007C7BEE" w:rsidRDefault="00193F12" w:rsidP="0079544D">
                  <w:pPr>
                    <w:pStyle w:val="AStyle1"/>
                    <w:jc w:val="center"/>
                  </w:pPr>
                  <w:r>
                    <w:t>0-1-2-3-4</w:t>
                  </w:r>
                  <w:r w:rsidR="007A67F5" w:rsidRPr="007C7BEE">
                    <w:t xml:space="preserve"> Decimals</w:t>
                  </w:r>
                </w:p>
              </w:tc>
              <w:tc>
                <w:tcPr>
                  <w:tcW w:w="1304" w:type="dxa"/>
                </w:tcPr>
                <w:p w:rsidR="007A67F5" w:rsidRPr="00FC2C27" w:rsidRDefault="007A67F5" w:rsidP="0079544D">
                  <w:pPr>
                    <w:pStyle w:val="AStyle1"/>
                    <w:jc w:val="center"/>
                  </w:pPr>
                </w:p>
              </w:tc>
            </w:tr>
            <w:tr w:rsidR="007A67F5" w:rsidTr="002B393C">
              <w:tc>
                <w:tcPr>
                  <w:tcW w:w="5841" w:type="dxa"/>
                  <w:vAlign w:val="bottom"/>
                </w:tcPr>
                <w:p w:rsidR="007A67F5" w:rsidRPr="007C7BEE" w:rsidRDefault="007A67F5" w:rsidP="00E137C4">
                  <w:pPr>
                    <w:pStyle w:val="AStyle1"/>
                  </w:pPr>
                  <w:r w:rsidRPr="007C7BEE">
                    <w:t xml:space="preserve">Selling Prices are </w:t>
                  </w:r>
                </w:p>
              </w:tc>
              <w:tc>
                <w:tcPr>
                  <w:tcW w:w="2835" w:type="dxa"/>
                  <w:gridSpan w:val="2"/>
                </w:tcPr>
                <w:p w:rsidR="007A67F5" w:rsidRPr="007C7BEE" w:rsidRDefault="007A67F5" w:rsidP="0079544D">
                  <w:pPr>
                    <w:pStyle w:val="AStyle1"/>
                    <w:jc w:val="center"/>
                  </w:pPr>
                  <w:r w:rsidRPr="007C7BEE">
                    <w:t>GST Inclusive / Exclusive</w:t>
                  </w:r>
                </w:p>
              </w:tc>
              <w:tc>
                <w:tcPr>
                  <w:tcW w:w="1304" w:type="dxa"/>
                </w:tcPr>
                <w:p w:rsidR="007A67F5" w:rsidRPr="00FC2C27" w:rsidRDefault="007A67F5" w:rsidP="0079544D">
                  <w:pPr>
                    <w:pStyle w:val="AStyle1"/>
                    <w:jc w:val="center"/>
                  </w:pPr>
                </w:p>
              </w:tc>
            </w:tr>
            <w:tr w:rsidR="007A67F5" w:rsidRPr="00FC2C27" w:rsidTr="002B393C">
              <w:tc>
                <w:tcPr>
                  <w:tcW w:w="8676" w:type="dxa"/>
                  <w:gridSpan w:val="3"/>
                  <w:vAlign w:val="bottom"/>
                </w:tcPr>
                <w:p w:rsidR="007A67F5" w:rsidRPr="007C7BEE" w:rsidRDefault="007A67F5" w:rsidP="00E91DD6">
                  <w:pPr>
                    <w:pStyle w:val="AStyle1"/>
                  </w:pPr>
                  <w:r w:rsidRPr="007C7BEE">
                    <w:t>Default Qty on Invoice</w:t>
                  </w:r>
                  <w:r w:rsidR="00193F12">
                    <w:t>s</w:t>
                  </w:r>
                  <w:r w:rsidRPr="007C7BEE">
                    <w:t xml:space="preserve"> </w:t>
                  </w:r>
                </w:p>
              </w:tc>
              <w:tc>
                <w:tcPr>
                  <w:tcW w:w="1304" w:type="dxa"/>
                </w:tcPr>
                <w:p w:rsidR="007A67F5" w:rsidRPr="00FC2C27" w:rsidRDefault="007A67F5" w:rsidP="00E91DD6">
                  <w:pPr>
                    <w:pStyle w:val="AStyle1"/>
                    <w:jc w:val="center"/>
                  </w:pPr>
                </w:p>
              </w:tc>
            </w:tr>
            <w:tr w:rsidR="007A67F5" w:rsidRPr="00FC2C27" w:rsidTr="002B393C">
              <w:tc>
                <w:tcPr>
                  <w:tcW w:w="8676" w:type="dxa"/>
                  <w:gridSpan w:val="3"/>
                  <w:vAlign w:val="bottom"/>
                </w:tcPr>
                <w:p w:rsidR="007A67F5" w:rsidRPr="007C7BEE" w:rsidRDefault="007A67F5" w:rsidP="00E91DD6">
                  <w:pPr>
                    <w:pStyle w:val="AStyle1"/>
                  </w:pPr>
                  <w:r w:rsidRPr="007C7BEE">
                    <w:t xml:space="preserve">Default Qty on Orders </w:t>
                  </w:r>
                </w:p>
              </w:tc>
              <w:tc>
                <w:tcPr>
                  <w:tcW w:w="1304" w:type="dxa"/>
                </w:tcPr>
                <w:p w:rsidR="007A67F5" w:rsidRPr="00FC2C27" w:rsidRDefault="007A67F5" w:rsidP="00E91DD6">
                  <w:pPr>
                    <w:pStyle w:val="AStyle1"/>
                    <w:jc w:val="center"/>
                  </w:pPr>
                </w:p>
              </w:tc>
            </w:tr>
            <w:tr w:rsidR="00193F12" w:rsidRPr="00FC2C27" w:rsidTr="002B393C">
              <w:tc>
                <w:tcPr>
                  <w:tcW w:w="8676" w:type="dxa"/>
                  <w:gridSpan w:val="3"/>
                  <w:vAlign w:val="bottom"/>
                </w:tcPr>
                <w:p w:rsidR="00193F12" w:rsidRPr="007C7BEE" w:rsidRDefault="00193F12" w:rsidP="00E91DD6">
                  <w:pPr>
                    <w:pStyle w:val="AStyle1"/>
                  </w:pPr>
                  <w:r>
                    <w:t>Default Qty on Jobs</w:t>
                  </w:r>
                </w:p>
              </w:tc>
              <w:tc>
                <w:tcPr>
                  <w:tcW w:w="1304" w:type="dxa"/>
                </w:tcPr>
                <w:p w:rsidR="00193F12" w:rsidRDefault="00193F12" w:rsidP="00E91DD6">
                  <w:pPr>
                    <w:pStyle w:val="AStyle1"/>
                    <w:jc w:val="center"/>
                  </w:pPr>
                </w:p>
              </w:tc>
            </w:tr>
            <w:tr w:rsidR="007A67F5" w:rsidRPr="00FC2C27" w:rsidTr="002B393C">
              <w:tc>
                <w:tcPr>
                  <w:tcW w:w="8676" w:type="dxa"/>
                  <w:gridSpan w:val="3"/>
                  <w:vAlign w:val="bottom"/>
                </w:tcPr>
                <w:p w:rsidR="007A67F5" w:rsidRPr="007C7BEE" w:rsidRDefault="007A67F5" w:rsidP="00E91DD6">
                  <w:pPr>
                    <w:pStyle w:val="AStyle1"/>
                  </w:pPr>
                  <w:r w:rsidRPr="007C7BEE">
                    <w:t xml:space="preserve">Don’t schedule barcodes when receiving product </w:t>
                  </w:r>
                </w:p>
              </w:tc>
              <w:tc>
                <w:tcPr>
                  <w:tcW w:w="1304" w:type="dxa"/>
                </w:tcPr>
                <w:p w:rsidR="007A67F5" w:rsidRPr="00FC2C27" w:rsidRDefault="007A67F5" w:rsidP="00E91DD6">
                  <w:pPr>
                    <w:pStyle w:val="AStyle1"/>
                    <w:jc w:val="center"/>
                  </w:pPr>
                  <w:r>
                    <w:t>Y / N</w:t>
                  </w:r>
                </w:p>
              </w:tc>
            </w:tr>
            <w:tr w:rsidR="007A67F5" w:rsidRPr="00FC2C27" w:rsidTr="002B393C">
              <w:tc>
                <w:tcPr>
                  <w:tcW w:w="8676" w:type="dxa"/>
                  <w:gridSpan w:val="3"/>
                  <w:vAlign w:val="bottom"/>
                </w:tcPr>
                <w:p w:rsidR="007A67F5" w:rsidRPr="007C7BEE" w:rsidRDefault="00A97624" w:rsidP="00E91DD6">
                  <w:pPr>
                    <w:pStyle w:val="AStyle1"/>
                  </w:pPr>
                  <w:r>
                    <w:t>Print Labels when receiving products</w:t>
                  </w:r>
                  <w:r w:rsidR="007A67F5" w:rsidRPr="007C7BEE">
                    <w:t xml:space="preserve"> </w:t>
                  </w:r>
                </w:p>
              </w:tc>
              <w:tc>
                <w:tcPr>
                  <w:tcW w:w="1304" w:type="dxa"/>
                </w:tcPr>
                <w:p w:rsidR="007A67F5" w:rsidRPr="00FC2C27" w:rsidRDefault="007A67F5" w:rsidP="00E91DD6">
                  <w:pPr>
                    <w:pStyle w:val="AStyle1"/>
                    <w:jc w:val="center"/>
                  </w:pPr>
                  <w:r>
                    <w:t>Y / N</w:t>
                  </w:r>
                </w:p>
              </w:tc>
            </w:tr>
            <w:tr w:rsidR="00A97624" w:rsidRPr="00FC2C27" w:rsidTr="002B393C">
              <w:tc>
                <w:tcPr>
                  <w:tcW w:w="8676" w:type="dxa"/>
                  <w:gridSpan w:val="3"/>
                  <w:vAlign w:val="bottom"/>
                </w:tcPr>
                <w:p w:rsidR="00A97624" w:rsidRPr="007C7BEE" w:rsidRDefault="00A97624" w:rsidP="00E91DD6">
                  <w:pPr>
                    <w:pStyle w:val="AStyle1"/>
                  </w:pPr>
                  <w:r>
                    <w:t>Update latest cost when receiving products</w:t>
                  </w:r>
                </w:p>
              </w:tc>
              <w:tc>
                <w:tcPr>
                  <w:tcW w:w="1304" w:type="dxa"/>
                </w:tcPr>
                <w:p w:rsidR="00A97624" w:rsidRDefault="00A97624" w:rsidP="00E91DD6">
                  <w:pPr>
                    <w:pStyle w:val="AStyle1"/>
                    <w:jc w:val="center"/>
                  </w:pPr>
                  <w:r>
                    <w:t>Y / N</w:t>
                  </w:r>
                </w:p>
              </w:tc>
            </w:tr>
            <w:tr w:rsidR="00A97624" w:rsidRPr="00FC2C27" w:rsidTr="002B393C">
              <w:tc>
                <w:tcPr>
                  <w:tcW w:w="8676" w:type="dxa"/>
                  <w:gridSpan w:val="3"/>
                  <w:vAlign w:val="bottom"/>
                </w:tcPr>
                <w:p w:rsidR="00A97624" w:rsidRPr="007C7BEE" w:rsidRDefault="00A97624" w:rsidP="00A97624">
                  <w:pPr>
                    <w:pStyle w:val="AStyle1"/>
                  </w:pPr>
                  <w:r>
                    <w:t>Update average cost when receiving products</w:t>
                  </w:r>
                </w:p>
              </w:tc>
              <w:tc>
                <w:tcPr>
                  <w:tcW w:w="1304" w:type="dxa"/>
                </w:tcPr>
                <w:p w:rsidR="00A97624" w:rsidRDefault="00A97624" w:rsidP="00E91DD6">
                  <w:pPr>
                    <w:pStyle w:val="AStyle1"/>
                    <w:jc w:val="center"/>
                  </w:pPr>
                  <w:r>
                    <w:t>Y / N</w:t>
                  </w:r>
                </w:p>
              </w:tc>
            </w:tr>
            <w:tr w:rsidR="007A67F5" w:rsidRPr="00FC2C27" w:rsidTr="002B393C">
              <w:tc>
                <w:tcPr>
                  <w:tcW w:w="8676" w:type="dxa"/>
                  <w:gridSpan w:val="3"/>
                  <w:vAlign w:val="bottom"/>
                </w:tcPr>
                <w:p w:rsidR="007A67F5" w:rsidRPr="007C7BEE" w:rsidRDefault="007A67F5" w:rsidP="00E91DD6">
                  <w:pPr>
                    <w:pStyle w:val="AStyle1"/>
                  </w:pPr>
                  <w:r w:rsidRPr="007C7BEE">
                    <w:t xml:space="preserve">Warn when insufficient stock available </w:t>
                  </w:r>
                </w:p>
              </w:tc>
              <w:tc>
                <w:tcPr>
                  <w:tcW w:w="1304" w:type="dxa"/>
                </w:tcPr>
                <w:p w:rsidR="007A67F5" w:rsidRPr="00FC2C27" w:rsidRDefault="007A67F5" w:rsidP="00E91DD6">
                  <w:pPr>
                    <w:pStyle w:val="AStyle1"/>
                    <w:jc w:val="center"/>
                  </w:pPr>
                  <w:r>
                    <w:t>Y / N</w:t>
                  </w:r>
                </w:p>
              </w:tc>
            </w:tr>
            <w:tr w:rsidR="007A67F5" w:rsidRPr="00FC2C27" w:rsidTr="002B393C">
              <w:tc>
                <w:tcPr>
                  <w:tcW w:w="8676" w:type="dxa"/>
                  <w:gridSpan w:val="3"/>
                  <w:vAlign w:val="bottom"/>
                </w:tcPr>
                <w:p w:rsidR="007A67F5" w:rsidRPr="007C7BEE" w:rsidRDefault="007A67F5" w:rsidP="00E91DD6">
                  <w:pPr>
                    <w:pStyle w:val="AStyle1"/>
                  </w:pPr>
                  <w:r w:rsidRPr="007C7BEE">
                    <w:t xml:space="preserve">Insufficient stock warning based on “All Locations” </w:t>
                  </w:r>
                </w:p>
              </w:tc>
              <w:tc>
                <w:tcPr>
                  <w:tcW w:w="1304" w:type="dxa"/>
                </w:tcPr>
                <w:p w:rsidR="007A67F5" w:rsidRPr="00FC2C27" w:rsidRDefault="007A67F5" w:rsidP="00E91DD6">
                  <w:pPr>
                    <w:pStyle w:val="AStyle1"/>
                    <w:jc w:val="center"/>
                  </w:pPr>
                  <w:r>
                    <w:t>Y / N</w:t>
                  </w:r>
                </w:p>
              </w:tc>
            </w:tr>
            <w:tr w:rsidR="007A67F5" w:rsidRPr="00FC2C27" w:rsidTr="002B393C">
              <w:tc>
                <w:tcPr>
                  <w:tcW w:w="8676" w:type="dxa"/>
                  <w:gridSpan w:val="3"/>
                  <w:vAlign w:val="bottom"/>
                </w:tcPr>
                <w:p w:rsidR="007A67F5" w:rsidRPr="007C7BEE" w:rsidRDefault="007A67F5" w:rsidP="00E91DD6">
                  <w:pPr>
                    <w:pStyle w:val="AStyle1"/>
                  </w:pPr>
                  <w:r w:rsidRPr="007C7BEE">
                    <w:t xml:space="preserve">Manual Sales / Adjustments affect Sales Analysis (via Products Only) </w:t>
                  </w:r>
                </w:p>
              </w:tc>
              <w:tc>
                <w:tcPr>
                  <w:tcW w:w="1304" w:type="dxa"/>
                </w:tcPr>
                <w:p w:rsidR="007A67F5" w:rsidRPr="00FC2C27" w:rsidRDefault="007A67F5" w:rsidP="00E91DD6">
                  <w:pPr>
                    <w:pStyle w:val="AStyle1"/>
                    <w:jc w:val="center"/>
                  </w:pPr>
                  <w:r>
                    <w:t>Y / N</w:t>
                  </w:r>
                </w:p>
              </w:tc>
            </w:tr>
            <w:tr w:rsidR="007A67F5" w:rsidRPr="00FC2C27" w:rsidTr="002B393C">
              <w:tc>
                <w:tcPr>
                  <w:tcW w:w="8676" w:type="dxa"/>
                  <w:gridSpan w:val="3"/>
                  <w:vAlign w:val="bottom"/>
                </w:tcPr>
                <w:p w:rsidR="007A67F5" w:rsidRPr="007C7BEE" w:rsidRDefault="007A67F5" w:rsidP="00E91DD6">
                  <w:pPr>
                    <w:pStyle w:val="AStyle1"/>
                  </w:pPr>
                  <w:r w:rsidRPr="007C7BEE">
                    <w:t>Hide Costs in Product Enquiry.</w:t>
                  </w:r>
                </w:p>
              </w:tc>
              <w:tc>
                <w:tcPr>
                  <w:tcW w:w="1304" w:type="dxa"/>
                </w:tcPr>
                <w:p w:rsidR="007A67F5" w:rsidRPr="00FC2C27" w:rsidRDefault="007A67F5" w:rsidP="00E91DD6">
                  <w:pPr>
                    <w:pStyle w:val="AStyle1"/>
                    <w:jc w:val="center"/>
                  </w:pPr>
                  <w:r>
                    <w:t>Y / N</w:t>
                  </w:r>
                </w:p>
              </w:tc>
            </w:tr>
            <w:tr w:rsidR="007A67F5" w:rsidRPr="00FC2C27" w:rsidTr="002B393C">
              <w:tc>
                <w:tcPr>
                  <w:tcW w:w="8676" w:type="dxa"/>
                  <w:gridSpan w:val="3"/>
                  <w:vAlign w:val="bottom"/>
                </w:tcPr>
                <w:p w:rsidR="007A67F5" w:rsidRPr="007C7BEE" w:rsidRDefault="007A67F5" w:rsidP="00E91DD6">
                  <w:pPr>
                    <w:pStyle w:val="AStyle1"/>
                  </w:pPr>
                  <w:r w:rsidRPr="007C7BEE">
                    <w:t xml:space="preserve">Hide Costs the Transfers, Write Offs, Enter Order, Receipts and Manual </w:t>
                  </w:r>
                </w:p>
              </w:tc>
              <w:tc>
                <w:tcPr>
                  <w:tcW w:w="1304" w:type="dxa"/>
                </w:tcPr>
                <w:p w:rsidR="007A67F5" w:rsidRPr="00FC2C27" w:rsidRDefault="007A67F5" w:rsidP="00E91DD6">
                  <w:pPr>
                    <w:pStyle w:val="AStyle1"/>
                    <w:jc w:val="center"/>
                  </w:pPr>
                  <w:r>
                    <w:t>Y / N</w:t>
                  </w:r>
                </w:p>
              </w:tc>
            </w:tr>
            <w:tr w:rsidR="007A67F5" w:rsidRPr="00FC2C27" w:rsidTr="002B393C">
              <w:tc>
                <w:tcPr>
                  <w:tcW w:w="8676" w:type="dxa"/>
                  <w:gridSpan w:val="3"/>
                  <w:vAlign w:val="bottom"/>
                </w:tcPr>
                <w:p w:rsidR="007A67F5" w:rsidRPr="007C7BEE" w:rsidRDefault="007A67F5" w:rsidP="00E91DD6">
                  <w:pPr>
                    <w:pStyle w:val="AStyle1"/>
                  </w:pPr>
                  <w:r w:rsidRPr="007C7BEE">
                    <w:t xml:space="preserve">Stop overwriting of Stock Value when updating General Ledger </w:t>
                  </w:r>
                </w:p>
              </w:tc>
              <w:tc>
                <w:tcPr>
                  <w:tcW w:w="1304" w:type="dxa"/>
                </w:tcPr>
                <w:p w:rsidR="007A67F5" w:rsidRPr="00FC2C27" w:rsidRDefault="00564E29" w:rsidP="00E91DD6">
                  <w:pPr>
                    <w:pStyle w:val="AStyle1"/>
                    <w:jc w:val="center"/>
                  </w:pPr>
                  <w:r>
                    <w:t>Y / N</w:t>
                  </w:r>
                </w:p>
              </w:tc>
            </w:tr>
            <w:tr w:rsidR="007A67F5" w:rsidRPr="00FC2C27" w:rsidTr="002B393C">
              <w:tc>
                <w:tcPr>
                  <w:tcW w:w="8676" w:type="dxa"/>
                  <w:gridSpan w:val="3"/>
                  <w:vAlign w:val="bottom"/>
                </w:tcPr>
                <w:p w:rsidR="007A67F5" w:rsidRPr="007C7BEE" w:rsidRDefault="007A67F5" w:rsidP="00E91DD6">
                  <w:pPr>
                    <w:pStyle w:val="AStyle1"/>
                  </w:pPr>
                  <w:r w:rsidRPr="007C7BEE">
                    <w:t xml:space="preserve">Require Closing Inventory G/L when adding products </w:t>
                  </w:r>
                </w:p>
              </w:tc>
              <w:tc>
                <w:tcPr>
                  <w:tcW w:w="1304" w:type="dxa"/>
                </w:tcPr>
                <w:p w:rsidR="007A67F5" w:rsidRPr="00FC2C27" w:rsidRDefault="007A67F5" w:rsidP="00E91DD6">
                  <w:pPr>
                    <w:pStyle w:val="AStyle1"/>
                    <w:jc w:val="center"/>
                  </w:pPr>
                  <w:r>
                    <w:t>Y / N</w:t>
                  </w:r>
                </w:p>
              </w:tc>
            </w:tr>
            <w:tr w:rsidR="007A67F5" w:rsidTr="002B393C">
              <w:tc>
                <w:tcPr>
                  <w:tcW w:w="8676" w:type="dxa"/>
                  <w:gridSpan w:val="3"/>
                  <w:vAlign w:val="bottom"/>
                </w:tcPr>
                <w:p w:rsidR="007A67F5" w:rsidRPr="007C7BEE" w:rsidRDefault="007A67F5" w:rsidP="00E861B0">
                  <w:pPr>
                    <w:pStyle w:val="AStyle1"/>
                  </w:pPr>
                  <w:r w:rsidRPr="007C7BEE">
                    <w:t xml:space="preserve">Convert millimetres to metres when using dimensions </w:t>
                  </w:r>
                </w:p>
              </w:tc>
              <w:tc>
                <w:tcPr>
                  <w:tcW w:w="1304" w:type="dxa"/>
                </w:tcPr>
                <w:p w:rsidR="007A67F5" w:rsidRPr="00FC2C27" w:rsidRDefault="007A67F5" w:rsidP="0079544D">
                  <w:pPr>
                    <w:pStyle w:val="AStyle1"/>
                    <w:jc w:val="center"/>
                  </w:pPr>
                  <w:r>
                    <w:t>Y / N</w:t>
                  </w:r>
                </w:p>
              </w:tc>
            </w:tr>
            <w:tr w:rsidR="00146198" w:rsidTr="002B393C">
              <w:tc>
                <w:tcPr>
                  <w:tcW w:w="8676" w:type="dxa"/>
                  <w:gridSpan w:val="3"/>
                  <w:vAlign w:val="bottom"/>
                </w:tcPr>
                <w:p w:rsidR="00146198" w:rsidRPr="007C7BEE" w:rsidRDefault="00146198" w:rsidP="00E861B0">
                  <w:pPr>
                    <w:pStyle w:val="AStyle1"/>
                  </w:pPr>
                  <w:r w:rsidRPr="007C7BEE">
                    <w:t>Warn when using Pricebook items associated with Products</w:t>
                  </w:r>
                </w:p>
              </w:tc>
              <w:tc>
                <w:tcPr>
                  <w:tcW w:w="1304" w:type="dxa"/>
                </w:tcPr>
                <w:p w:rsidR="00146198" w:rsidRDefault="00564E29" w:rsidP="0079544D">
                  <w:pPr>
                    <w:pStyle w:val="AStyle1"/>
                    <w:jc w:val="center"/>
                  </w:pPr>
                  <w:r>
                    <w:t>Y / N</w:t>
                  </w:r>
                </w:p>
              </w:tc>
            </w:tr>
            <w:tr w:rsidR="00A97624" w:rsidTr="002B393C">
              <w:tc>
                <w:tcPr>
                  <w:tcW w:w="8676" w:type="dxa"/>
                  <w:gridSpan w:val="3"/>
                  <w:vAlign w:val="bottom"/>
                </w:tcPr>
                <w:p w:rsidR="00A97624" w:rsidRPr="007C7BEE" w:rsidRDefault="00A97624" w:rsidP="00E861B0">
                  <w:pPr>
                    <w:pStyle w:val="AStyle1"/>
                  </w:pPr>
                  <w:r>
                    <w:t>Activate Priced Barcodes (Invoice/</w:t>
                  </w:r>
                  <w:proofErr w:type="spellStart"/>
                  <w:r>
                    <w:t>pos</w:t>
                  </w:r>
                  <w:proofErr w:type="spellEnd"/>
                  <w:r>
                    <w:t>) – For Barcodes starting with 0 (Zero)</w:t>
                  </w:r>
                </w:p>
              </w:tc>
              <w:tc>
                <w:tcPr>
                  <w:tcW w:w="1304" w:type="dxa"/>
                </w:tcPr>
                <w:p w:rsidR="00A97624" w:rsidRDefault="00A97624" w:rsidP="0079544D">
                  <w:pPr>
                    <w:pStyle w:val="AStyle1"/>
                    <w:jc w:val="center"/>
                  </w:pPr>
                  <w:r>
                    <w:t>Y / N</w:t>
                  </w:r>
                </w:p>
              </w:tc>
            </w:tr>
            <w:tr w:rsidR="007A67F5" w:rsidTr="002B393C">
              <w:tc>
                <w:tcPr>
                  <w:tcW w:w="8676" w:type="dxa"/>
                  <w:gridSpan w:val="3"/>
                  <w:vAlign w:val="bottom"/>
                </w:tcPr>
                <w:p w:rsidR="007A67F5" w:rsidRPr="007C7BEE" w:rsidRDefault="007A67F5" w:rsidP="00E861B0">
                  <w:pPr>
                    <w:pStyle w:val="AStyle1"/>
                  </w:pPr>
                  <w:r w:rsidRPr="007C7BEE">
                    <w:t xml:space="preserve">Automatically Number Products </w:t>
                  </w:r>
                </w:p>
              </w:tc>
              <w:tc>
                <w:tcPr>
                  <w:tcW w:w="1304" w:type="dxa"/>
                </w:tcPr>
                <w:p w:rsidR="007A67F5" w:rsidRPr="00FC2C27" w:rsidRDefault="007A67F5" w:rsidP="0079544D">
                  <w:pPr>
                    <w:pStyle w:val="AStyle1"/>
                    <w:jc w:val="center"/>
                  </w:pPr>
                  <w:r>
                    <w:t>Y / N</w:t>
                  </w:r>
                </w:p>
              </w:tc>
            </w:tr>
            <w:tr w:rsidR="007A67F5" w:rsidTr="002B393C">
              <w:tc>
                <w:tcPr>
                  <w:tcW w:w="8676" w:type="dxa"/>
                  <w:gridSpan w:val="3"/>
                  <w:vAlign w:val="bottom"/>
                </w:tcPr>
                <w:p w:rsidR="007A67F5" w:rsidRPr="007C7BEE" w:rsidRDefault="007A67F5" w:rsidP="00E861B0">
                  <w:pPr>
                    <w:pStyle w:val="AStyle1"/>
                  </w:pPr>
                  <w:r w:rsidRPr="007C7BEE">
                    <w:t xml:space="preserve">Next Product # </w:t>
                  </w:r>
                </w:p>
              </w:tc>
              <w:tc>
                <w:tcPr>
                  <w:tcW w:w="1304" w:type="dxa"/>
                </w:tcPr>
                <w:p w:rsidR="007A67F5" w:rsidRPr="00FC2C27" w:rsidRDefault="007A67F5" w:rsidP="0079544D">
                  <w:pPr>
                    <w:pStyle w:val="AStyle1"/>
                    <w:jc w:val="center"/>
                  </w:pPr>
                </w:p>
              </w:tc>
            </w:tr>
            <w:tr w:rsidR="007A67F5" w:rsidTr="002B393C">
              <w:tc>
                <w:tcPr>
                  <w:tcW w:w="7258" w:type="dxa"/>
                  <w:gridSpan w:val="2"/>
                  <w:vAlign w:val="bottom"/>
                </w:tcPr>
                <w:p w:rsidR="007A67F5" w:rsidRPr="007C7BEE" w:rsidRDefault="007A67F5" w:rsidP="00E861B0">
                  <w:pPr>
                    <w:pStyle w:val="AStyle1"/>
                  </w:pPr>
                  <w:r w:rsidRPr="007C7BEE">
                    <w:t xml:space="preserve">Keep History For </w:t>
                  </w:r>
                </w:p>
              </w:tc>
              <w:tc>
                <w:tcPr>
                  <w:tcW w:w="1418" w:type="dxa"/>
                </w:tcPr>
                <w:p w:rsidR="007A67F5" w:rsidRPr="00FC2C27" w:rsidRDefault="007A67F5" w:rsidP="0079544D">
                  <w:pPr>
                    <w:pStyle w:val="AStyle1"/>
                    <w:jc w:val="center"/>
                  </w:pPr>
                  <w:proofErr w:type="spellStart"/>
                  <w:r>
                    <w:t>Num</w:t>
                  </w:r>
                  <w:proofErr w:type="spellEnd"/>
                  <w:r>
                    <w:t xml:space="preserve"> Years:</w:t>
                  </w:r>
                </w:p>
              </w:tc>
              <w:tc>
                <w:tcPr>
                  <w:tcW w:w="1304" w:type="dxa"/>
                </w:tcPr>
                <w:p w:rsidR="007A67F5" w:rsidRPr="00FC2C27" w:rsidRDefault="007A67F5" w:rsidP="0079544D">
                  <w:pPr>
                    <w:pStyle w:val="AStyle1"/>
                    <w:jc w:val="center"/>
                  </w:pPr>
                </w:p>
              </w:tc>
            </w:tr>
            <w:tr w:rsidR="002C1949" w:rsidTr="002C1949">
              <w:tc>
                <w:tcPr>
                  <w:tcW w:w="8676" w:type="dxa"/>
                  <w:gridSpan w:val="3"/>
                </w:tcPr>
                <w:p w:rsidR="002C1949" w:rsidRDefault="002C1949" w:rsidP="002C1949">
                  <w:pPr>
                    <w:pStyle w:val="AStyle1"/>
                    <w:jc w:val="left"/>
                  </w:pPr>
                  <w:r>
                    <w:t>Default Barcode Layout</w:t>
                  </w:r>
                </w:p>
              </w:tc>
              <w:tc>
                <w:tcPr>
                  <w:tcW w:w="1304" w:type="dxa"/>
                </w:tcPr>
                <w:p w:rsidR="002C1949" w:rsidRDefault="002C1949" w:rsidP="002C1949">
                  <w:pPr>
                    <w:pStyle w:val="AStyle1"/>
                    <w:jc w:val="center"/>
                  </w:pPr>
                  <w:r>
                    <w:t xml:space="preserve">Y / N </w:t>
                  </w:r>
                </w:p>
              </w:tc>
            </w:tr>
            <w:tr w:rsidR="002C1949" w:rsidTr="002C1949">
              <w:tc>
                <w:tcPr>
                  <w:tcW w:w="8676" w:type="dxa"/>
                  <w:gridSpan w:val="3"/>
                  <w:vAlign w:val="bottom"/>
                </w:tcPr>
                <w:p w:rsidR="002C1949" w:rsidRDefault="002C1949" w:rsidP="002C1949">
                  <w:pPr>
                    <w:pStyle w:val="AStyle1"/>
                    <w:jc w:val="left"/>
                  </w:pPr>
                  <w:r>
                    <w:t>Default Barcode Price</w:t>
                  </w:r>
                </w:p>
              </w:tc>
              <w:tc>
                <w:tcPr>
                  <w:tcW w:w="1304" w:type="dxa"/>
                </w:tcPr>
                <w:p w:rsidR="002C1949" w:rsidRDefault="002C1949" w:rsidP="002C1949">
                  <w:pPr>
                    <w:pStyle w:val="AStyle1"/>
                    <w:jc w:val="center"/>
                  </w:pPr>
                  <w:r>
                    <w:t>Y / N</w:t>
                  </w:r>
                </w:p>
              </w:tc>
            </w:tr>
          </w:tbl>
          <w:p w:rsidR="007A67F5" w:rsidRDefault="007A67F5" w:rsidP="0079544D">
            <w:pPr>
              <w:pStyle w:val="Heading3"/>
            </w:pPr>
            <w:r>
              <w:t>Docket #’s Tab</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7A67F5" w:rsidTr="0079544D">
              <w:tc>
                <w:tcPr>
                  <w:tcW w:w="8676" w:type="dxa"/>
                  <w:vAlign w:val="bottom"/>
                </w:tcPr>
                <w:p w:rsidR="007A67F5" w:rsidRPr="007C7BEE" w:rsidRDefault="007A67F5" w:rsidP="00193F12">
                  <w:pPr>
                    <w:pStyle w:val="AStyle1"/>
                  </w:pPr>
                  <w:r w:rsidRPr="007C7BEE">
                    <w:t xml:space="preserve">Next </w:t>
                  </w:r>
                  <w:r w:rsidR="00193F12">
                    <w:t>T</w:t>
                  </w:r>
                  <w:r w:rsidRPr="007C7BEE">
                    <w:t>ransfer #</w:t>
                  </w:r>
                </w:p>
              </w:tc>
              <w:tc>
                <w:tcPr>
                  <w:tcW w:w="1276" w:type="dxa"/>
                </w:tcPr>
                <w:p w:rsidR="007A67F5" w:rsidRPr="00FC2C27" w:rsidRDefault="007A67F5" w:rsidP="0079544D">
                  <w:pPr>
                    <w:pStyle w:val="AStyle1"/>
                    <w:jc w:val="center"/>
                  </w:pPr>
                </w:p>
              </w:tc>
            </w:tr>
            <w:tr w:rsidR="007A67F5" w:rsidTr="0079544D">
              <w:tc>
                <w:tcPr>
                  <w:tcW w:w="8676" w:type="dxa"/>
                  <w:vAlign w:val="bottom"/>
                </w:tcPr>
                <w:p w:rsidR="007A67F5" w:rsidRPr="007C7BEE" w:rsidRDefault="00193F12" w:rsidP="0079544D">
                  <w:pPr>
                    <w:pStyle w:val="AStyle1"/>
                  </w:pPr>
                  <w:r>
                    <w:t xml:space="preserve">Next </w:t>
                  </w:r>
                  <w:r w:rsidR="007A67F5" w:rsidRPr="007C7BEE">
                    <w:t>Write-off #</w:t>
                  </w:r>
                </w:p>
              </w:tc>
              <w:tc>
                <w:tcPr>
                  <w:tcW w:w="1276" w:type="dxa"/>
                </w:tcPr>
                <w:p w:rsidR="007A67F5" w:rsidRPr="00FC2C27" w:rsidRDefault="007A67F5" w:rsidP="0079544D">
                  <w:pPr>
                    <w:pStyle w:val="AStyle1"/>
                    <w:jc w:val="center"/>
                  </w:pPr>
                </w:p>
              </w:tc>
            </w:tr>
            <w:tr w:rsidR="007A67F5" w:rsidTr="0079544D">
              <w:tc>
                <w:tcPr>
                  <w:tcW w:w="8676" w:type="dxa"/>
                  <w:vAlign w:val="bottom"/>
                </w:tcPr>
                <w:p w:rsidR="007A67F5" w:rsidRPr="007C7BEE" w:rsidRDefault="00193F12" w:rsidP="0079544D">
                  <w:pPr>
                    <w:pStyle w:val="AStyle1"/>
                  </w:pPr>
                  <w:r>
                    <w:t xml:space="preserve">Next </w:t>
                  </w:r>
                  <w:r w:rsidR="007A67F5" w:rsidRPr="007C7BEE">
                    <w:t>Manual order #</w:t>
                  </w:r>
                </w:p>
              </w:tc>
              <w:tc>
                <w:tcPr>
                  <w:tcW w:w="1276" w:type="dxa"/>
                </w:tcPr>
                <w:p w:rsidR="007A67F5" w:rsidRDefault="007A67F5" w:rsidP="0079544D">
                  <w:pPr>
                    <w:pStyle w:val="AStyle1"/>
                    <w:jc w:val="center"/>
                  </w:pPr>
                </w:p>
              </w:tc>
            </w:tr>
            <w:tr w:rsidR="007A67F5" w:rsidTr="0079544D">
              <w:tc>
                <w:tcPr>
                  <w:tcW w:w="8676" w:type="dxa"/>
                  <w:vAlign w:val="bottom"/>
                </w:tcPr>
                <w:p w:rsidR="007A67F5" w:rsidRPr="007C7BEE" w:rsidRDefault="00193F12" w:rsidP="0079544D">
                  <w:pPr>
                    <w:pStyle w:val="AStyle1"/>
                  </w:pPr>
                  <w:r>
                    <w:t xml:space="preserve">Next </w:t>
                  </w:r>
                  <w:r w:rsidR="007A67F5" w:rsidRPr="007C7BEE">
                    <w:t>Sales/</w:t>
                  </w:r>
                  <w:proofErr w:type="spellStart"/>
                  <w:r w:rsidR="007A67F5" w:rsidRPr="007C7BEE">
                    <w:t>adj</w:t>
                  </w:r>
                  <w:proofErr w:type="spellEnd"/>
                  <w:r w:rsidR="007A67F5" w:rsidRPr="007C7BEE">
                    <w:t xml:space="preserve"> # </w:t>
                  </w:r>
                </w:p>
              </w:tc>
              <w:tc>
                <w:tcPr>
                  <w:tcW w:w="1276" w:type="dxa"/>
                </w:tcPr>
                <w:p w:rsidR="007A67F5" w:rsidRDefault="007A67F5" w:rsidP="0079544D">
                  <w:pPr>
                    <w:pStyle w:val="AStyle1"/>
                    <w:jc w:val="center"/>
                  </w:pPr>
                </w:p>
              </w:tc>
            </w:tr>
            <w:tr w:rsidR="007A67F5" w:rsidTr="0079544D">
              <w:tc>
                <w:tcPr>
                  <w:tcW w:w="8676" w:type="dxa"/>
                  <w:vAlign w:val="bottom"/>
                </w:tcPr>
                <w:p w:rsidR="007A67F5" w:rsidRPr="007C7BEE" w:rsidRDefault="007A67F5" w:rsidP="0079544D">
                  <w:pPr>
                    <w:pStyle w:val="AStyle1"/>
                  </w:pPr>
                  <w:r w:rsidRPr="007C7BEE">
                    <w:t xml:space="preserve">Next </w:t>
                  </w:r>
                  <w:r w:rsidR="00193F12">
                    <w:t>R</w:t>
                  </w:r>
                  <w:r w:rsidRPr="007C7BEE">
                    <w:t>eceipt #</w:t>
                  </w:r>
                </w:p>
              </w:tc>
              <w:tc>
                <w:tcPr>
                  <w:tcW w:w="1276" w:type="dxa"/>
                </w:tcPr>
                <w:p w:rsidR="007A67F5" w:rsidRDefault="007A67F5" w:rsidP="0079544D">
                  <w:pPr>
                    <w:pStyle w:val="AStyle1"/>
                    <w:jc w:val="center"/>
                  </w:pPr>
                </w:p>
              </w:tc>
            </w:tr>
          </w:tbl>
          <w:p w:rsidR="00D76FAF" w:rsidRPr="00E137C4" w:rsidRDefault="00D76FAF" w:rsidP="00A97624">
            <w:pPr>
              <w:ind w:left="0"/>
            </w:pPr>
          </w:p>
        </w:tc>
      </w:tr>
      <w:tr w:rsidR="002B393C" w:rsidRPr="00F223FC" w:rsidTr="008122F7">
        <w:trPr>
          <w:gridAfter w:val="1"/>
          <w:wAfter w:w="106" w:type="dxa"/>
          <w:trHeight w:val="703"/>
        </w:trPr>
        <w:tc>
          <w:tcPr>
            <w:tcW w:w="10206" w:type="dxa"/>
            <w:shd w:val="clear" w:color="auto" w:fill="auto"/>
          </w:tcPr>
          <w:p w:rsidR="002B393C" w:rsidRDefault="002B393C" w:rsidP="0079544D">
            <w:pPr>
              <w:pStyle w:val="Heading3"/>
            </w:pPr>
            <w:r>
              <w:lastRenderedPageBreak/>
              <w:t xml:space="preserve">Price </w:t>
            </w:r>
            <w:r w:rsidR="00DD0D0E">
              <w:t>Levels</w:t>
            </w:r>
            <w:r>
              <w:t xml:space="preserve"> Tab</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B393C" w:rsidTr="00B1246B">
              <w:trPr>
                <w:trHeight w:val="280"/>
              </w:trPr>
              <w:tc>
                <w:tcPr>
                  <w:tcW w:w="8676" w:type="dxa"/>
                  <w:vAlign w:val="bottom"/>
                </w:tcPr>
                <w:p w:rsidR="002B393C" w:rsidRDefault="002B393C" w:rsidP="00DD0D0E">
                  <w:pPr>
                    <w:pStyle w:val="AStyle1"/>
                    <w:rPr>
                      <w:szCs w:val="20"/>
                    </w:rPr>
                  </w:pPr>
                  <w:r w:rsidRPr="007C7BEE">
                    <w:rPr>
                      <w:szCs w:val="20"/>
                    </w:rPr>
                    <w:t xml:space="preserve">Setup of Price </w:t>
                  </w:r>
                  <w:r w:rsidR="00DD0D0E">
                    <w:rPr>
                      <w:szCs w:val="20"/>
                    </w:rPr>
                    <w:t xml:space="preserve">Level </w:t>
                  </w:r>
                  <w:r w:rsidRPr="007C7BEE">
                    <w:rPr>
                      <w:szCs w:val="20"/>
                    </w:rPr>
                    <w:t>names</w:t>
                  </w:r>
                </w:p>
                <w:p w:rsidR="00792286" w:rsidRPr="007C7BEE" w:rsidRDefault="00792286" w:rsidP="00DD0D0E">
                  <w:pPr>
                    <w:pStyle w:val="AStyle1"/>
                  </w:pPr>
                  <w:r>
                    <w:rPr>
                      <w:szCs w:val="20"/>
                    </w:rPr>
                    <w:t>(Retail, Wholesale, Staff etc)</w:t>
                  </w:r>
                </w:p>
              </w:tc>
              <w:tc>
                <w:tcPr>
                  <w:tcW w:w="1276" w:type="dxa"/>
                </w:tcPr>
                <w:p w:rsidR="002B393C" w:rsidRDefault="002B393C" w:rsidP="0079544D">
                  <w:pPr>
                    <w:pStyle w:val="AStyle1"/>
                    <w:jc w:val="center"/>
                  </w:pPr>
                </w:p>
                <w:p w:rsidR="00DD0D0E" w:rsidRPr="00FC2C27" w:rsidRDefault="00DD0D0E" w:rsidP="0079544D">
                  <w:pPr>
                    <w:pStyle w:val="AStyle1"/>
                    <w:jc w:val="center"/>
                  </w:pPr>
                </w:p>
              </w:tc>
            </w:tr>
          </w:tbl>
          <w:p w:rsidR="002B393C" w:rsidRPr="0079544D" w:rsidRDefault="002B393C" w:rsidP="0079544D"/>
          <w:p w:rsidR="002B393C" w:rsidRDefault="002B393C" w:rsidP="0079544D">
            <w:pPr>
              <w:pStyle w:val="Heading3"/>
            </w:pPr>
            <w:r>
              <w:t>Custom Fields Tab</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2B393C" w:rsidTr="0079544D">
              <w:tc>
                <w:tcPr>
                  <w:tcW w:w="8676" w:type="dxa"/>
                  <w:vAlign w:val="bottom"/>
                </w:tcPr>
                <w:p w:rsidR="002B393C" w:rsidRPr="007C7BEE" w:rsidRDefault="002B393C" w:rsidP="0079544D">
                  <w:pPr>
                    <w:pStyle w:val="AStyle1"/>
                  </w:pPr>
                  <w:r w:rsidRPr="007C7BEE">
                    <w:t xml:space="preserve">Custom Fields </w:t>
                  </w:r>
                </w:p>
              </w:tc>
              <w:tc>
                <w:tcPr>
                  <w:tcW w:w="1276" w:type="dxa"/>
                </w:tcPr>
                <w:p w:rsidR="002B393C" w:rsidRPr="00FC2C27" w:rsidRDefault="00792286" w:rsidP="0079544D">
                  <w:pPr>
                    <w:pStyle w:val="AStyle1"/>
                    <w:jc w:val="center"/>
                  </w:pPr>
                  <w:r w:rsidRPr="0079544D">
                    <w:t>Y / N</w:t>
                  </w:r>
                </w:p>
              </w:tc>
            </w:tr>
          </w:tbl>
          <w:p w:rsidR="002B393C" w:rsidRPr="0079544D" w:rsidRDefault="002B393C" w:rsidP="0079544D"/>
          <w:p w:rsidR="00792286" w:rsidRDefault="00792286" w:rsidP="00792286">
            <w:pPr>
              <w:pStyle w:val="Heading3"/>
            </w:pPr>
            <w:r>
              <w:t>Trade Ins</w:t>
            </w:r>
          </w:p>
          <w:tbl>
            <w:tblPr>
              <w:tblW w:w="998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431"/>
              <w:gridCol w:w="5245"/>
              <w:gridCol w:w="1304"/>
            </w:tblGrid>
            <w:tr w:rsidR="00792286" w:rsidTr="00792286">
              <w:tc>
                <w:tcPr>
                  <w:tcW w:w="8676" w:type="dxa"/>
                  <w:gridSpan w:val="2"/>
                  <w:vAlign w:val="bottom"/>
                </w:tcPr>
                <w:p w:rsidR="00792286" w:rsidRPr="007C7BEE" w:rsidRDefault="00792286" w:rsidP="00792286">
                  <w:pPr>
                    <w:pStyle w:val="AStyle1"/>
                  </w:pPr>
                  <w:r w:rsidRPr="007C7BEE">
                    <w:t>Trade In Prefix</w:t>
                  </w:r>
                </w:p>
              </w:tc>
              <w:tc>
                <w:tcPr>
                  <w:tcW w:w="1304" w:type="dxa"/>
                </w:tcPr>
                <w:p w:rsidR="00792286" w:rsidRPr="00FC2C27" w:rsidRDefault="00792286" w:rsidP="00792286">
                  <w:pPr>
                    <w:pStyle w:val="AStyle1"/>
                    <w:jc w:val="center"/>
                  </w:pPr>
                </w:p>
              </w:tc>
            </w:tr>
            <w:tr w:rsidR="00792286" w:rsidTr="00792286">
              <w:tc>
                <w:tcPr>
                  <w:tcW w:w="8676" w:type="dxa"/>
                  <w:gridSpan w:val="2"/>
                  <w:vAlign w:val="bottom"/>
                </w:tcPr>
                <w:p w:rsidR="00792286" w:rsidRPr="007C7BEE" w:rsidRDefault="00792286" w:rsidP="00792286">
                  <w:pPr>
                    <w:pStyle w:val="AStyle1"/>
                  </w:pPr>
                  <w:r w:rsidRPr="007C7BEE">
                    <w:t>Next Trade In #</w:t>
                  </w:r>
                </w:p>
              </w:tc>
              <w:tc>
                <w:tcPr>
                  <w:tcW w:w="1304" w:type="dxa"/>
                </w:tcPr>
                <w:p w:rsidR="00792286" w:rsidRPr="00FC2C27" w:rsidRDefault="00792286" w:rsidP="00792286">
                  <w:pPr>
                    <w:pStyle w:val="AStyle1"/>
                    <w:jc w:val="center"/>
                  </w:pPr>
                </w:p>
              </w:tc>
            </w:tr>
            <w:tr w:rsidR="00792286" w:rsidTr="00792286">
              <w:tc>
                <w:tcPr>
                  <w:tcW w:w="3431" w:type="dxa"/>
                  <w:vAlign w:val="bottom"/>
                </w:tcPr>
                <w:p w:rsidR="00792286" w:rsidRPr="007C7BEE" w:rsidRDefault="00792286" w:rsidP="00792286">
                  <w:pPr>
                    <w:pStyle w:val="AStyle1"/>
                    <w:jc w:val="left"/>
                  </w:pPr>
                  <w:r w:rsidRPr="007C7BEE">
                    <w:t xml:space="preserve">Post Sale Processing </w:t>
                  </w:r>
                </w:p>
              </w:tc>
              <w:tc>
                <w:tcPr>
                  <w:tcW w:w="5245" w:type="dxa"/>
                </w:tcPr>
                <w:p w:rsidR="00792286" w:rsidRPr="007C7BEE" w:rsidRDefault="00792286" w:rsidP="00792286">
                  <w:pPr>
                    <w:pStyle w:val="AStyle1"/>
                    <w:jc w:val="left"/>
                  </w:pPr>
                  <w:r w:rsidRPr="007C7BEE">
                    <w:t>Create Product / Do Not Create Product</w:t>
                  </w:r>
                  <w:r>
                    <w:t>/ Create a Job</w:t>
                  </w:r>
                </w:p>
              </w:tc>
              <w:tc>
                <w:tcPr>
                  <w:tcW w:w="1304" w:type="dxa"/>
                </w:tcPr>
                <w:p w:rsidR="00792286" w:rsidRDefault="00792286" w:rsidP="00792286">
                  <w:pPr>
                    <w:pStyle w:val="AStyle1"/>
                    <w:jc w:val="center"/>
                  </w:pPr>
                </w:p>
              </w:tc>
            </w:tr>
            <w:tr w:rsidR="00792286" w:rsidTr="00792286">
              <w:tc>
                <w:tcPr>
                  <w:tcW w:w="8676" w:type="dxa"/>
                  <w:gridSpan w:val="2"/>
                  <w:vAlign w:val="bottom"/>
                </w:tcPr>
                <w:p w:rsidR="00792286" w:rsidRPr="00AB1D07" w:rsidRDefault="00792286" w:rsidP="00792286">
                  <w:pPr>
                    <w:pStyle w:val="AStyle1"/>
                    <w:jc w:val="left"/>
                  </w:pPr>
                  <w:r>
                    <w:t>Include Trade In on Report</w:t>
                  </w:r>
                </w:p>
              </w:tc>
              <w:tc>
                <w:tcPr>
                  <w:tcW w:w="1304" w:type="dxa"/>
                </w:tcPr>
                <w:p w:rsidR="00792286" w:rsidRDefault="00792286" w:rsidP="00792286">
                  <w:pPr>
                    <w:pStyle w:val="AStyle1"/>
                    <w:jc w:val="center"/>
                  </w:pPr>
                  <w:r w:rsidRPr="0079544D">
                    <w:t>Y / N</w:t>
                  </w:r>
                </w:p>
              </w:tc>
            </w:tr>
            <w:tr w:rsidR="00792286" w:rsidTr="00792286">
              <w:tc>
                <w:tcPr>
                  <w:tcW w:w="8676" w:type="dxa"/>
                  <w:gridSpan w:val="2"/>
                  <w:vAlign w:val="bottom"/>
                </w:tcPr>
                <w:p w:rsidR="00792286" w:rsidRDefault="00792286" w:rsidP="00792286">
                  <w:pPr>
                    <w:pStyle w:val="AStyle1"/>
                    <w:jc w:val="left"/>
                  </w:pPr>
                  <w:r>
                    <w:t>Trade in A/C (GL ID)</w:t>
                  </w:r>
                </w:p>
              </w:tc>
              <w:tc>
                <w:tcPr>
                  <w:tcW w:w="1304" w:type="dxa"/>
                </w:tcPr>
                <w:p w:rsidR="00792286" w:rsidRPr="0079544D" w:rsidRDefault="00792286" w:rsidP="00792286">
                  <w:pPr>
                    <w:pStyle w:val="AStyle1"/>
                    <w:jc w:val="center"/>
                  </w:pPr>
                </w:p>
              </w:tc>
            </w:tr>
            <w:tr w:rsidR="00792286" w:rsidTr="00792286">
              <w:tc>
                <w:tcPr>
                  <w:tcW w:w="8676" w:type="dxa"/>
                  <w:gridSpan w:val="2"/>
                  <w:vAlign w:val="bottom"/>
                </w:tcPr>
                <w:p w:rsidR="00792286" w:rsidRDefault="00792286" w:rsidP="00792286">
                  <w:pPr>
                    <w:pStyle w:val="AStyle1"/>
                    <w:jc w:val="left"/>
                  </w:pPr>
                  <w:r>
                    <w:t>Product Type</w:t>
                  </w:r>
                </w:p>
              </w:tc>
              <w:tc>
                <w:tcPr>
                  <w:tcW w:w="1304" w:type="dxa"/>
                </w:tcPr>
                <w:p w:rsidR="00792286" w:rsidRPr="0079544D" w:rsidRDefault="00792286" w:rsidP="00792286">
                  <w:pPr>
                    <w:pStyle w:val="AStyle1"/>
                    <w:jc w:val="center"/>
                  </w:pPr>
                </w:p>
              </w:tc>
            </w:tr>
            <w:tr w:rsidR="00792286" w:rsidTr="00792286">
              <w:tc>
                <w:tcPr>
                  <w:tcW w:w="8676" w:type="dxa"/>
                  <w:gridSpan w:val="2"/>
                  <w:vAlign w:val="bottom"/>
                </w:tcPr>
                <w:p w:rsidR="00792286" w:rsidRDefault="00792286" w:rsidP="00792286">
                  <w:pPr>
                    <w:pStyle w:val="AStyle1"/>
                    <w:jc w:val="left"/>
                  </w:pPr>
                  <w:r>
                    <w:t>Group</w:t>
                  </w:r>
                </w:p>
              </w:tc>
              <w:tc>
                <w:tcPr>
                  <w:tcW w:w="1304" w:type="dxa"/>
                </w:tcPr>
                <w:p w:rsidR="00792286" w:rsidRPr="0079544D" w:rsidRDefault="00792286" w:rsidP="00792286">
                  <w:pPr>
                    <w:pStyle w:val="AStyle1"/>
                    <w:jc w:val="center"/>
                  </w:pPr>
                </w:p>
              </w:tc>
            </w:tr>
            <w:tr w:rsidR="00792286" w:rsidTr="00792286">
              <w:tc>
                <w:tcPr>
                  <w:tcW w:w="8676" w:type="dxa"/>
                  <w:gridSpan w:val="2"/>
                  <w:vAlign w:val="bottom"/>
                </w:tcPr>
                <w:p w:rsidR="00792286" w:rsidRDefault="00792286" w:rsidP="00792286">
                  <w:pPr>
                    <w:pStyle w:val="AStyle1"/>
                    <w:jc w:val="left"/>
                  </w:pPr>
                  <w:r>
                    <w:t>Sub Group</w:t>
                  </w:r>
                </w:p>
              </w:tc>
              <w:tc>
                <w:tcPr>
                  <w:tcW w:w="1304" w:type="dxa"/>
                </w:tcPr>
                <w:p w:rsidR="00792286" w:rsidRPr="0079544D" w:rsidRDefault="00792286" w:rsidP="00792286">
                  <w:pPr>
                    <w:pStyle w:val="AStyle1"/>
                    <w:jc w:val="center"/>
                  </w:pPr>
                </w:p>
              </w:tc>
            </w:tr>
          </w:tbl>
          <w:p w:rsidR="00792286" w:rsidRDefault="00792286" w:rsidP="00792286">
            <w:pPr>
              <w:pStyle w:val="Heading3"/>
            </w:pPr>
            <w:r>
              <w:t>Trade Me</w:t>
            </w:r>
          </w:p>
          <w:tbl>
            <w:tblPr>
              <w:tblW w:w="998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304"/>
            </w:tblGrid>
            <w:tr w:rsidR="00792286" w:rsidTr="00E957D8">
              <w:tc>
                <w:tcPr>
                  <w:tcW w:w="8676" w:type="dxa"/>
                  <w:vAlign w:val="bottom"/>
                </w:tcPr>
                <w:p w:rsidR="00792286" w:rsidRPr="007C7BEE" w:rsidRDefault="00792286" w:rsidP="00792286">
                  <w:pPr>
                    <w:pStyle w:val="AStyle1"/>
                  </w:pPr>
                  <w:r>
                    <w:t>Start Price</w:t>
                  </w:r>
                </w:p>
              </w:tc>
              <w:tc>
                <w:tcPr>
                  <w:tcW w:w="1304" w:type="dxa"/>
                </w:tcPr>
                <w:p w:rsidR="00792286" w:rsidRPr="00FC2C27" w:rsidRDefault="00792286" w:rsidP="00792286">
                  <w:pPr>
                    <w:pStyle w:val="AStyle1"/>
                    <w:jc w:val="center"/>
                  </w:pPr>
                </w:p>
              </w:tc>
            </w:tr>
            <w:tr w:rsidR="00792286" w:rsidTr="00E957D8">
              <w:tc>
                <w:tcPr>
                  <w:tcW w:w="8676" w:type="dxa"/>
                  <w:vAlign w:val="bottom"/>
                </w:tcPr>
                <w:p w:rsidR="00792286" w:rsidRPr="007C7BEE" w:rsidRDefault="00792286" w:rsidP="00792286">
                  <w:pPr>
                    <w:pStyle w:val="AStyle1"/>
                  </w:pPr>
                  <w:r>
                    <w:t>Reserve Price</w:t>
                  </w:r>
                  <w:r w:rsidR="00E957D8">
                    <w:t xml:space="preserve"> or % of Start Price</w:t>
                  </w:r>
                </w:p>
              </w:tc>
              <w:tc>
                <w:tcPr>
                  <w:tcW w:w="1304" w:type="dxa"/>
                </w:tcPr>
                <w:p w:rsidR="00792286" w:rsidRPr="00FC2C27" w:rsidRDefault="00792286" w:rsidP="00792286">
                  <w:pPr>
                    <w:pStyle w:val="AStyle1"/>
                    <w:jc w:val="center"/>
                  </w:pPr>
                </w:p>
              </w:tc>
            </w:tr>
            <w:tr w:rsidR="00E957D8" w:rsidTr="00E957D8">
              <w:tc>
                <w:tcPr>
                  <w:tcW w:w="8676" w:type="dxa"/>
                  <w:vAlign w:val="bottom"/>
                </w:tcPr>
                <w:p w:rsidR="00E957D8" w:rsidRDefault="00E957D8" w:rsidP="00792286">
                  <w:pPr>
                    <w:pStyle w:val="AStyle1"/>
                  </w:pPr>
                  <w:r>
                    <w:t>Buy Now Price or % of Start Price</w:t>
                  </w:r>
                </w:p>
              </w:tc>
              <w:tc>
                <w:tcPr>
                  <w:tcW w:w="1304" w:type="dxa"/>
                </w:tcPr>
                <w:p w:rsidR="00E957D8" w:rsidRPr="00FC2C27" w:rsidRDefault="00E957D8" w:rsidP="00792286">
                  <w:pPr>
                    <w:pStyle w:val="AStyle1"/>
                    <w:jc w:val="center"/>
                  </w:pPr>
                </w:p>
              </w:tc>
            </w:tr>
            <w:tr w:rsidR="00792286" w:rsidTr="00E957D8">
              <w:tc>
                <w:tcPr>
                  <w:tcW w:w="8676" w:type="dxa"/>
                  <w:vAlign w:val="bottom"/>
                </w:tcPr>
                <w:p w:rsidR="00792286" w:rsidRPr="00AB1D07" w:rsidRDefault="00E957D8" w:rsidP="00792286">
                  <w:pPr>
                    <w:pStyle w:val="AStyle1"/>
                    <w:jc w:val="left"/>
                  </w:pPr>
                  <w:r>
                    <w:t>Allow Payment By</w:t>
                  </w:r>
                </w:p>
              </w:tc>
              <w:tc>
                <w:tcPr>
                  <w:tcW w:w="1304" w:type="dxa"/>
                </w:tcPr>
                <w:p w:rsidR="00792286" w:rsidRDefault="00792286" w:rsidP="00792286">
                  <w:pPr>
                    <w:pStyle w:val="AStyle1"/>
                    <w:jc w:val="center"/>
                  </w:pPr>
                </w:p>
              </w:tc>
            </w:tr>
            <w:tr w:rsidR="00792286" w:rsidTr="00E957D8">
              <w:tc>
                <w:tcPr>
                  <w:tcW w:w="8676" w:type="dxa"/>
                  <w:vAlign w:val="bottom"/>
                </w:tcPr>
                <w:p w:rsidR="00792286" w:rsidRDefault="00E957D8" w:rsidP="00E957D8">
                  <w:pPr>
                    <w:pStyle w:val="AStyle1"/>
                    <w:ind w:left="720"/>
                    <w:jc w:val="left"/>
                  </w:pPr>
                  <w:r>
                    <w:t>NZ Bank Deposit</w:t>
                  </w:r>
                </w:p>
              </w:tc>
              <w:tc>
                <w:tcPr>
                  <w:tcW w:w="1304" w:type="dxa"/>
                </w:tcPr>
                <w:p w:rsidR="00792286"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E957D8">
                  <w:pPr>
                    <w:pStyle w:val="AStyle1"/>
                    <w:ind w:left="720"/>
                    <w:jc w:val="left"/>
                  </w:pPr>
                  <w:r>
                    <w:t>Credit Card</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E957D8">
                  <w:pPr>
                    <w:pStyle w:val="AStyle1"/>
                    <w:ind w:left="720"/>
                    <w:jc w:val="left"/>
                  </w:pPr>
                  <w:r>
                    <w:t>Cash</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E957D8">
                  <w:pPr>
                    <w:pStyle w:val="AStyle1"/>
                    <w:ind w:left="720"/>
                    <w:jc w:val="left"/>
                  </w:pPr>
                  <w:r>
                    <w:t>Safe Trader</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E957D8">
                  <w:pPr>
                    <w:pStyle w:val="AStyle1"/>
                    <w:ind w:left="720"/>
                    <w:jc w:val="left"/>
                  </w:pPr>
                  <w:r>
                    <w:t>Other (please specify)</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792286">
                  <w:pPr>
                    <w:pStyle w:val="AStyle1"/>
                    <w:jc w:val="left"/>
                  </w:pPr>
                  <w:r>
                    <w:t>Automatically send my payment instructions when this listing is won</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792286">
                  <w:pPr>
                    <w:pStyle w:val="AStyle1"/>
                    <w:jc w:val="left"/>
                  </w:pPr>
                  <w:r>
                    <w:t>Pickup / Freight</w:t>
                  </w:r>
                </w:p>
              </w:tc>
              <w:tc>
                <w:tcPr>
                  <w:tcW w:w="1304" w:type="dxa"/>
                </w:tcPr>
                <w:p w:rsidR="00E957D8" w:rsidRPr="0079544D" w:rsidRDefault="00E957D8" w:rsidP="00792286">
                  <w:pPr>
                    <w:pStyle w:val="AStyle1"/>
                    <w:jc w:val="center"/>
                  </w:pPr>
                </w:p>
              </w:tc>
            </w:tr>
            <w:tr w:rsidR="00E957D8" w:rsidTr="00E957D8">
              <w:tc>
                <w:tcPr>
                  <w:tcW w:w="8676" w:type="dxa"/>
                  <w:vAlign w:val="bottom"/>
                </w:tcPr>
                <w:p w:rsidR="00E957D8" w:rsidRDefault="00E957D8" w:rsidP="00E957D8">
                  <w:pPr>
                    <w:pStyle w:val="AStyle1"/>
                    <w:ind w:left="720"/>
                    <w:jc w:val="left"/>
                  </w:pPr>
                  <w:r>
                    <w:t>Allow pick up</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E957D8">
                  <w:pPr>
                    <w:pStyle w:val="AStyle1"/>
                    <w:ind w:left="720"/>
                    <w:jc w:val="left"/>
                  </w:pPr>
                  <w:r>
                    <w:t>Buyer must pick up</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E957D8">
                  <w:pPr>
                    <w:pStyle w:val="AStyle1"/>
                    <w:jc w:val="left"/>
                  </w:pPr>
                  <w:r>
                    <w:t>Optional Options (refer Trade Me for Fees)</w:t>
                  </w:r>
                </w:p>
              </w:tc>
              <w:tc>
                <w:tcPr>
                  <w:tcW w:w="1304" w:type="dxa"/>
                </w:tcPr>
                <w:p w:rsidR="00E957D8" w:rsidRPr="0079544D" w:rsidRDefault="00E957D8" w:rsidP="00792286">
                  <w:pPr>
                    <w:pStyle w:val="AStyle1"/>
                    <w:jc w:val="center"/>
                  </w:pPr>
                </w:p>
              </w:tc>
            </w:tr>
            <w:tr w:rsidR="00E957D8" w:rsidTr="00E957D8">
              <w:tc>
                <w:tcPr>
                  <w:tcW w:w="8676" w:type="dxa"/>
                  <w:vAlign w:val="bottom"/>
                </w:tcPr>
                <w:p w:rsidR="00E957D8" w:rsidRDefault="00E957D8" w:rsidP="00E957D8">
                  <w:pPr>
                    <w:pStyle w:val="AStyle1"/>
                    <w:ind w:left="720"/>
                    <w:jc w:val="left"/>
                  </w:pPr>
                  <w:r>
                    <w:t>Gallery</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E957D8">
                  <w:pPr>
                    <w:pStyle w:val="AStyle1"/>
                    <w:ind w:left="720"/>
                    <w:jc w:val="left"/>
                  </w:pPr>
                  <w:r>
                    <w:t>Gallery Plus</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E957D8">
                  <w:pPr>
                    <w:pStyle w:val="AStyle1"/>
                    <w:ind w:left="720"/>
                    <w:jc w:val="left"/>
                  </w:pPr>
                  <w:r>
                    <w:t>Featured Listing</w:t>
                  </w:r>
                </w:p>
              </w:tc>
              <w:tc>
                <w:tcPr>
                  <w:tcW w:w="1304" w:type="dxa"/>
                </w:tcPr>
                <w:p w:rsidR="00E957D8" w:rsidRPr="0079544D" w:rsidRDefault="00E957D8" w:rsidP="00792286">
                  <w:pPr>
                    <w:pStyle w:val="AStyle1"/>
                    <w:jc w:val="center"/>
                  </w:pPr>
                  <w:r w:rsidRPr="0079544D">
                    <w:t>Y / N</w:t>
                  </w:r>
                </w:p>
              </w:tc>
            </w:tr>
            <w:tr w:rsidR="00E957D8" w:rsidTr="00E957D8">
              <w:tc>
                <w:tcPr>
                  <w:tcW w:w="8676" w:type="dxa"/>
                  <w:vAlign w:val="bottom"/>
                </w:tcPr>
                <w:p w:rsidR="00E957D8" w:rsidRDefault="00E957D8" w:rsidP="00E957D8">
                  <w:pPr>
                    <w:pStyle w:val="AStyle1"/>
                    <w:ind w:left="720"/>
                    <w:jc w:val="left"/>
                  </w:pPr>
                  <w:r>
                    <w:t>Feature Combo</w:t>
                  </w:r>
                </w:p>
              </w:tc>
              <w:tc>
                <w:tcPr>
                  <w:tcW w:w="1304" w:type="dxa"/>
                </w:tcPr>
                <w:p w:rsidR="00E957D8" w:rsidRPr="0079544D" w:rsidRDefault="00E957D8" w:rsidP="00792286">
                  <w:pPr>
                    <w:pStyle w:val="AStyle1"/>
                    <w:jc w:val="center"/>
                  </w:pPr>
                  <w:r w:rsidRPr="0079544D">
                    <w:t>Y / N</w:t>
                  </w:r>
                </w:p>
              </w:tc>
            </w:tr>
          </w:tbl>
          <w:p w:rsidR="002B393C" w:rsidRPr="0079544D" w:rsidRDefault="002B393C" w:rsidP="0079544D"/>
        </w:tc>
      </w:tr>
      <w:tr w:rsidR="0079544D" w:rsidRPr="00F223FC" w:rsidTr="008122F7">
        <w:tblPrEx>
          <w:tblBorders>
            <w:insideH w:val="single" w:sz="4" w:space="0" w:color="auto"/>
          </w:tblBorders>
        </w:tblPrEx>
        <w:trPr>
          <w:trHeight w:val="6789"/>
        </w:trPr>
        <w:tc>
          <w:tcPr>
            <w:tcW w:w="10312" w:type="dxa"/>
            <w:gridSpan w:val="2"/>
            <w:tcBorders>
              <w:bottom w:val="nil"/>
            </w:tcBorders>
            <w:shd w:val="clear" w:color="auto" w:fill="auto"/>
          </w:tcPr>
          <w:p w:rsidR="007A67F5" w:rsidRPr="00D35D51" w:rsidRDefault="009F5C2A" w:rsidP="00854265">
            <w:pPr>
              <w:pStyle w:val="Heading1"/>
            </w:pPr>
            <w:r>
              <w:lastRenderedPageBreak/>
              <w:t xml:space="preserve"> </w:t>
            </w:r>
            <w:bookmarkStart w:id="16" w:name="_Toc497839200"/>
            <w:r w:rsidR="008122F7">
              <w:t>J</w:t>
            </w:r>
            <w:r w:rsidR="007A67F5" w:rsidRPr="00D35D51">
              <w:t xml:space="preserve">ob </w:t>
            </w:r>
            <w:r w:rsidR="004279A3">
              <w:t>Defaults</w:t>
            </w:r>
            <w:bookmarkEnd w:id="16"/>
          </w:p>
          <w:p w:rsidR="007A67F5" w:rsidRPr="0079544D" w:rsidRDefault="007A67F5" w:rsidP="007A67F5">
            <w:pPr>
              <w:pStyle w:val="Heading3"/>
            </w:pPr>
            <w:r>
              <w:t>Preferences Tab</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338"/>
              <w:gridCol w:w="3204"/>
              <w:gridCol w:w="1134"/>
              <w:gridCol w:w="1276"/>
            </w:tblGrid>
            <w:tr w:rsidR="007A67F5" w:rsidTr="009E324D">
              <w:tc>
                <w:tcPr>
                  <w:tcW w:w="8676" w:type="dxa"/>
                  <w:gridSpan w:val="3"/>
                  <w:vAlign w:val="bottom"/>
                </w:tcPr>
                <w:p w:rsidR="007A67F5" w:rsidRPr="00415F36" w:rsidRDefault="00146198" w:rsidP="00C854DF">
                  <w:pPr>
                    <w:pStyle w:val="AStyle1"/>
                    <w:rPr>
                      <w:szCs w:val="20"/>
                    </w:rPr>
                  </w:pPr>
                  <w:r w:rsidRPr="00415F36">
                    <w:rPr>
                      <w:szCs w:val="20"/>
                    </w:rPr>
                    <w:t>Label the Module As</w:t>
                  </w:r>
                  <w:r w:rsidR="00C854DF">
                    <w:rPr>
                      <w:szCs w:val="20"/>
                    </w:rPr>
                    <w:t>:</w:t>
                  </w:r>
                  <w:r w:rsidRPr="00415F36">
                    <w:rPr>
                      <w:szCs w:val="20"/>
                    </w:rPr>
                    <w:t xml:space="preserve"> </w:t>
                  </w:r>
                </w:p>
              </w:tc>
              <w:tc>
                <w:tcPr>
                  <w:tcW w:w="1276" w:type="dxa"/>
                </w:tcPr>
                <w:p w:rsidR="007A67F5" w:rsidRPr="0079544D" w:rsidRDefault="007A67F5" w:rsidP="009E324D">
                  <w:pPr>
                    <w:pStyle w:val="AStyle1"/>
                    <w:jc w:val="center"/>
                  </w:pPr>
                </w:p>
              </w:tc>
            </w:tr>
            <w:tr w:rsidR="00146198" w:rsidTr="009E324D">
              <w:tc>
                <w:tcPr>
                  <w:tcW w:w="8676" w:type="dxa"/>
                  <w:gridSpan w:val="3"/>
                  <w:vAlign w:val="bottom"/>
                </w:tcPr>
                <w:p w:rsidR="00146198" w:rsidRPr="00415F36" w:rsidRDefault="00146198" w:rsidP="00146198">
                  <w:pPr>
                    <w:pStyle w:val="AStyle1"/>
                    <w:rPr>
                      <w:szCs w:val="20"/>
                    </w:rPr>
                  </w:pPr>
                  <w:r w:rsidRPr="00415F36">
                    <w:rPr>
                      <w:szCs w:val="20"/>
                    </w:rPr>
                    <w:t>Automatically Number Jobs</w:t>
                  </w:r>
                </w:p>
              </w:tc>
              <w:tc>
                <w:tcPr>
                  <w:tcW w:w="1276" w:type="dxa"/>
                </w:tcPr>
                <w:p w:rsidR="00146198" w:rsidRPr="0079544D" w:rsidRDefault="00146198" w:rsidP="00146198">
                  <w:pPr>
                    <w:pStyle w:val="AStyle1"/>
                    <w:jc w:val="center"/>
                  </w:pPr>
                  <w:r w:rsidRPr="0079544D">
                    <w:t>Y / N</w:t>
                  </w:r>
                </w:p>
              </w:tc>
            </w:tr>
            <w:tr w:rsidR="003B4512" w:rsidTr="009E324D">
              <w:tc>
                <w:tcPr>
                  <w:tcW w:w="8676" w:type="dxa"/>
                  <w:gridSpan w:val="3"/>
                  <w:vAlign w:val="bottom"/>
                </w:tcPr>
                <w:p w:rsidR="003B4512" w:rsidRPr="00415F36" w:rsidRDefault="003B4512" w:rsidP="009E324D">
                  <w:pPr>
                    <w:pStyle w:val="AStyle1"/>
                    <w:rPr>
                      <w:szCs w:val="20"/>
                    </w:rPr>
                  </w:pPr>
                  <w:r w:rsidRPr="00415F36">
                    <w:rPr>
                      <w:szCs w:val="20"/>
                    </w:rPr>
                    <w:t>Allow Editing of Job Number</w:t>
                  </w:r>
                </w:p>
              </w:tc>
              <w:tc>
                <w:tcPr>
                  <w:tcW w:w="1276" w:type="dxa"/>
                </w:tcPr>
                <w:p w:rsidR="003B4512" w:rsidRPr="0079544D" w:rsidRDefault="003B4512" w:rsidP="009E324D">
                  <w:pPr>
                    <w:pStyle w:val="AStyle1"/>
                    <w:jc w:val="center"/>
                  </w:pPr>
                  <w:r w:rsidRPr="0079544D">
                    <w:t>Y / N</w:t>
                  </w:r>
                </w:p>
              </w:tc>
            </w:tr>
            <w:tr w:rsidR="00146198" w:rsidTr="009E324D">
              <w:tc>
                <w:tcPr>
                  <w:tcW w:w="8676" w:type="dxa"/>
                  <w:gridSpan w:val="3"/>
                  <w:vAlign w:val="bottom"/>
                </w:tcPr>
                <w:p w:rsidR="00146198" w:rsidRPr="00415F36" w:rsidRDefault="00146198" w:rsidP="009E324D">
                  <w:pPr>
                    <w:pStyle w:val="AStyle1"/>
                    <w:rPr>
                      <w:szCs w:val="20"/>
                    </w:rPr>
                  </w:pPr>
                  <w:r w:rsidRPr="00415F36">
                    <w:rPr>
                      <w:szCs w:val="20"/>
                    </w:rPr>
                    <w:t>Next Job #</w:t>
                  </w:r>
                </w:p>
              </w:tc>
              <w:tc>
                <w:tcPr>
                  <w:tcW w:w="1276" w:type="dxa"/>
                </w:tcPr>
                <w:p w:rsidR="00146198" w:rsidRPr="0079544D" w:rsidRDefault="00146198" w:rsidP="009E324D">
                  <w:pPr>
                    <w:pStyle w:val="AStyle1"/>
                    <w:jc w:val="center"/>
                  </w:pPr>
                </w:p>
              </w:tc>
            </w:tr>
            <w:tr w:rsidR="004405FD" w:rsidTr="004405FD">
              <w:tc>
                <w:tcPr>
                  <w:tcW w:w="7542" w:type="dxa"/>
                  <w:gridSpan w:val="2"/>
                  <w:vAlign w:val="bottom"/>
                </w:tcPr>
                <w:p w:rsidR="004405FD" w:rsidRPr="00415F36" w:rsidRDefault="004405FD" w:rsidP="009E324D">
                  <w:pPr>
                    <w:pStyle w:val="AStyle1"/>
                    <w:rPr>
                      <w:szCs w:val="20"/>
                    </w:rPr>
                  </w:pPr>
                  <w:r w:rsidRPr="00415F36">
                    <w:rPr>
                      <w:szCs w:val="20"/>
                    </w:rPr>
                    <w:t>Default Due Date to a Number of days after Start Date</w:t>
                  </w:r>
                </w:p>
              </w:tc>
              <w:tc>
                <w:tcPr>
                  <w:tcW w:w="1134" w:type="dxa"/>
                  <w:vAlign w:val="bottom"/>
                </w:tcPr>
                <w:p w:rsidR="004405FD" w:rsidRPr="00415F36" w:rsidRDefault="004405FD" w:rsidP="009E324D">
                  <w:pPr>
                    <w:pStyle w:val="AStyle1"/>
                    <w:rPr>
                      <w:szCs w:val="20"/>
                    </w:rPr>
                  </w:pPr>
                  <w:r>
                    <w:rPr>
                      <w:szCs w:val="20"/>
                    </w:rPr>
                    <w:t>Days</w:t>
                  </w:r>
                </w:p>
              </w:tc>
              <w:tc>
                <w:tcPr>
                  <w:tcW w:w="1276" w:type="dxa"/>
                </w:tcPr>
                <w:p w:rsidR="004405FD" w:rsidRPr="0079544D" w:rsidRDefault="004405FD" w:rsidP="009E324D">
                  <w:pPr>
                    <w:pStyle w:val="AStyle1"/>
                    <w:jc w:val="center"/>
                  </w:pPr>
                </w:p>
              </w:tc>
            </w:tr>
            <w:tr w:rsidR="00146198" w:rsidTr="009E324D">
              <w:tc>
                <w:tcPr>
                  <w:tcW w:w="8676" w:type="dxa"/>
                  <w:gridSpan w:val="3"/>
                  <w:vAlign w:val="bottom"/>
                </w:tcPr>
                <w:p w:rsidR="00146198" w:rsidRPr="00415F36" w:rsidRDefault="00146198" w:rsidP="009E324D">
                  <w:pPr>
                    <w:pStyle w:val="AStyle1"/>
                    <w:rPr>
                      <w:szCs w:val="20"/>
                    </w:rPr>
                  </w:pPr>
                  <w:r w:rsidRPr="00415F36">
                    <w:rPr>
                      <w:szCs w:val="20"/>
                    </w:rPr>
                    <w:t>Allow Editing of Job Invoices</w:t>
                  </w:r>
                </w:p>
              </w:tc>
              <w:tc>
                <w:tcPr>
                  <w:tcW w:w="1276" w:type="dxa"/>
                </w:tcPr>
                <w:p w:rsidR="00146198" w:rsidRPr="0079544D" w:rsidRDefault="00146198" w:rsidP="009E324D">
                  <w:pPr>
                    <w:pStyle w:val="AStyle1"/>
                    <w:jc w:val="center"/>
                  </w:pPr>
                  <w:r w:rsidRPr="0079544D">
                    <w:t>Y / N</w:t>
                  </w:r>
                </w:p>
              </w:tc>
            </w:tr>
            <w:tr w:rsidR="00146198" w:rsidTr="009E324D">
              <w:tc>
                <w:tcPr>
                  <w:tcW w:w="8676" w:type="dxa"/>
                  <w:gridSpan w:val="3"/>
                  <w:vAlign w:val="bottom"/>
                </w:tcPr>
                <w:p w:rsidR="00146198" w:rsidRPr="00415F36" w:rsidRDefault="00146198" w:rsidP="009E324D">
                  <w:pPr>
                    <w:pStyle w:val="AStyle1"/>
                    <w:rPr>
                      <w:szCs w:val="20"/>
                    </w:rPr>
                  </w:pPr>
                  <w:r w:rsidRPr="00415F36">
                    <w:rPr>
                      <w:szCs w:val="20"/>
                    </w:rPr>
                    <w:t>Don’t adjust Job Costs when Editing Job Invoices</w:t>
                  </w:r>
                </w:p>
              </w:tc>
              <w:tc>
                <w:tcPr>
                  <w:tcW w:w="1276" w:type="dxa"/>
                </w:tcPr>
                <w:p w:rsidR="00146198" w:rsidRPr="0079544D" w:rsidRDefault="00146198" w:rsidP="009E324D">
                  <w:pPr>
                    <w:pStyle w:val="AStyle1"/>
                    <w:jc w:val="center"/>
                  </w:pPr>
                  <w:r w:rsidRPr="0079544D">
                    <w:t>Y / N</w:t>
                  </w:r>
                </w:p>
              </w:tc>
            </w:tr>
            <w:tr w:rsidR="00146198" w:rsidRPr="0079544D" w:rsidTr="009E324D">
              <w:tc>
                <w:tcPr>
                  <w:tcW w:w="8676" w:type="dxa"/>
                  <w:gridSpan w:val="3"/>
                  <w:vAlign w:val="bottom"/>
                </w:tcPr>
                <w:p w:rsidR="00146198" w:rsidRPr="00415F36" w:rsidRDefault="00146198" w:rsidP="009E324D">
                  <w:pPr>
                    <w:pStyle w:val="AStyle1"/>
                    <w:rPr>
                      <w:szCs w:val="20"/>
                    </w:rPr>
                  </w:pPr>
                  <w:r w:rsidRPr="00415F36">
                    <w:rPr>
                      <w:szCs w:val="20"/>
                    </w:rPr>
                    <w:t>Mark Costs as Billed when Entered after Job is Complete</w:t>
                  </w:r>
                  <w:r w:rsidR="004279A3">
                    <w:rPr>
                      <w:szCs w:val="20"/>
                    </w:rPr>
                    <w:t xml:space="preserve"> (Requires Automatically Authorise Costs turned on also)</w:t>
                  </w:r>
                </w:p>
              </w:tc>
              <w:tc>
                <w:tcPr>
                  <w:tcW w:w="1276" w:type="dxa"/>
                </w:tcPr>
                <w:p w:rsidR="00146198" w:rsidRPr="0079544D" w:rsidRDefault="00146198" w:rsidP="009E324D">
                  <w:pPr>
                    <w:pStyle w:val="AStyle1"/>
                    <w:jc w:val="center"/>
                  </w:pPr>
                  <w:r w:rsidRPr="0079544D">
                    <w:t>Y / N</w:t>
                  </w:r>
                </w:p>
              </w:tc>
            </w:tr>
            <w:tr w:rsidR="00146198" w:rsidRPr="0079544D" w:rsidTr="009E324D">
              <w:tc>
                <w:tcPr>
                  <w:tcW w:w="8676" w:type="dxa"/>
                  <w:gridSpan w:val="3"/>
                  <w:vAlign w:val="bottom"/>
                </w:tcPr>
                <w:p w:rsidR="00146198" w:rsidRPr="00415F36" w:rsidRDefault="00146198" w:rsidP="009E324D">
                  <w:pPr>
                    <w:pStyle w:val="AStyle1"/>
                    <w:rPr>
                      <w:szCs w:val="20"/>
                    </w:rPr>
                  </w:pPr>
                  <w:r w:rsidRPr="00415F36">
                    <w:rPr>
                      <w:szCs w:val="20"/>
                    </w:rPr>
                    <w:t>Don’t prompt to print Quote when printing Job Card</w:t>
                  </w:r>
                </w:p>
              </w:tc>
              <w:tc>
                <w:tcPr>
                  <w:tcW w:w="1276" w:type="dxa"/>
                </w:tcPr>
                <w:p w:rsidR="00146198" w:rsidRPr="0079544D" w:rsidRDefault="00146198" w:rsidP="009E324D">
                  <w:pPr>
                    <w:pStyle w:val="AStyle1"/>
                    <w:jc w:val="center"/>
                  </w:pPr>
                  <w:r w:rsidRPr="0079544D">
                    <w:t>Y / N</w:t>
                  </w:r>
                </w:p>
              </w:tc>
            </w:tr>
            <w:tr w:rsidR="00146198" w:rsidRPr="0079544D" w:rsidTr="009E324D">
              <w:tc>
                <w:tcPr>
                  <w:tcW w:w="8676" w:type="dxa"/>
                  <w:gridSpan w:val="3"/>
                  <w:vAlign w:val="bottom"/>
                </w:tcPr>
                <w:p w:rsidR="00146198" w:rsidRPr="00415F36" w:rsidRDefault="00146198" w:rsidP="009E324D">
                  <w:pPr>
                    <w:pStyle w:val="AStyle1"/>
                    <w:rPr>
                      <w:szCs w:val="20"/>
                    </w:rPr>
                  </w:pPr>
                  <w:r w:rsidRPr="00415F36">
                    <w:rPr>
                      <w:szCs w:val="20"/>
                    </w:rPr>
                    <w:t>Check / Order products when converting a Quote to a Job</w:t>
                  </w:r>
                </w:p>
              </w:tc>
              <w:tc>
                <w:tcPr>
                  <w:tcW w:w="1276" w:type="dxa"/>
                </w:tcPr>
                <w:p w:rsidR="00146198" w:rsidRPr="0079544D" w:rsidRDefault="00146198" w:rsidP="009E324D">
                  <w:pPr>
                    <w:pStyle w:val="AStyle1"/>
                    <w:jc w:val="center"/>
                  </w:pPr>
                  <w:r w:rsidRPr="0079544D">
                    <w:t>Y / N</w:t>
                  </w:r>
                </w:p>
              </w:tc>
            </w:tr>
            <w:tr w:rsidR="004405FD" w:rsidRPr="0079544D" w:rsidTr="00A40C40">
              <w:tc>
                <w:tcPr>
                  <w:tcW w:w="4338" w:type="dxa"/>
                  <w:vAlign w:val="bottom"/>
                </w:tcPr>
                <w:p w:rsidR="004405FD" w:rsidRPr="00415F36" w:rsidRDefault="004405FD" w:rsidP="009E324D">
                  <w:pPr>
                    <w:pStyle w:val="AStyle1"/>
                    <w:rPr>
                      <w:szCs w:val="20"/>
                    </w:rPr>
                  </w:pPr>
                  <w:r w:rsidRPr="00415F36">
                    <w:rPr>
                      <w:szCs w:val="20"/>
                    </w:rPr>
                    <w:t>When deleting Job Costs, deal with products by</w:t>
                  </w:r>
                </w:p>
              </w:tc>
              <w:tc>
                <w:tcPr>
                  <w:tcW w:w="4338" w:type="dxa"/>
                  <w:gridSpan w:val="2"/>
                  <w:vAlign w:val="bottom"/>
                </w:tcPr>
                <w:p w:rsidR="004405FD" w:rsidRPr="00415F36" w:rsidRDefault="004405FD" w:rsidP="009E324D">
                  <w:pPr>
                    <w:pStyle w:val="AStyle1"/>
                    <w:rPr>
                      <w:szCs w:val="20"/>
                    </w:rPr>
                  </w:pPr>
                  <w:r>
                    <w:rPr>
                      <w:szCs w:val="20"/>
                    </w:rPr>
                    <w:t>Returning to Stock</w:t>
                  </w:r>
                  <w:r w:rsidR="003B4512">
                    <w:rPr>
                      <w:szCs w:val="20"/>
                    </w:rPr>
                    <w:t xml:space="preserve"> </w:t>
                  </w:r>
                  <w:r>
                    <w:rPr>
                      <w:szCs w:val="20"/>
                    </w:rPr>
                    <w:t>/</w:t>
                  </w:r>
                  <w:r w:rsidR="003B4512">
                    <w:rPr>
                      <w:szCs w:val="20"/>
                    </w:rPr>
                    <w:t xml:space="preserve"> </w:t>
                  </w:r>
                  <w:r>
                    <w:rPr>
                      <w:szCs w:val="20"/>
                    </w:rPr>
                    <w:t>Not Returning to Stock</w:t>
                  </w:r>
                  <w:r w:rsidR="003B4512">
                    <w:rPr>
                      <w:szCs w:val="20"/>
                    </w:rPr>
                    <w:t xml:space="preserve"> </w:t>
                  </w:r>
                  <w:r w:rsidR="00697B5F">
                    <w:rPr>
                      <w:szCs w:val="20"/>
                    </w:rPr>
                    <w:t>/</w:t>
                  </w:r>
                  <w:r w:rsidR="003B4512">
                    <w:rPr>
                      <w:szCs w:val="20"/>
                    </w:rPr>
                    <w:t xml:space="preserve"> </w:t>
                  </w:r>
                  <w:r w:rsidR="00697B5F">
                    <w:rPr>
                      <w:szCs w:val="20"/>
                    </w:rPr>
                    <w:t>Prompting each time</w:t>
                  </w:r>
                </w:p>
              </w:tc>
              <w:tc>
                <w:tcPr>
                  <w:tcW w:w="1276" w:type="dxa"/>
                </w:tcPr>
                <w:p w:rsidR="004405FD" w:rsidRPr="0079544D" w:rsidRDefault="004405FD" w:rsidP="009E324D">
                  <w:pPr>
                    <w:pStyle w:val="AStyle1"/>
                    <w:jc w:val="center"/>
                  </w:pPr>
                </w:p>
              </w:tc>
            </w:tr>
            <w:tr w:rsidR="00895638" w:rsidRPr="0079544D" w:rsidTr="009E324D">
              <w:tc>
                <w:tcPr>
                  <w:tcW w:w="8676" w:type="dxa"/>
                  <w:gridSpan w:val="3"/>
                  <w:vAlign w:val="bottom"/>
                </w:tcPr>
                <w:p w:rsidR="00895638" w:rsidRPr="00415F36" w:rsidRDefault="00895638" w:rsidP="009E324D">
                  <w:pPr>
                    <w:pStyle w:val="AStyle1"/>
                    <w:rPr>
                      <w:szCs w:val="20"/>
                    </w:rPr>
                  </w:pPr>
                  <w:r w:rsidRPr="00415F36">
                    <w:rPr>
                      <w:szCs w:val="20"/>
                    </w:rPr>
                    <w:t>Default Job Type</w:t>
                  </w:r>
                </w:p>
              </w:tc>
              <w:tc>
                <w:tcPr>
                  <w:tcW w:w="1276" w:type="dxa"/>
                </w:tcPr>
                <w:p w:rsidR="00895638" w:rsidRPr="0079544D" w:rsidRDefault="00895638" w:rsidP="009E324D">
                  <w:pPr>
                    <w:pStyle w:val="AStyle1"/>
                    <w:jc w:val="center"/>
                  </w:pPr>
                </w:p>
              </w:tc>
            </w:tr>
            <w:tr w:rsidR="003B4512" w:rsidRPr="0079544D" w:rsidTr="008B0646">
              <w:tc>
                <w:tcPr>
                  <w:tcW w:w="4338" w:type="dxa"/>
                  <w:vAlign w:val="bottom"/>
                </w:tcPr>
                <w:p w:rsidR="003B4512" w:rsidRPr="00415F36" w:rsidRDefault="003B4512" w:rsidP="009E324D">
                  <w:pPr>
                    <w:pStyle w:val="AStyle1"/>
                    <w:rPr>
                      <w:szCs w:val="20"/>
                    </w:rPr>
                  </w:pPr>
                  <w:r>
                    <w:rPr>
                      <w:szCs w:val="20"/>
                    </w:rPr>
                    <w:t>Each Time Unit is</w:t>
                  </w:r>
                </w:p>
              </w:tc>
              <w:tc>
                <w:tcPr>
                  <w:tcW w:w="4338" w:type="dxa"/>
                  <w:gridSpan w:val="2"/>
                  <w:vAlign w:val="bottom"/>
                </w:tcPr>
                <w:p w:rsidR="003B4512" w:rsidRPr="00415F36" w:rsidRDefault="003B4512" w:rsidP="009E324D">
                  <w:pPr>
                    <w:pStyle w:val="AStyle1"/>
                    <w:rPr>
                      <w:szCs w:val="20"/>
                    </w:rPr>
                  </w:pPr>
                  <w:r>
                    <w:rPr>
                      <w:szCs w:val="20"/>
                    </w:rPr>
                    <w:t>Minute/Minutes    Hour/Hours</w:t>
                  </w:r>
                </w:p>
              </w:tc>
              <w:tc>
                <w:tcPr>
                  <w:tcW w:w="1276" w:type="dxa"/>
                </w:tcPr>
                <w:p w:rsidR="003B4512" w:rsidRPr="0079544D" w:rsidRDefault="003B4512" w:rsidP="009E324D">
                  <w:pPr>
                    <w:pStyle w:val="AStyle1"/>
                    <w:jc w:val="center"/>
                  </w:pPr>
                </w:p>
              </w:tc>
            </w:tr>
            <w:tr w:rsidR="00895638" w:rsidRPr="0079544D" w:rsidTr="009E324D">
              <w:tc>
                <w:tcPr>
                  <w:tcW w:w="8676" w:type="dxa"/>
                  <w:gridSpan w:val="3"/>
                  <w:vAlign w:val="bottom"/>
                </w:tcPr>
                <w:p w:rsidR="00895638" w:rsidRPr="00415F36" w:rsidRDefault="00895638" w:rsidP="00895638">
                  <w:pPr>
                    <w:pStyle w:val="AStyle1"/>
                    <w:rPr>
                      <w:szCs w:val="20"/>
                    </w:rPr>
                  </w:pPr>
                  <w:r w:rsidRPr="00415F36">
                    <w:rPr>
                      <w:szCs w:val="20"/>
                    </w:rPr>
                    <w:t xml:space="preserve">Use Created Date as Start Date </w:t>
                  </w:r>
                </w:p>
              </w:tc>
              <w:tc>
                <w:tcPr>
                  <w:tcW w:w="1276" w:type="dxa"/>
                </w:tcPr>
                <w:p w:rsidR="00895638" w:rsidRPr="0079544D" w:rsidRDefault="00895638" w:rsidP="00895638">
                  <w:pPr>
                    <w:pStyle w:val="AStyle1"/>
                    <w:jc w:val="center"/>
                  </w:pPr>
                  <w:r w:rsidRPr="0079544D">
                    <w:t>Y / N</w:t>
                  </w:r>
                </w:p>
              </w:tc>
            </w:tr>
            <w:tr w:rsidR="004279A3" w:rsidRPr="0079544D" w:rsidTr="009E324D">
              <w:tc>
                <w:tcPr>
                  <w:tcW w:w="8676" w:type="dxa"/>
                  <w:gridSpan w:val="3"/>
                  <w:vAlign w:val="bottom"/>
                </w:tcPr>
                <w:p w:rsidR="004279A3" w:rsidRPr="00415F36" w:rsidRDefault="004279A3" w:rsidP="00895638">
                  <w:pPr>
                    <w:pStyle w:val="AStyle1"/>
                    <w:rPr>
                      <w:szCs w:val="20"/>
                    </w:rPr>
                  </w:pPr>
                  <w:r>
                    <w:rPr>
                      <w:szCs w:val="20"/>
                    </w:rPr>
                    <w:t>Don’t Update Customer’s Account Details when saving a Job</w:t>
                  </w:r>
                </w:p>
              </w:tc>
              <w:tc>
                <w:tcPr>
                  <w:tcW w:w="1276" w:type="dxa"/>
                </w:tcPr>
                <w:p w:rsidR="004279A3" w:rsidRPr="0079544D" w:rsidRDefault="004279A3" w:rsidP="00895638">
                  <w:pPr>
                    <w:pStyle w:val="AStyle1"/>
                    <w:jc w:val="center"/>
                  </w:pPr>
                  <w:r w:rsidRPr="0079544D">
                    <w:t>Y / N</w:t>
                  </w:r>
                </w:p>
              </w:tc>
            </w:tr>
            <w:tr w:rsidR="004279A3" w:rsidRPr="0079544D" w:rsidTr="009E324D">
              <w:tc>
                <w:tcPr>
                  <w:tcW w:w="8676" w:type="dxa"/>
                  <w:gridSpan w:val="3"/>
                  <w:vAlign w:val="bottom"/>
                </w:tcPr>
                <w:p w:rsidR="004279A3" w:rsidRPr="00415F36" w:rsidRDefault="004279A3" w:rsidP="00895638">
                  <w:pPr>
                    <w:pStyle w:val="AStyle1"/>
                    <w:rPr>
                      <w:szCs w:val="20"/>
                    </w:rPr>
                  </w:pPr>
                  <w:r>
                    <w:rPr>
                      <w:szCs w:val="20"/>
                    </w:rPr>
                    <w:t>Default to today’s jobs when opening the Manage Job window</w:t>
                  </w:r>
                </w:p>
              </w:tc>
              <w:tc>
                <w:tcPr>
                  <w:tcW w:w="1276" w:type="dxa"/>
                </w:tcPr>
                <w:p w:rsidR="004279A3" w:rsidRPr="0079544D" w:rsidRDefault="004279A3" w:rsidP="00895638">
                  <w:pPr>
                    <w:pStyle w:val="AStyle1"/>
                    <w:jc w:val="center"/>
                  </w:pPr>
                  <w:r w:rsidRPr="0079544D">
                    <w:t>Y / N</w:t>
                  </w:r>
                </w:p>
              </w:tc>
            </w:tr>
            <w:tr w:rsidR="004279A3" w:rsidRPr="0079544D" w:rsidTr="009E324D">
              <w:tc>
                <w:tcPr>
                  <w:tcW w:w="8676" w:type="dxa"/>
                  <w:gridSpan w:val="3"/>
                  <w:vAlign w:val="bottom"/>
                </w:tcPr>
                <w:p w:rsidR="004279A3" w:rsidRPr="00415F36" w:rsidRDefault="004279A3" w:rsidP="00895638">
                  <w:pPr>
                    <w:pStyle w:val="AStyle1"/>
                    <w:rPr>
                      <w:szCs w:val="20"/>
                    </w:rPr>
                  </w:pPr>
                  <w:r>
                    <w:rPr>
                      <w:szCs w:val="20"/>
                    </w:rPr>
                    <w:t>Default to today’s jobs when opening the Job Lookup window</w:t>
                  </w:r>
                </w:p>
              </w:tc>
              <w:tc>
                <w:tcPr>
                  <w:tcW w:w="1276" w:type="dxa"/>
                </w:tcPr>
                <w:p w:rsidR="004279A3" w:rsidRPr="0079544D" w:rsidRDefault="004279A3" w:rsidP="00895638">
                  <w:pPr>
                    <w:pStyle w:val="AStyle1"/>
                    <w:jc w:val="center"/>
                  </w:pPr>
                  <w:r w:rsidRPr="0079544D">
                    <w:t>Y / N</w:t>
                  </w:r>
                </w:p>
              </w:tc>
            </w:tr>
            <w:tr w:rsidR="004279A3" w:rsidRPr="0079544D" w:rsidTr="009E324D">
              <w:tc>
                <w:tcPr>
                  <w:tcW w:w="8676" w:type="dxa"/>
                  <w:gridSpan w:val="3"/>
                  <w:vAlign w:val="bottom"/>
                </w:tcPr>
                <w:p w:rsidR="004279A3" w:rsidRPr="00415F36" w:rsidRDefault="004279A3" w:rsidP="00895638">
                  <w:pPr>
                    <w:pStyle w:val="AStyle1"/>
                    <w:rPr>
                      <w:szCs w:val="20"/>
                    </w:rPr>
                  </w:pPr>
                  <w:r>
                    <w:rPr>
                      <w:szCs w:val="20"/>
                    </w:rPr>
                    <w:t>Display Expected Duration on Manage Job window (when filtered by date)</w:t>
                  </w:r>
                </w:p>
              </w:tc>
              <w:tc>
                <w:tcPr>
                  <w:tcW w:w="1276" w:type="dxa"/>
                </w:tcPr>
                <w:p w:rsidR="004279A3" w:rsidRPr="0079544D" w:rsidRDefault="004279A3" w:rsidP="00895638">
                  <w:pPr>
                    <w:pStyle w:val="AStyle1"/>
                    <w:jc w:val="center"/>
                  </w:pPr>
                  <w:r w:rsidRPr="0079544D">
                    <w:t>Y / N</w:t>
                  </w:r>
                </w:p>
              </w:tc>
            </w:tr>
            <w:tr w:rsidR="004279A3" w:rsidRPr="0079544D" w:rsidTr="009E324D">
              <w:tc>
                <w:tcPr>
                  <w:tcW w:w="8676" w:type="dxa"/>
                  <w:gridSpan w:val="3"/>
                  <w:vAlign w:val="bottom"/>
                </w:tcPr>
                <w:p w:rsidR="004279A3" w:rsidRPr="00415F36" w:rsidRDefault="004279A3" w:rsidP="00895638">
                  <w:pPr>
                    <w:pStyle w:val="AStyle1"/>
                    <w:rPr>
                      <w:szCs w:val="20"/>
                    </w:rPr>
                  </w:pPr>
                  <w:r>
                    <w:rPr>
                      <w:szCs w:val="20"/>
                    </w:rPr>
                    <w:t>Prompt for OK when invoicing from Combine Modify Screen</w:t>
                  </w:r>
                </w:p>
              </w:tc>
              <w:tc>
                <w:tcPr>
                  <w:tcW w:w="1276" w:type="dxa"/>
                </w:tcPr>
                <w:p w:rsidR="004279A3" w:rsidRPr="0079544D" w:rsidRDefault="004279A3" w:rsidP="00895638">
                  <w:pPr>
                    <w:pStyle w:val="AStyle1"/>
                    <w:jc w:val="center"/>
                  </w:pPr>
                  <w:r w:rsidRPr="0079544D">
                    <w:t>Y / N</w:t>
                  </w:r>
                </w:p>
              </w:tc>
            </w:tr>
            <w:tr w:rsidR="003B4512" w:rsidRPr="0079544D" w:rsidTr="009E324D">
              <w:tc>
                <w:tcPr>
                  <w:tcW w:w="8676" w:type="dxa"/>
                  <w:gridSpan w:val="3"/>
                  <w:vAlign w:val="bottom"/>
                </w:tcPr>
                <w:p w:rsidR="003B4512" w:rsidRDefault="003B4512" w:rsidP="008B0646">
                  <w:pPr>
                    <w:pStyle w:val="AStyle1"/>
                    <w:rPr>
                      <w:szCs w:val="20"/>
                    </w:rPr>
                  </w:pPr>
                  <w:r>
                    <w:rPr>
                      <w:szCs w:val="20"/>
                    </w:rPr>
                    <w:t>Print receipts for Job deposits</w:t>
                  </w:r>
                </w:p>
              </w:tc>
              <w:tc>
                <w:tcPr>
                  <w:tcW w:w="1276" w:type="dxa"/>
                </w:tcPr>
                <w:p w:rsidR="003B4512" w:rsidRPr="0079544D" w:rsidRDefault="003B4512" w:rsidP="00895638">
                  <w:pPr>
                    <w:pStyle w:val="AStyle1"/>
                    <w:jc w:val="center"/>
                  </w:pPr>
                  <w:r w:rsidRPr="0079544D">
                    <w:t>Y / N</w:t>
                  </w:r>
                </w:p>
              </w:tc>
            </w:tr>
            <w:tr w:rsidR="003B4512" w:rsidRPr="0079544D" w:rsidTr="009E324D">
              <w:tc>
                <w:tcPr>
                  <w:tcW w:w="8676" w:type="dxa"/>
                  <w:gridSpan w:val="3"/>
                  <w:vAlign w:val="bottom"/>
                </w:tcPr>
                <w:p w:rsidR="003B4512" w:rsidRDefault="003B4512" w:rsidP="00895638">
                  <w:pPr>
                    <w:pStyle w:val="AStyle1"/>
                    <w:rPr>
                      <w:szCs w:val="20"/>
                    </w:rPr>
                  </w:pPr>
                  <w:r>
                    <w:rPr>
                      <w:szCs w:val="20"/>
                    </w:rPr>
                    <w:t>Activate Production</w:t>
                  </w:r>
                </w:p>
              </w:tc>
              <w:tc>
                <w:tcPr>
                  <w:tcW w:w="1276" w:type="dxa"/>
                </w:tcPr>
                <w:p w:rsidR="003B4512" w:rsidRPr="0079544D" w:rsidRDefault="003B4512" w:rsidP="00895638">
                  <w:pPr>
                    <w:pStyle w:val="AStyle1"/>
                    <w:jc w:val="center"/>
                  </w:pPr>
                  <w:r w:rsidRPr="0079544D">
                    <w:t>Y / N</w:t>
                  </w:r>
                </w:p>
              </w:tc>
            </w:tr>
          </w:tbl>
          <w:p w:rsidR="0079544D" w:rsidRDefault="0079544D" w:rsidP="0079544D">
            <w:pPr>
              <w:pStyle w:val="Heading3"/>
            </w:pPr>
            <w:r>
              <w:t>Co</w:t>
            </w:r>
            <w:r w:rsidR="00CB1D9F">
              <w:t>st Entry</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CB1D9F" w:rsidTr="0079544D">
              <w:tc>
                <w:tcPr>
                  <w:tcW w:w="8676" w:type="dxa"/>
                  <w:vAlign w:val="bottom"/>
                </w:tcPr>
                <w:p w:rsidR="00CB1D9F" w:rsidRPr="00415F36" w:rsidRDefault="00CB1D9F" w:rsidP="00CB1D9F">
                  <w:pPr>
                    <w:pStyle w:val="AStyle1"/>
                  </w:pPr>
                  <w:r w:rsidRPr="00415F36">
                    <w:t>Hold Job ID</w:t>
                  </w:r>
                </w:p>
              </w:tc>
              <w:tc>
                <w:tcPr>
                  <w:tcW w:w="1276" w:type="dxa"/>
                </w:tcPr>
                <w:p w:rsidR="00CB1D9F" w:rsidRPr="00FC2C27" w:rsidRDefault="00CB1D9F" w:rsidP="0079544D">
                  <w:pPr>
                    <w:pStyle w:val="AStyle1"/>
                    <w:jc w:val="center"/>
                  </w:pPr>
                  <w:r w:rsidRPr="0079544D">
                    <w:t>Y / N</w:t>
                  </w:r>
                </w:p>
              </w:tc>
            </w:tr>
            <w:tr w:rsidR="00CB1D9F" w:rsidTr="0079544D">
              <w:tc>
                <w:tcPr>
                  <w:tcW w:w="8676" w:type="dxa"/>
                  <w:vAlign w:val="bottom"/>
                </w:tcPr>
                <w:p w:rsidR="00CB1D9F" w:rsidRPr="00415F36" w:rsidRDefault="00CB1D9F" w:rsidP="00CB1D9F">
                  <w:pPr>
                    <w:pStyle w:val="AStyle1"/>
                  </w:pPr>
                  <w:r w:rsidRPr="00415F36">
                    <w:t>Hold Cost Date</w:t>
                  </w:r>
                </w:p>
              </w:tc>
              <w:tc>
                <w:tcPr>
                  <w:tcW w:w="1276" w:type="dxa"/>
                </w:tcPr>
                <w:p w:rsidR="00CB1D9F" w:rsidRPr="00FC2C27" w:rsidRDefault="00CB1D9F" w:rsidP="0079544D">
                  <w:pPr>
                    <w:pStyle w:val="AStyle1"/>
                    <w:jc w:val="center"/>
                  </w:pPr>
                  <w:r w:rsidRPr="0079544D">
                    <w:t>Y / N</w:t>
                  </w:r>
                </w:p>
              </w:tc>
            </w:tr>
            <w:tr w:rsidR="00CB1D9F" w:rsidTr="0079544D">
              <w:tc>
                <w:tcPr>
                  <w:tcW w:w="8676" w:type="dxa"/>
                  <w:vAlign w:val="bottom"/>
                </w:tcPr>
                <w:p w:rsidR="00CB1D9F" w:rsidRPr="00415F36" w:rsidRDefault="00CB1D9F" w:rsidP="00CB1D9F">
                  <w:pPr>
                    <w:pStyle w:val="AStyle1"/>
                  </w:pPr>
                  <w:r w:rsidRPr="00415F36">
                    <w:t>Hold Cost Code</w:t>
                  </w:r>
                </w:p>
              </w:tc>
              <w:tc>
                <w:tcPr>
                  <w:tcW w:w="1276" w:type="dxa"/>
                </w:tcPr>
                <w:p w:rsidR="00CB1D9F" w:rsidRPr="00FC2C27" w:rsidRDefault="00CB1D9F" w:rsidP="0079544D">
                  <w:pPr>
                    <w:pStyle w:val="AStyle1"/>
                    <w:jc w:val="center"/>
                  </w:pPr>
                  <w:r w:rsidRPr="0079544D">
                    <w:t>Y / N</w:t>
                  </w:r>
                </w:p>
              </w:tc>
            </w:tr>
            <w:tr w:rsidR="00CB1D9F" w:rsidTr="0079544D">
              <w:tc>
                <w:tcPr>
                  <w:tcW w:w="8676" w:type="dxa"/>
                  <w:vAlign w:val="bottom"/>
                </w:tcPr>
                <w:p w:rsidR="00CB1D9F" w:rsidRPr="00415F36" w:rsidRDefault="00CB1D9F" w:rsidP="00CB1D9F">
                  <w:pPr>
                    <w:pStyle w:val="AStyle1"/>
                  </w:pPr>
                  <w:r w:rsidRPr="00415F36">
                    <w:t xml:space="preserve">Hold Department </w:t>
                  </w:r>
                </w:p>
              </w:tc>
              <w:tc>
                <w:tcPr>
                  <w:tcW w:w="1276" w:type="dxa"/>
                </w:tcPr>
                <w:p w:rsidR="00CB1D9F" w:rsidRPr="00FC2C27" w:rsidRDefault="00CB1D9F" w:rsidP="0079544D">
                  <w:pPr>
                    <w:pStyle w:val="AStyle1"/>
                    <w:jc w:val="center"/>
                  </w:pPr>
                  <w:r w:rsidRPr="0079544D">
                    <w:t>Y / N</w:t>
                  </w:r>
                </w:p>
              </w:tc>
            </w:tr>
            <w:tr w:rsidR="00CB1D9F" w:rsidTr="0079544D">
              <w:tc>
                <w:tcPr>
                  <w:tcW w:w="8676" w:type="dxa"/>
                  <w:vAlign w:val="bottom"/>
                </w:tcPr>
                <w:p w:rsidR="00CB1D9F" w:rsidRPr="00415F36" w:rsidRDefault="00CB1D9F" w:rsidP="00EA2D9C">
                  <w:pPr>
                    <w:pStyle w:val="AStyle1"/>
                  </w:pPr>
                  <w:r w:rsidRPr="00415F36">
                    <w:t xml:space="preserve">Allow Cost Price Changes </w:t>
                  </w:r>
                </w:p>
              </w:tc>
              <w:tc>
                <w:tcPr>
                  <w:tcW w:w="1276" w:type="dxa"/>
                </w:tcPr>
                <w:p w:rsidR="00CB1D9F" w:rsidRPr="00FC2C27" w:rsidRDefault="00CB1D9F" w:rsidP="0079544D">
                  <w:pPr>
                    <w:pStyle w:val="AStyle1"/>
                    <w:jc w:val="center"/>
                  </w:pPr>
                  <w:r w:rsidRPr="0079544D">
                    <w:t>Y / N</w:t>
                  </w:r>
                </w:p>
              </w:tc>
            </w:tr>
            <w:tr w:rsidR="00EA2D9C" w:rsidTr="0079544D">
              <w:tc>
                <w:tcPr>
                  <w:tcW w:w="8676" w:type="dxa"/>
                  <w:vAlign w:val="bottom"/>
                </w:tcPr>
                <w:p w:rsidR="00EA2D9C" w:rsidRPr="00415F36" w:rsidRDefault="00EA2D9C" w:rsidP="00EA2D9C">
                  <w:pPr>
                    <w:pStyle w:val="AStyle1"/>
                  </w:pPr>
                  <w:r w:rsidRPr="00415F36">
                    <w:t xml:space="preserve">Allow Sell Price Changes </w:t>
                  </w:r>
                </w:p>
              </w:tc>
              <w:tc>
                <w:tcPr>
                  <w:tcW w:w="1276" w:type="dxa"/>
                </w:tcPr>
                <w:p w:rsidR="00EA2D9C" w:rsidRPr="00FC2C27" w:rsidRDefault="00EA2D9C" w:rsidP="00EA2D9C">
                  <w:pPr>
                    <w:pStyle w:val="AStyle1"/>
                    <w:jc w:val="center"/>
                  </w:pPr>
                  <w:r w:rsidRPr="0079544D">
                    <w:t>Y / N</w:t>
                  </w:r>
                </w:p>
              </w:tc>
            </w:tr>
            <w:tr w:rsidR="00EA2D9C" w:rsidTr="0079544D">
              <w:tc>
                <w:tcPr>
                  <w:tcW w:w="8676" w:type="dxa"/>
                  <w:vAlign w:val="bottom"/>
                </w:tcPr>
                <w:p w:rsidR="00EA2D9C" w:rsidRPr="00415F36" w:rsidRDefault="00EA2D9C" w:rsidP="00CB1D9F">
                  <w:pPr>
                    <w:pStyle w:val="AStyle1"/>
                  </w:pPr>
                  <w:r w:rsidRPr="00415F36">
                    <w:t xml:space="preserve">Allow Editing of Cost Description </w:t>
                  </w:r>
                </w:p>
              </w:tc>
              <w:tc>
                <w:tcPr>
                  <w:tcW w:w="1276" w:type="dxa"/>
                </w:tcPr>
                <w:p w:rsidR="00EA2D9C" w:rsidRPr="00FC2C27" w:rsidRDefault="00EA2D9C" w:rsidP="0079544D">
                  <w:pPr>
                    <w:pStyle w:val="AStyle1"/>
                    <w:jc w:val="center"/>
                  </w:pPr>
                  <w:r w:rsidRPr="0079544D">
                    <w:t>Y / N</w:t>
                  </w:r>
                </w:p>
              </w:tc>
            </w:tr>
            <w:tr w:rsidR="00EA2D9C" w:rsidTr="0079544D">
              <w:tc>
                <w:tcPr>
                  <w:tcW w:w="8676" w:type="dxa"/>
                  <w:vAlign w:val="bottom"/>
                </w:tcPr>
                <w:p w:rsidR="00EA2D9C" w:rsidRPr="00415F36" w:rsidRDefault="00EA2D9C" w:rsidP="00CB1D9F">
                  <w:pPr>
                    <w:pStyle w:val="AStyle1"/>
                  </w:pPr>
                  <w:r w:rsidRPr="00415F36">
                    <w:t xml:space="preserve">Allow </w:t>
                  </w:r>
                  <w:proofErr w:type="spellStart"/>
                  <w:r w:rsidRPr="00415F36">
                    <w:t>Markup</w:t>
                  </w:r>
                  <w:proofErr w:type="spellEnd"/>
                  <w:r w:rsidRPr="00415F36">
                    <w:t xml:space="preserve"> % Changes </w:t>
                  </w:r>
                </w:p>
              </w:tc>
              <w:tc>
                <w:tcPr>
                  <w:tcW w:w="1276" w:type="dxa"/>
                </w:tcPr>
                <w:p w:rsidR="00EA2D9C" w:rsidRPr="00FC2C27" w:rsidRDefault="00EA2D9C" w:rsidP="0079544D">
                  <w:pPr>
                    <w:pStyle w:val="AStyle1"/>
                    <w:jc w:val="center"/>
                  </w:pPr>
                  <w:r w:rsidRPr="0079544D">
                    <w:t>Y / N</w:t>
                  </w:r>
                </w:p>
              </w:tc>
            </w:tr>
            <w:tr w:rsidR="00EA2D9C" w:rsidTr="0079544D">
              <w:tc>
                <w:tcPr>
                  <w:tcW w:w="8676" w:type="dxa"/>
                  <w:vAlign w:val="bottom"/>
                </w:tcPr>
                <w:p w:rsidR="00EA2D9C" w:rsidRPr="00415F36" w:rsidRDefault="00EA2D9C" w:rsidP="00CB1D9F">
                  <w:pPr>
                    <w:pStyle w:val="AStyle1"/>
                  </w:pPr>
                  <w:r w:rsidRPr="00415F36">
                    <w:t xml:space="preserve">Warn when Insufficient Stock Available </w:t>
                  </w:r>
                </w:p>
              </w:tc>
              <w:tc>
                <w:tcPr>
                  <w:tcW w:w="1276" w:type="dxa"/>
                </w:tcPr>
                <w:p w:rsidR="00EA2D9C" w:rsidRPr="00FC2C27" w:rsidRDefault="00EA2D9C" w:rsidP="0079544D">
                  <w:pPr>
                    <w:pStyle w:val="AStyle1"/>
                    <w:jc w:val="center"/>
                  </w:pPr>
                  <w:r w:rsidRPr="0079544D">
                    <w:t>Y / N</w:t>
                  </w:r>
                </w:p>
              </w:tc>
            </w:tr>
            <w:tr w:rsidR="00EA2D9C" w:rsidTr="0079544D">
              <w:tc>
                <w:tcPr>
                  <w:tcW w:w="8676" w:type="dxa"/>
                  <w:vAlign w:val="bottom"/>
                </w:tcPr>
                <w:p w:rsidR="00EA2D9C" w:rsidRPr="00415F36" w:rsidRDefault="00EA2D9C" w:rsidP="00CB1D9F">
                  <w:pPr>
                    <w:pStyle w:val="AStyle1"/>
                  </w:pPr>
                  <w:r w:rsidRPr="00415F36">
                    <w:lastRenderedPageBreak/>
                    <w:t xml:space="preserve">Include Time Stamp when adding Notes (Staff Type Only) </w:t>
                  </w:r>
                </w:p>
              </w:tc>
              <w:tc>
                <w:tcPr>
                  <w:tcW w:w="1276" w:type="dxa"/>
                </w:tcPr>
                <w:p w:rsidR="00EA2D9C" w:rsidRPr="00FC2C27" w:rsidRDefault="00EA2D9C" w:rsidP="0079544D">
                  <w:pPr>
                    <w:pStyle w:val="AStyle1"/>
                    <w:jc w:val="center"/>
                  </w:pPr>
                  <w:r w:rsidRPr="0079544D">
                    <w:t>Y / N</w:t>
                  </w:r>
                </w:p>
              </w:tc>
            </w:tr>
            <w:tr w:rsidR="00EA2D9C" w:rsidTr="0079544D">
              <w:tc>
                <w:tcPr>
                  <w:tcW w:w="8676" w:type="dxa"/>
                  <w:vAlign w:val="bottom"/>
                </w:tcPr>
                <w:p w:rsidR="00EA2D9C" w:rsidRPr="00415F36" w:rsidRDefault="00EA2D9C" w:rsidP="00CB1D9F">
                  <w:pPr>
                    <w:pStyle w:val="AStyle1"/>
                  </w:pPr>
                  <w:r w:rsidRPr="00415F36">
                    <w:t xml:space="preserve">Activate Departments/Locations </w:t>
                  </w:r>
                </w:p>
              </w:tc>
              <w:tc>
                <w:tcPr>
                  <w:tcW w:w="1276" w:type="dxa"/>
                </w:tcPr>
                <w:p w:rsidR="00EA2D9C" w:rsidRPr="00FC2C27" w:rsidRDefault="00EA2D9C" w:rsidP="0079544D">
                  <w:pPr>
                    <w:pStyle w:val="AStyle1"/>
                    <w:jc w:val="center"/>
                  </w:pPr>
                  <w:r w:rsidRPr="0079544D">
                    <w:t>Y / N</w:t>
                  </w:r>
                </w:p>
              </w:tc>
            </w:tr>
            <w:tr w:rsidR="00EA2D9C" w:rsidTr="0079544D">
              <w:tc>
                <w:tcPr>
                  <w:tcW w:w="8676" w:type="dxa"/>
                  <w:vAlign w:val="bottom"/>
                </w:tcPr>
                <w:p w:rsidR="00EA2D9C" w:rsidRPr="00415F36" w:rsidRDefault="00EA2D9C" w:rsidP="00CB1D9F">
                  <w:pPr>
                    <w:pStyle w:val="AStyle1"/>
                  </w:pPr>
                  <w:r w:rsidRPr="00415F36">
                    <w:t xml:space="preserve">Ask for Start and Stop Times when Entering Staff Costs </w:t>
                  </w:r>
                </w:p>
              </w:tc>
              <w:tc>
                <w:tcPr>
                  <w:tcW w:w="1276" w:type="dxa"/>
                </w:tcPr>
                <w:p w:rsidR="00EA2D9C" w:rsidRPr="00FC2C27" w:rsidRDefault="00EA2D9C" w:rsidP="0079544D">
                  <w:pPr>
                    <w:pStyle w:val="AStyle1"/>
                    <w:jc w:val="center"/>
                  </w:pPr>
                  <w:r w:rsidRPr="0079544D">
                    <w:t>Y / N</w:t>
                  </w:r>
                </w:p>
              </w:tc>
            </w:tr>
            <w:tr w:rsidR="00EA2D9C" w:rsidTr="0079544D">
              <w:tc>
                <w:tcPr>
                  <w:tcW w:w="8676" w:type="dxa"/>
                  <w:vAlign w:val="bottom"/>
                </w:tcPr>
                <w:p w:rsidR="00EA2D9C" w:rsidRPr="00415F36" w:rsidRDefault="00EA2D9C" w:rsidP="009E30FD">
                  <w:pPr>
                    <w:pStyle w:val="AStyle1"/>
                  </w:pPr>
                  <w:r w:rsidRPr="00415F36">
                    <w:t xml:space="preserve">Prompt to Load the components of a kitset individually onto a </w:t>
                  </w:r>
                  <w:r w:rsidR="009E30FD">
                    <w:t>job</w:t>
                  </w:r>
                </w:p>
              </w:tc>
              <w:tc>
                <w:tcPr>
                  <w:tcW w:w="1276" w:type="dxa"/>
                </w:tcPr>
                <w:p w:rsidR="00EA2D9C" w:rsidRPr="0079544D" w:rsidRDefault="00EA2D9C" w:rsidP="0079544D">
                  <w:pPr>
                    <w:pStyle w:val="AStyle1"/>
                    <w:jc w:val="center"/>
                  </w:pPr>
                  <w:r w:rsidRPr="0079544D">
                    <w:t>Y / N</w:t>
                  </w:r>
                </w:p>
              </w:tc>
            </w:tr>
            <w:tr w:rsidR="00EA2D9C" w:rsidTr="0079544D">
              <w:tc>
                <w:tcPr>
                  <w:tcW w:w="8676" w:type="dxa"/>
                  <w:vAlign w:val="bottom"/>
                </w:tcPr>
                <w:p w:rsidR="00EA2D9C" w:rsidRPr="00415F36" w:rsidRDefault="00EA2D9C" w:rsidP="00CB1D9F">
                  <w:pPr>
                    <w:pStyle w:val="AStyle1"/>
                  </w:pPr>
                  <w:r>
                    <w:t>Hide the Cost Price column (Modify Screen)</w:t>
                  </w:r>
                </w:p>
              </w:tc>
              <w:tc>
                <w:tcPr>
                  <w:tcW w:w="1276" w:type="dxa"/>
                </w:tcPr>
                <w:p w:rsidR="00EA2D9C" w:rsidRPr="0079544D" w:rsidRDefault="00EA2D9C" w:rsidP="0079544D">
                  <w:pPr>
                    <w:pStyle w:val="AStyle1"/>
                    <w:jc w:val="center"/>
                  </w:pPr>
                  <w:r w:rsidRPr="0079544D">
                    <w:t>Y / N</w:t>
                  </w:r>
                </w:p>
              </w:tc>
            </w:tr>
            <w:tr w:rsidR="00EA2D9C" w:rsidTr="0079544D">
              <w:tc>
                <w:tcPr>
                  <w:tcW w:w="8676" w:type="dxa"/>
                  <w:vAlign w:val="bottom"/>
                </w:tcPr>
                <w:p w:rsidR="00EA2D9C" w:rsidRPr="00415F36" w:rsidRDefault="00EA2D9C" w:rsidP="00CB1D9F">
                  <w:pPr>
                    <w:pStyle w:val="AStyle1"/>
                  </w:pPr>
                  <w:r>
                    <w:t>Skip to the Code field after each cost added (Modify Screen)</w:t>
                  </w:r>
                </w:p>
              </w:tc>
              <w:tc>
                <w:tcPr>
                  <w:tcW w:w="1276" w:type="dxa"/>
                </w:tcPr>
                <w:p w:rsidR="00EA2D9C" w:rsidRPr="0079544D" w:rsidRDefault="00EA2D9C" w:rsidP="0079544D">
                  <w:pPr>
                    <w:pStyle w:val="AStyle1"/>
                    <w:jc w:val="center"/>
                  </w:pPr>
                  <w:r w:rsidRPr="0079544D">
                    <w:t>Y / N</w:t>
                  </w:r>
                </w:p>
              </w:tc>
            </w:tr>
            <w:tr w:rsidR="00EA2D9C" w:rsidTr="0079544D">
              <w:tc>
                <w:tcPr>
                  <w:tcW w:w="8676" w:type="dxa"/>
                  <w:vAlign w:val="bottom"/>
                </w:tcPr>
                <w:p w:rsidR="00EA2D9C" w:rsidRPr="00415F36" w:rsidRDefault="00EA2D9C" w:rsidP="00CB1D9F">
                  <w:pPr>
                    <w:pStyle w:val="AStyle1"/>
                  </w:pPr>
                  <w:r>
                    <w:t>Automatically Authorise Costs</w:t>
                  </w:r>
                </w:p>
              </w:tc>
              <w:tc>
                <w:tcPr>
                  <w:tcW w:w="1276" w:type="dxa"/>
                </w:tcPr>
                <w:p w:rsidR="00EA2D9C" w:rsidRPr="0079544D" w:rsidRDefault="00EA2D9C" w:rsidP="0079544D">
                  <w:pPr>
                    <w:pStyle w:val="AStyle1"/>
                    <w:jc w:val="center"/>
                  </w:pPr>
                  <w:r w:rsidRPr="0079544D">
                    <w:t>Y / N</w:t>
                  </w:r>
                </w:p>
              </w:tc>
            </w:tr>
          </w:tbl>
          <w:p w:rsidR="00A50B0B" w:rsidRPr="0079544D" w:rsidRDefault="00A50B0B" w:rsidP="00A50B0B">
            <w:pPr>
              <w:pStyle w:val="Heading3"/>
            </w:pPr>
            <w:r>
              <w:t>Invoicing Tab</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A50B0B" w:rsidTr="00E91DD6">
              <w:tc>
                <w:tcPr>
                  <w:tcW w:w="8676" w:type="dxa"/>
                  <w:vAlign w:val="bottom"/>
                </w:tcPr>
                <w:p w:rsidR="00A50B0B" w:rsidRPr="00415F36" w:rsidRDefault="00A50B0B" w:rsidP="00E91DD6">
                  <w:pPr>
                    <w:pStyle w:val="AStyle1"/>
                  </w:pPr>
                  <w:r w:rsidRPr="00415F36">
                    <w:t xml:space="preserve">Set Default detail levels to show on Invoices </w:t>
                  </w:r>
                </w:p>
              </w:tc>
              <w:tc>
                <w:tcPr>
                  <w:tcW w:w="1276" w:type="dxa"/>
                </w:tcPr>
                <w:p w:rsidR="00A50B0B" w:rsidRPr="0079544D" w:rsidRDefault="00A50B0B" w:rsidP="00E91DD6">
                  <w:pPr>
                    <w:pStyle w:val="AStyle1"/>
                    <w:jc w:val="center"/>
                  </w:pPr>
                </w:p>
              </w:tc>
            </w:tr>
            <w:tr w:rsidR="00A50B0B" w:rsidTr="00E91DD6">
              <w:tc>
                <w:tcPr>
                  <w:tcW w:w="8676" w:type="dxa"/>
                  <w:vAlign w:val="bottom"/>
                </w:tcPr>
                <w:p w:rsidR="00A50B0B" w:rsidRPr="00415F36" w:rsidRDefault="00A50B0B" w:rsidP="008B0646">
                  <w:pPr>
                    <w:pStyle w:val="AStyle1"/>
                    <w:ind w:left="720"/>
                  </w:pPr>
                  <w:r w:rsidRPr="00415F36">
                    <w:t xml:space="preserve">Include Title  </w:t>
                  </w:r>
                </w:p>
              </w:tc>
              <w:tc>
                <w:tcPr>
                  <w:tcW w:w="1276" w:type="dxa"/>
                </w:tcPr>
                <w:p w:rsidR="00A50B0B" w:rsidRPr="0079544D" w:rsidRDefault="00A50B0B" w:rsidP="00E91DD6">
                  <w:pPr>
                    <w:pStyle w:val="AStyle1"/>
                    <w:jc w:val="center"/>
                  </w:pPr>
                  <w:r w:rsidRPr="0079544D">
                    <w:t>Y / N</w:t>
                  </w:r>
                </w:p>
              </w:tc>
            </w:tr>
            <w:tr w:rsidR="00EA2D9C" w:rsidTr="00E91DD6">
              <w:tc>
                <w:tcPr>
                  <w:tcW w:w="8676" w:type="dxa"/>
                  <w:vAlign w:val="bottom"/>
                </w:tcPr>
                <w:p w:rsidR="00EA2D9C" w:rsidRPr="00415F36" w:rsidRDefault="00EA2D9C" w:rsidP="008B0646">
                  <w:pPr>
                    <w:pStyle w:val="AStyle1"/>
                    <w:ind w:left="720"/>
                  </w:pPr>
                  <w:r>
                    <w:t>Include</w:t>
                  </w:r>
                  <w:r w:rsidRPr="00415F36">
                    <w:t xml:space="preserve"> Instructions </w:t>
                  </w:r>
                </w:p>
              </w:tc>
              <w:tc>
                <w:tcPr>
                  <w:tcW w:w="1276" w:type="dxa"/>
                </w:tcPr>
                <w:p w:rsidR="00EA2D9C" w:rsidRPr="0079544D" w:rsidRDefault="00EA2D9C" w:rsidP="00EA2D9C">
                  <w:pPr>
                    <w:pStyle w:val="AStyle1"/>
                    <w:jc w:val="center"/>
                  </w:pPr>
                  <w:r w:rsidRPr="0079544D">
                    <w:t>Y / N</w:t>
                  </w:r>
                </w:p>
              </w:tc>
            </w:tr>
            <w:tr w:rsidR="00EA2D9C" w:rsidTr="00E91DD6">
              <w:tc>
                <w:tcPr>
                  <w:tcW w:w="8676" w:type="dxa"/>
                  <w:vAlign w:val="bottom"/>
                </w:tcPr>
                <w:p w:rsidR="00EA2D9C" w:rsidRPr="00415F36" w:rsidRDefault="00EA2D9C" w:rsidP="008B0646">
                  <w:pPr>
                    <w:pStyle w:val="AStyle1"/>
                    <w:ind w:left="720"/>
                  </w:pPr>
                  <w:r w:rsidRPr="00415F36">
                    <w:t xml:space="preserve">Include Tech Notes </w:t>
                  </w:r>
                </w:p>
              </w:tc>
              <w:tc>
                <w:tcPr>
                  <w:tcW w:w="1276" w:type="dxa"/>
                </w:tcPr>
                <w:p w:rsidR="00EA2D9C" w:rsidRPr="0079544D" w:rsidRDefault="00EA2D9C" w:rsidP="00E91DD6">
                  <w:pPr>
                    <w:pStyle w:val="AStyle1"/>
                    <w:jc w:val="center"/>
                  </w:pPr>
                  <w:r w:rsidRPr="0079544D">
                    <w:t>Y / N</w:t>
                  </w:r>
                </w:p>
              </w:tc>
            </w:tr>
            <w:tr w:rsidR="00EA2D9C" w:rsidTr="00E91DD6">
              <w:tc>
                <w:tcPr>
                  <w:tcW w:w="8676" w:type="dxa"/>
                  <w:vAlign w:val="bottom"/>
                </w:tcPr>
                <w:p w:rsidR="00EA2D9C" w:rsidRPr="00415F36" w:rsidRDefault="00EA2D9C" w:rsidP="008B0646">
                  <w:pPr>
                    <w:pStyle w:val="AStyle1"/>
                    <w:ind w:left="720"/>
                  </w:pPr>
                  <w:r w:rsidRPr="00415F36">
                    <w:t xml:space="preserve">Mark Job as Complete </w:t>
                  </w:r>
                </w:p>
              </w:tc>
              <w:tc>
                <w:tcPr>
                  <w:tcW w:w="1276" w:type="dxa"/>
                </w:tcPr>
                <w:p w:rsidR="00EA2D9C" w:rsidRPr="0079544D" w:rsidRDefault="00EA2D9C" w:rsidP="00E91DD6">
                  <w:pPr>
                    <w:pStyle w:val="AStyle1"/>
                    <w:jc w:val="center"/>
                  </w:pPr>
                  <w:r w:rsidRPr="0079544D">
                    <w:t>Y / N</w:t>
                  </w:r>
                </w:p>
              </w:tc>
            </w:tr>
            <w:tr w:rsidR="00EA2D9C" w:rsidTr="00E91DD6">
              <w:tc>
                <w:tcPr>
                  <w:tcW w:w="8676" w:type="dxa"/>
                  <w:vAlign w:val="bottom"/>
                </w:tcPr>
                <w:p w:rsidR="00EA2D9C" w:rsidRPr="00415F36" w:rsidRDefault="00EA2D9C" w:rsidP="008B0646">
                  <w:pPr>
                    <w:pStyle w:val="AStyle1"/>
                    <w:ind w:left="720"/>
                  </w:pPr>
                  <w:r w:rsidRPr="00415F36">
                    <w:t xml:space="preserve">Use Job Charge To Details </w:t>
                  </w:r>
                </w:p>
              </w:tc>
              <w:tc>
                <w:tcPr>
                  <w:tcW w:w="1276" w:type="dxa"/>
                </w:tcPr>
                <w:p w:rsidR="00EA2D9C" w:rsidRPr="0079544D" w:rsidRDefault="00EA2D9C" w:rsidP="00E91DD6">
                  <w:pPr>
                    <w:pStyle w:val="AStyle1"/>
                    <w:jc w:val="center"/>
                  </w:pPr>
                  <w:r w:rsidRPr="0079544D">
                    <w:t>Y / N</w:t>
                  </w:r>
                </w:p>
              </w:tc>
            </w:tr>
            <w:tr w:rsidR="00697B5F" w:rsidTr="00E91DD6">
              <w:tc>
                <w:tcPr>
                  <w:tcW w:w="8676" w:type="dxa"/>
                  <w:vAlign w:val="bottom"/>
                </w:tcPr>
                <w:p w:rsidR="00697B5F" w:rsidRPr="00415F36" w:rsidRDefault="00697B5F" w:rsidP="00E91DD6">
                  <w:pPr>
                    <w:pStyle w:val="AStyle1"/>
                  </w:pPr>
                  <w:r>
                    <w:t xml:space="preserve">Don’t Prompt </w:t>
                  </w:r>
                  <w:r w:rsidR="00F6574A">
                    <w:t>(</w:t>
                  </w:r>
                  <w:r>
                    <w:t>use defaults</w:t>
                  </w:r>
                  <w:r w:rsidR="00F6574A">
                    <w:t>)</w:t>
                  </w:r>
                  <w:r>
                    <w:t xml:space="preserve"> when invoicing  from Combine</w:t>
                  </w:r>
                  <w:r w:rsidR="00F6574A">
                    <w:t>d</w:t>
                  </w:r>
                  <w:r>
                    <w:t xml:space="preserve"> Modify</w:t>
                  </w:r>
                  <w:r w:rsidR="00F6574A">
                    <w:t xml:space="preserve"> </w:t>
                  </w:r>
                  <w:r>
                    <w:t>/</w:t>
                  </w:r>
                  <w:r w:rsidR="00F6574A">
                    <w:t xml:space="preserve"> </w:t>
                  </w:r>
                  <w:r>
                    <w:t>Cost Entry Screen</w:t>
                  </w:r>
                </w:p>
              </w:tc>
              <w:tc>
                <w:tcPr>
                  <w:tcW w:w="1276" w:type="dxa"/>
                </w:tcPr>
                <w:p w:rsidR="00697B5F" w:rsidRPr="0079544D" w:rsidRDefault="00697B5F" w:rsidP="00E91DD6">
                  <w:pPr>
                    <w:pStyle w:val="AStyle1"/>
                    <w:jc w:val="center"/>
                  </w:pPr>
                  <w:r w:rsidRPr="0079544D">
                    <w:t>Y / N</w:t>
                  </w:r>
                </w:p>
              </w:tc>
            </w:tr>
            <w:tr w:rsidR="00EA2D9C" w:rsidTr="00E91DD6">
              <w:tc>
                <w:tcPr>
                  <w:tcW w:w="8676" w:type="dxa"/>
                  <w:vAlign w:val="bottom"/>
                </w:tcPr>
                <w:p w:rsidR="00EA2D9C" w:rsidRPr="00415F36" w:rsidRDefault="00EA2D9C" w:rsidP="00E91DD6">
                  <w:pPr>
                    <w:pStyle w:val="AStyle1"/>
                  </w:pPr>
                  <w:r w:rsidRPr="00415F36">
                    <w:t xml:space="preserve">Set Summary Descriptions </w:t>
                  </w:r>
                </w:p>
              </w:tc>
              <w:tc>
                <w:tcPr>
                  <w:tcW w:w="1276" w:type="dxa"/>
                </w:tcPr>
                <w:p w:rsidR="00EA2D9C" w:rsidRPr="0079544D" w:rsidRDefault="00EA2D9C" w:rsidP="00E91DD6">
                  <w:pPr>
                    <w:pStyle w:val="AStyle1"/>
                    <w:jc w:val="center"/>
                  </w:pPr>
                </w:p>
              </w:tc>
            </w:tr>
            <w:tr w:rsidR="00EA2D9C" w:rsidTr="00E91DD6">
              <w:tc>
                <w:tcPr>
                  <w:tcW w:w="8676" w:type="dxa"/>
                  <w:vAlign w:val="bottom"/>
                </w:tcPr>
                <w:p w:rsidR="00EA2D9C" w:rsidRPr="00415F36" w:rsidRDefault="00EA2D9C" w:rsidP="00F6574A">
                  <w:pPr>
                    <w:pStyle w:val="AStyle1"/>
                    <w:ind w:left="720"/>
                  </w:pPr>
                  <w:r w:rsidRPr="00415F36">
                    <w:t xml:space="preserve">Preserve Quantity  </w:t>
                  </w:r>
                </w:p>
              </w:tc>
              <w:tc>
                <w:tcPr>
                  <w:tcW w:w="1276" w:type="dxa"/>
                </w:tcPr>
                <w:p w:rsidR="00EA2D9C" w:rsidRPr="0079544D" w:rsidRDefault="00EA2D9C" w:rsidP="00E91DD6">
                  <w:pPr>
                    <w:pStyle w:val="AStyle1"/>
                    <w:jc w:val="center"/>
                  </w:pPr>
                  <w:r w:rsidRPr="0079544D">
                    <w:t>Y / N</w:t>
                  </w:r>
                </w:p>
              </w:tc>
            </w:tr>
          </w:tbl>
          <w:p w:rsidR="00895638" w:rsidRDefault="00895638" w:rsidP="00895638">
            <w:pPr>
              <w:pStyle w:val="Heading3"/>
            </w:pPr>
            <w:r>
              <w:t>Custom Fields</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895638" w:rsidTr="00895638">
              <w:tc>
                <w:tcPr>
                  <w:tcW w:w="8676" w:type="dxa"/>
                  <w:vAlign w:val="bottom"/>
                </w:tcPr>
                <w:p w:rsidR="00895638" w:rsidRPr="00415F36" w:rsidRDefault="00895638" w:rsidP="00895638">
                  <w:pPr>
                    <w:pStyle w:val="AStyle1"/>
                  </w:pPr>
                  <w:r w:rsidRPr="00415F36">
                    <w:t>Set Custom Field Titles</w:t>
                  </w:r>
                </w:p>
              </w:tc>
              <w:tc>
                <w:tcPr>
                  <w:tcW w:w="1276" w:type="dxa"/>
                </w:tcPr>
                <w:p w:rsidR="00895638" w:rsidRPr="00FC2C27" w:rsidRDefault="00F6574A" w:rsidP="00895638">
                  <w:pPr>
                    <w:pStyle w:val="AStyle1"/>
                    <w:jc w:val="center"/>
                  </w:pPr>
                  <w:r w:rsidRPr="0079544D">
                    <w:t>Y / N</w:t>
                  </w:r>
                </w:p>
              </w:tc>
            </w:tr>
          </w:tbl>
          <w:p w:rsidR="00A50B0B" w:rsidRDefault="00A50B0B" w:rsidP="00A50B0B">
            <w:pPr>
              <w:pStyle w:val="Heading3"/>
            </w:pPr>
            <w:r>
              <w:t>Contacts</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A50B0B" w:rsidTr="00E91DD6">
              <w:tc>
                <w:tcPr>
                  <w:tcW w:w="8676" w:type="dxa"/>
                  <w:vAlign w:val="bottom"/>
                </w:tcPr>
                <w:p w:rsidR="00A50B0B" w:rsidRPr="00415F36" w:rsidRDefault="00F6574A" w:rsidP="00E91DD6">
                  <w:pPr>
                    <w:pStyle w:val="AStyle1"/>
                  </w:pPr>
                  <w:r>
                    <w:t>Enter titles for up to 3 contacts assigned to Jobs</w:t>
                  </w:r>
                </w:p>
              </w:tc>
              <w:tc>
                <w:tcPr>
                  <w:tcW w:w="1276" w:type="dxa"/>
                </w:tcPr>
                <w:p w:rsidR="00A50B0B" w:rsidRPr="00FC2C27" w:rsidRDefault="00F6574A" w:rsidP="00E91DD6">
                  <w:pPr>
                    <w:pStyle w:val="AStyle1"/>
                    <w:jc w:val="center"/>
                  </w:pPr>
                  <w:r w:rsidRPr="0079544D">
                    <w:t>Y / N</w:t>
                  </w:r>
                </w:p>
              </w:tc>
            </w:tr>
          </w:tbl>
          <w:p w:rsidR="00A50B0B" w:rsidRDefault="00A50B0B" w:rsidP="00A50B0B">
            <w:pPr>
              <w:pStyle w:val="Heading3"/>
            </w:pPr>
            <w:r>
              <w:t>Job Cards</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A50B0B" w:rsidTr="00E91DD6">
              <w:tc>
                <w:tcPr>
                  <w:tcW w:w="8676" w:type="dxa"/>
                  <w:vAlign w:val="bottom"/>
                </w:tcPr>
                <w:p w:rsidR="00A50B0B" w:rsidRPr="00415F36" w:rsidRDefault="00A50B0B" w:rsidP="00E91DD6">
                  <w:pPr>
                    <w:pStyle w:val="AStyle1"/>
                  </w:pPr>
                  <w:r w:rsidRPr="00415F36">
                    <w:t>Set Default Job Card to be used</w:t>
                  </w:r>
                </w:p>
              </w:tc>
              <w:tc>
                <w:tcPr>
                  <w:tcW w:w="1276" w:type="dxa"/>
                </w:tcPr>
                <w:p w:rsidR="00A50B0B" w:rsidRPr="00FC2C27" w:rsidRDefault="00A50B0B" w:rsidP="00E91DD6">
                  <w:pPr>
                    <w:pStyle w:val="AStyle1"/>
                    <w:jc w:val="center"/>
                  </w:pPr>
                </w:p>
              </w:tc>
            </w:tr>
            <w:tr w:rsidR="00A50B0B" w:rsidTr="00E91DD6">
              <w:tc>
                <w:tcPr>
                  <w:tcW w:w="8676" w:type="dxa"/>
                  <w:vAlign w:val="bottom"/>
                </w:tcPr>
                <w:p w:rsidR="00A50B0B" w:rsidRPr="00415F36" w:rsidRDefault="00A50B0B" w:rsidP="00E91DD6">
                  <w:pPr>
                    <w:pStyle w:val="AStyle1"/>
                  </w:pPr>
                  <w:r w:rsidRPr="00415F36">
                    <w:t xml:space="preserve">Set Descriptions </w:t>
                  </w:r>
                </w:p>
              </w:tc>
              <w:tc>
                <w:tcPr>
                  <w:tcW w:w="1276" w:type="dxa"/>
                </w:tcPr>
                <w:p w:rsidR="00A50B0B" w:rsidRPr="00FC2C27" w:rsidRDefault="00A50B0B" w:rsidP="00E91DD6">
                  <w:pPr>
                    <w:pStyle w:val="AStyle1"/>
                    <w:jc w:val="center"/>
                  </w:pPr>
                </w:p>
              </w:tc>
            </w:tr>
          </w:tbl>
          <w:p w:rsidR="00697B5F" w:rsidRDefault="00697B5F" w:rsidP="00697B5F">
            <w:pPr>
              <w:pStyle w:val="Heading3"/>
            </w:pPr>
            <w:r>
              <w:t>Schedule</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697B5F" w:rsidTr="00A40C40">
              <w:tc>
                <w:tcPr>
                  <w:tcW w:w="8676" w:type="dxa"/>
                  <w:vAlign w:val="bottom"/>
                </w:tcPr>
                <w:p w:rsidR="00697B5F" w:rsidRPr="00415F36" w:rsidRDefault="008C05A1" w:rsidP="00A40C40">
                  <w:pPr>
                    <w:pStyle w:val="AStyle1"/>
                  </w:pPr>
                  <w:r>
                    <w:t>Time clock minimum time assigned per entry</w:t>
                  </w:r>
                  <w:r w:rsidR="00F6574A">
                    <w:t xml:space="preserve"> (min/hour)</w:t>
                  </w:r>
                </w:p>
              </w:tc>
              <w:tc>
                <w:tcPr>
                  <w:tcW w:w="1276" w:type="dxa"/>
                </w:tcPr>
                <w:p w:rsidR="00697B5F" w:rsidRPr="00FC2C27" w:rsidRDefault="00697B5F" w:rsidP="00A40C40">
                  <w:pPr>
                    <w:pStyle w:val="AStyle1"/>
                    <w:jc w:val="center"/>
                  </w:pPr>
                </w:p>
              </w:tc>
            </w:tr>
            <w:tr w:rsidR="008C05A1" w:rsidTr="00A40C40">
              <w:tc>
                <w:tcPr>
                  <w:tcW w:w="8676" w:type="dxa"/>
                  <w:vAlign w:val="bottom"/>
                </w:tcPr>
                <w:p w:rsidR="008C05A1" w:rsidRPr="00415F36" w:rsidRDefault="008C05A1" w:rsidP="00A40C40">
                  <w:pPr>
                    <w:pStyle w:val="AStyle1"/>
                  </w:pPr>
                  <w:r>
                    <w:t>Normal start time</w:t>
                  </w:r>
                </w:p>
              </w:tc>
              <w:tc>
                <w:tcPr>
                  <w:tcW w:w="1276" w:type="dxa"/>
                </w:tcPr>
                <w:p w:rsidR="008C05A1" w:rsidRPr="00FC2C27" w:rsidRDefault="00F6574A" w:rsidP="00A40C40">
                  <w:pPr>
                    <w:pStyle w:val="AStyle1"/>
                    <w:jc w:val="center"/>
                  </w:pPr>
                  <w:r>
                    <w:t>:</w:t>
                  </w:r>
                </w:p>
              </w:tc>
            </w:tr>
            <w:tr w:rsidR="008C05A1" w:rsidTr="00A40C40">
              <w:tc>
                <w:tcPr>
                  <w:tcW w:w="8676" w:type="dxa"/>
                  <w:vAlign w:val="bottom"/>
                </w:tcPr>
                <w:p w:rsidR="008C05A1" w:rsidRPr="00415F36" w:rsidRDefault="008C05A1" w:rsidP="00A40C40">
                  <w:pPr>
                    <w:pStyle w:val="AStyle1"/>
                  </w:pPr>
                  <w:r>
                    <w:t>Normal finish time</w:t>
                  </w:r>
                </w:p>
              </w:tc>
              <w:tc>
                <w:tcPr>
                  <w:tcW w:w="1276" w:type="dxa"/>
                </w:tcPr>
                <w:p w:rsidR="008C05A1" w:rsidRPr="00FC2C27" w:rsidRDefault="00F6574A" w:rsidP="00A40C40">
                  <w:pPr>
                    <w:pStyle w:val="AStyle1"/>
                    <w:jc w:val="center"/>
                  </w:pPr>
                  <w:r>
                    <w:t>:</w:t>
                  </w:r>
                </w:p>
              </w:tc>
            </w:tr>
            <w:tr w:rsidR="008C05A1" w:rsidTr="00A40C40">
              <w:tc>
                <w:tcPr>
                  <w:tcW w:w="8676" w:type="dxa"/>
                  <w:vAlign w:val="bottom"/>
                </w:tcPr>
                <w:p w:rsidR="008C05A1" w:rsidRPr="00415F36" w:rsidRDefault="008C05A1" w:rsidP="00A40C40">
                  <w:pPr>
                    <w:pStyle w:val="AStyle1"/>
                  </w:pPr>
                  <w:r>
                    <w:t>Show Map</w:t>
                  </w:r>
                </w:p>
              </w:tc>
              <w:tc>
                <w:tcPr>
                  <w:tcW w:w="1276" w:type="dxa"/>
                </w:tcPr>
                <w:p w:rsidR="008C05A1" w:rsidRPr="00FC2C27" w:rsidRDefault="00F6574A" w:rsidP="00A40C40">
                  <w:pPr>
                    <w:pStyle w:val="AStyle1"/>
                    <w:jc w:val="center"/>
                  </w:pPr>
                  <w:r w:rsidRPr="0079544D">
                    <w:t>Y / N</w:t>
                  </w:r>
                </w:p>
              </w:tc>
            </w:tr>
            <w:tr w:rsidR="008C05A1" w:rsidTr="00A40C40">
              <w:tc>
                <w:tcPr>
                  <w:tcW w:w="8676" w:type="dxa"/>
                  <w:vAlign w:val="bottom"/>
                </w:tcPr>
                <w:p w:rsidR="008C05A1" w:rsidRDefault="00F6574A" w:rsidP="00F6574A">
                  <w:pPr>
                    <w:pStyle w:val="AStyle1"/>
                  </w:pPr>
                  <w:r>
                    <w:t xml:space="preserve">Display         </w:t>
                  </w:r>
                  <w:r w:rsidR="008C05A1">
                    <w:t xml:space="preserve">Normal </w:t>
                  </w:r>
                  <w:r>
                    <w:t>H</w:t>
                  </w:r>
                  <w:r w:rsidR="008C05A1">
                    <w:t>ours</w:t>
                  </w:r>
                  <w:r>
                    <w:t xml:space="preserve"> / Days / Weeks / Months / Scheduled / 24 hours</w:t>
                  </w:r>
                </w:p>
              </w:tc>
              <w:tc>
                <w:tcPr>
                  <w:tcW w:w="1276" w:type="dxa"/>
                </w:tcPr>
                <w:p w:rsidR="008C05A1" w:rsidRPr="00FC2C27" w:rsidRDefault="008C05A1" w:rsidP="00A40C40">
                  <w:pPr>
                    <w:pStyle w:val="AStyle1"/>
                    <w:jc w:val="center"/>
                  </w:pPr>
                </w:p>
              </w:tc>
            </w:tr>
          </w:tbl>
          <w:p w:rsidR="00296518" w:rsidRDefault="00296518" w:rsidP="00296518">
            <w:pPr>
              <w:pStyle w:val="Heading3"/>
            </w:pPr>
          </w:p>
          <w:p w:rsidR="00DE4E2A" w:rsidRPr="0045574B" w:rsidRDefault="00DE4E2A" w:rsidP="00830B74">
            <w:pPr>
              <w:ind w:left="0"/>
            </w:pPr>
          </w:p>
        </w:tc>
      </w:tr>
      <w:tr w:rsidR="00F67B0A" w:rsidRPr="00F223FC" w:rsidTr="008122F7">
        <w:tblPrEx>
          <w:tblBorders>
            <w:insideH w:val="single" w:sz="4" w:space="0" w:color="auto"/>
          </w:tblBorders>
        </w:tblPrEx>
        <w:trPr>
          <w:trHeight w:val="3206"/>
        </w:trPr>
        <w:tc>
          <w:tcPr>
            <w:tcW w:w="10312" w:type="dxa"/>
            <w:gridSpan w:val="2"/>
            <w:tcBorders>
              <w:top w:val="nil"/>
              <w:bottom w:val="nil"/>
            </w:tcBorders>
            <w:shd w:val="clear" w:color="auto" w:fill="auto"/>
          </w:tcPr>
          <w:p w:rsidR="007A67F5" w:rsidRDefault="009F5C2A" w:rsidP="00854265">
            <w:pPr>
              <w:pStyle w:val="Heading1"/>
            </w:pPr>
            <w:r>
              <w:lastRenderedPageBreak/>
              <w:t xml:space="preserve"> </w:t>
            </w:r>
            <w:bookmarkStart w:id="17" w:name="_Toc497839201"/>
            <w:r w:rsidR="00F0572B">
              <w:t>S</w:t>
            </w:r>
            <w:r w:rsidR="007A67F5">
              <w:t>urvey Defaults</w:t>
            </w:r>
            <w:bookmarkEnd w:id="17"/>
          </w:p>
          <w:p w:rsidR="007A67F5" w:rsidRDefault="007A67F5" w:rsidP="007A67F5">
            <w:pPr>
              <w:pStyle w:val="Heading3"/>
            </w:pPr>
            <w:r>
              <w:t>Preferences Tab</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7A67F5" w:rsidTr="009E324D">
              <w:tc>
                <w:tcPr>
                  <w:tcW w:w="8676" w:type="dxa"/>
                  <w:vAlign w:val="bottom"/>
                </w:tcPr>
                <w:p w:rsidR="007A67F5" w:rsidRPr="00415F36" w:rsidRDefault="007A67F5" w:rsidP="009E324D">
                  <w:pPr>
                    <w:pStyle w:val="AStyle1"/>
                  </w:pPr>
                  <w:r w:rsidRPr="00415F36">
                    <w:t>Activate Survey when Posting POS Invoices</w:t>
                  </w:r>
                </w:p>
              </w:tc>
              <w:tc>
                <w:tcPr>
                  <w:tcW w:w="1276" w:type="dxa"/>
                </w:tcPr>
                <w:p w:rsidR="007A67F5" w:rsidRPr="00FC2C27" w:rsidRDefault="007A67F5" w:rsidP="009E324D">
                  <w:pPr>
                    <w:pStyle w:val="AStyle1"/>
                    <w:jc w:val="center"/>
                  </w:pPr>
                  <w:r w:rsidRPr="0079544D">
                    <w:t>Y / N</w:t>
                  </w:r>
                </w:p>
              </w:tc>
            </w:tr>
            <w:tr w:rsidR="007A67F5" w:rsidTr="009E324D">
              <w:tc>
                <w:tcPr>
                  <w:tcW w:w="8676" w:type="dxa"/>
                  <w:vAlign w:val="bottom"/>
                </w:tcPr>
                <w:p w:rsidR="007A67F5" w:rsidRPr="00415F36" w:rsidRDefault="007A67F5" w:rsidP="009E324D">
                  <w:pPr>
                    <w:pStyle w:val="AStyle1"/>
                  </w:pPr>
                  <w:r w:rsidRPr="00415F36">
                    <w:t>Activate Survey when Saving or Posting Customer Invoices</w:t>
                  </w:r>
                </w:p>
              </w:tc>
              <w:tc>
                <w:tcPr>
                  <w:tcW w:w="1276" w:type="dxa"/>
                </w:tcPr>
                <w:p w:rsidR="007A67F5" w:rsidRPr="00FC2C27" w:rsidRDefault="007A67F5" w:rsidP="009E324D">
                  <w:pPr>
                    <w:pStyle w:val="AStyle1"/>
                    <w:jc w:val="center"/>
                  </w:pPr>
                  <w:r w:rsidRPr="0079544D">
                    <w:t>Y / N</w:t>
                  </w:r>
                </w:p>
              </w:tc>
            </w:tr>
          </w:tbl>
          <w:p w:rsidR="00F67B0A" w:rsidRDefault="00F67B0A" w:rsidP="00F67B0A">
            <w:pPr>
              <w:pStyle w:val="Heading3"/>
            </w:pPr>
            <w:r>
              <w:t>Surveys</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676"/>
              <w:gridCol w:w="1276"/>
            </w:tblGrid>
            <w:tr w:rsidR="00F67B0A" w:rsidTr="008E36FF">
              <w:tc>
                <w:tcPr>
                  <w:tcW w:w="8676" w:type="dxa"/>
                  <w:vAlign w:val="bottom"/>
                </w:tcPr>
                <w:p w:rsidR="00F67B0A" w:rsidRPr="00415F36" w:rsidRDefault="007B6C36" w:rsidP="008E36FF">
                  <w:pPr>
                    <w:pStyle w:val="AStyle1"/>
                  </w:pPr>
                  <w:r>
                    <w:rPr>
                      <w:color w:val="000000"/>
                      <w:szCs w:val="20"/>
                    </w:rPr>
                    <w:t>Select a Survey to Edit or Create New</w:t>
                  </w:r>
                </w:p>
              </w:tc>
              <w:tc>
                <w:tcPr>
                  <w:tcW w:w="1276" w:type="dxa"/>
                </w:tcPr>
                <w:p w:rsidR="00F67B0A" w:rsidRPr="00FC2C27" w:rsidRDefault="00F67B0A" w:rsidP="008E36FF">
                  <w:pPr>
                    <w:pStyle w:val="AStyle1"/>
                    <w:jc w:val="center"/>
                  </w:pPr>
                </w:p>
              </w:tc>
            </w:tr>
          </w:tbl>
          <w:p w:rsidR="00F67B0A" w:rsidRPr="00F67B0A" w:rsidRDefault="00F67B0A" w:rsidP="00F67B0A"/>
        </w:tc>
      </w:tr>
      <w:tr w:rsidR="00895638" w:rsidRPr="00F223FC" w:rsidTr="008122F7">
        <w:tblPrEx>
          <w:tblBorders>
            <w:insideH w:val="single" w:sz="4" w:space="0" w:color="auto"/>
          </w:tblBorders>
        </w:tblPrEx>
        <w:trPr>
          <w:trHeight w:val="3386"/>
        </w:trPr>
        <w:tc>
          <w:tcPr>
            <w:tcW w:w="10312" w:type="dxa"/>
            <w:gridSpan w:val="2"/>
            <w:tcBorders>
              <w:top w:val="nil"/>
              <w:bottom w:val="nil"/>
            </w:tcBorders>
            <w:shd w:val="clear" w:color="auto" w:fill="auto"/>
          </w:tcPr>
          <w:p w:rsidR="00895638" w:rsidRDefault="009F5C2A" w:rsidP="00854265">
            <w:pPr>
              <w:pStyle w:val="Heading1"/>
            </w:pPr>
            <w:r>
              <w:lastRenderedPageBreak/>
              <w:t xml:space="preserve"> </w:t>
            </w:r>
            <w:bookmarkStart w:id="18" w:name="_Toc497839202"/>
            <w:r w:rsidR="00A125D2" w:rsidRPr="00BD505B">
              <w:t>C</w:t>
            </w:r>
            <w:r w:rsidR="00895638" w:rsidRPr="00BD505B">
              <w:t>ustomer Items Defaults</w:t>
            </w:r>
            <w:bookmarkEnd w:id="18"/>
          </w:p>
          <w:p w:rsidR="004D028C" w:rsidRPr="004D028C" w:rsidRDefault="004D028C" w:rsidP="004D028C"/>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400"/>
              <w:gridCol w:w="1276"/>
              <w:gridCol w:w="1276"/>
            </w:tblGrid>
            <w:tr w:rsidR="00895638" w:rsidRPr="00BD505B" w:rsidTr="00895638">
              <w:tc>
                <w:tcPr>
                  <w:tcW w:w="8676" w:type="dxa"/>
                  <w:gridSpan w:val="2"/>
                  <w:vAlign w:val="bottom"/>
                </w:tcPr>
                <w:p w:rsidR="00895638" w:rsidRPr="00BD505B" w:rsidRDefault="00895638" w:rsidP="00895638">
                  <w:pPr>
                    <w:pStyle w:val="AStyle1"/>
                  </w:pPr>
                  <w:r w:rsidRPr="00BD505B">
                    <w:t>Short Description</w:t>
                  </w:r>
                </w:p>
              </w:tc>
              <w:tc>
                <w:tcPr>
                  <w:tcW w:w="1276" w:type="dxa"/>
                </w:tcPr>
                <w:p w:rsidR="00895638" w:rsidRPr="00BD505B" w:rsidRDefault="00895638" w:rsidP="00895638">
                  <w:pPr>
                    <w:pStyle w:val="AStyle1"/>
                    <w:jc w:val="center"/>
                  </w:pPr>
                </w:p>
              </w:tc>
            </w:tr>
            <w:tr w:rsidR="00895638" w:rsidRPr="00BD505B" w:rsidTr="00895638">
              <w:tc>
                <w:tcPr>
                  <w:tcW w:w="8676" w:type="dxa"/>
                  <w:gridSpan w:val="2"/>
                  <w:vAlign w:val="bottom"/>
                </w:tcPr>
                <w:p w:rsidR="00895638" w:rsidRPr="00BD505B" w:rsidRDefault="00895638" w:rsidP="00895638">
                  <w:pPr>
                    <w:pStyle w:val="AStyle1"/>
                  </w:pPr>
                  <w:r w:rsidRPr="00BD505B">
                    <w:t>Long Description</w:t>
                  </w:r>
                </w:p>
              </w:tc>
              <w:tc>
                <w:tcPr>
                  <w:tcW w:w="1276" w:type="dxa"/>
                </w:tcPr>
                <w:p w:rsidR="00895638" w:rsidRPr="00BD505B" w:rsidRDefault="00895638" w:rsidP="00895638">
                  <w:pPr>
                    <w:pStyle w:val="AStyle1"/>
                    <w:jc w:val="center"/>
                  </w:pPr>
                </w:p>
              </w:tc>
            </w:tr>
            <w:tr w:rsidR="00A40C40" w:rsidRPr="00BD505B" w:rsidTr="00A40C40">
              <w:tc>
                <w:tcPr>
                  <w:tcW w:w="7400" w:type="dxa"/>
                  <w:vAlign w:val="bottom"/>
                </w:tcPr>
                <w:p w:rsidR="00A40C40" w:rsidRPr="00BD505B" w:rsidRDefault="00A40C40" w:rsidP="00895638">
                  <w:pPr>
                    <w:pStyle w:val="AStyle1"/>
                  </w:pPr>
                  <w:r w:rsidRPr="00BD505B">
                    <w:rPr>
                      <w:color w:val="000000"/>
                      <w:szCs w:val="20"/>
                    </w:rPr>
                    <w:t>Next Service ID</w:t>
                  </w:r>
                </w:p>
              </w:tc>
              <w:tc>
                <w:tcPr>
                  <w:tcW w:w="1276" w:type="dxa"/>
                  <w:vAlign w:val="bottom"/>
                </w:tcPr>
                <w:p w:rsidR="00A40C40" w:rsidRPr="00BD505B" w:rsidRDefault="00A40C40" w:rsidP="00895638">
                  <w:pPr>
                    <w:pStyle w:val="AStyle1"/>
                  </w:pPr>
                  <w:r>
                    <w:t>#</w:t>
                  </w:r>
                </w:p>
              </w:tc>
              <w:tc>
                <w:tcPr>
                  <w:tcW w:w="1276" w:type="dxa"/>
                </w:tcPr>
                <w:p w:rsidR="00A40C40" w:rsidRPr="00BD505B" w:rsidRDefault="00A40C40" w:rsidP="00895638">
                  <w:pPr>
                    <w:pStyle w:val="AStyle1"/>
                    <w:jc w:val="center"/>
                  </w:pPr>
                </w:p>
              </w:tc>
            </w:tr>
            <w:tr w:rsidR="00895638" w:rsidRPr="00BD505B" w:rsidTr="00895638">
              <w:tc>
                <w:tcPr>
                  <w:tcW w:w="8676" w:type="dxa"/>
                  <w:gridSpan w:val="2"/>
                  <w:vAlign w:val="bottom"/>
                </w:tcPr>
                <w:p w:rsidR="00895638" w:rsidRPr="00BD505B" w:rsidRDefault="00895638" w:rsidP="00895638">
                  <w:pPr>
                    <w:pStyle w:val="AStyle1"/>
                    <w:rPr>
                      <w:color w:val="000000"/>
                      <w:szCs w:val="20"/>
                    </w:rPr>
                  </w:pPr>
                  <w:r w:rsidRPr="00BD505B">
                    <w:rPr>
                      <w:color w:val="000000"/>
                      <w:szCs w:val="20"/>
                    </w:rPr>
                    <w:t xml:space="preserve">Use Service Due Date when creating a service event </w:t>
                  </w:r>
                </w:p>
              </w:tc>
              <w:tc>
                <w:tcPr>
                  <w:tcW w:w="1276" w:type="dxa"/>
                </w:tcPr>
                <w:p w:rsidR="00895638" w:rsidRPr="00BD505B" w:rsidRDefault="00A40C40" w:rsidP="00895638">
                  <w:pPr>
                    <w:pStyle w:val="AStyle1"/>
                    <w:jc w:val="center"/>
                  </w:pPr>
                  <w:r w:rsidRPr="0079544D">
                    <w:t>Y / N</w:t>
                  </w:r>
                </w:p>
              </w:tc>
            </w:tr>
            <w:tr w:rsidR="00895638" w:rsidRPr="00BD505B" w:rsidTr="00895638">
              <w:tc>
                <w:tcPr>
                  <w:tcW w:w="8676" w:type="dxa"/>
                  <w:gridSpan w:val="2"/>
                  <w:vAlign w:val="bottom"/>
                </w:tcPr>
                <w:p w:rsidR="00895638" w:rsidRPr="00BD505B" w:rsidRDefault="00895638" w:rsidP="00895638">
                  <w:pPr>
                    <w:pStyle w:val="AStyle1"/>
                    <w:rPr>
                      <w:color w:val="000000"/>
                      <w:szCs w:val="20"/>
                    </w:rPr>
                  </w:pPr>
                  <w:r w:rsidRPr="00BD505B">
                    <w:rPr>
                      <w:color w:val="000000"/>
                      <w:szCs w:val="20"/>
                    </w:rPr>
                    <w:t>Assign Serv</w:t>
                  </w:r>
                  <w:r w:rsidR="007B6C36">
                    <w:rPr>
                      <w:color w:val="000000"/>
                      <w:szCs w:val="20"/>
                    </w:rPr>
                    <w:t xml:space="preserve">ice to Staff Code Assigned to </w:t>
                  </w:r>
                  <w:r w:rsidRPr="00BD505B">
                    <w:rPr>
                      <w:color w:val="000000"/>
                      <w:szCs w:val="20"/>
                    </w:rPr>
                    <w:t>Customer</w:t>
                  </w:r>
                </w:p>
              </w:tc>
              <w:tc>
                <w:tcPr>
                  <w:tcW w:w="1276" w:type="dxa"/>
                </w:tcPr>
                <w:p w:rsidR="00895638" w:rsidRPr="00BD505B" w:rsidRDefault="00A40C40" w:rsidP="00895638">
                  <w:pPr>
                    <w:pStyle w:val="AStyle1"/>
                    <w:jc w:val="center"/>
                  </w:pPr>
                  <w:r w:rsidRPr="0079544D">
                    <w:t>Y / N</w:t>
                  </w:r>
                </w:p>
              </w:tc>
            </w:tr>
            <w:tr w:rsidR="00895638" w:rsidRPr="00BD505B" w:rsidTr="00895638">
              <w:tc>
                <w:tcPr>
                  <w:tcW w:w="8676" w:type="dxa"/>
                  <w:gridSpan w:val="2"/>
                  <w:vAlign w:val="bottom"/>
                </w:tcPr>
                <w:p w:rsidR="00895638" w:rsidRPr="00BD505B" w:rsidRDefault="00895638" w:rsidP="00895638">
                  <w:pPr>
                    <w:pStyle w:val="AStyle1"/>
                    <w:rPr>
                      <w:color w:val="000000"/>
                      <w:szCs w:val="20"/>
                    </w:rPr>
                  </w:pPr>
                  <w:r w:rsidRPr="00BD505B">
                    <w:rPr>
                      <w:color w:val="000000"/>
                      <w:szCs w:val="20"/>
                    </w:rPr>
                    <w:t>Create Jobs for Service Events</w:t>
                  </w:r>
                </w:p>
              </w:tc>
              <w:tc>
                <w:tcPr>
                  <w:tcW w:w="1276" w:type="dxa"/>
                </w:tcPr>
                <w:p w:rsidR="00895638" w:rsidRPr="00BD505B" w:rsidRDefault="00A40C40" w:rsidP="00895638">
                  <w:pPr>
                    <w:pStyle w:val="AStyle1"/>
                    <w:jc w:val="center"/>
                  </w:pPr>
                  <w:r w:rsidRPr="0079544D">
                    <w:t>Y / N</w:t>
                  </w:r>
                </w:p>
              </w:tc>
            </w:tr>
            <w:tr w:rsidR="00C9367F" w:rsidRPr="00BD505B" w:rsidTr="00895638">
              <w:tc>
                <w:tcPr>
                  <w:tcW w:w="8676" w:type="dxa"/>
                  <w:gridSpan w:val="2"/>
                  <w:vAlign w:val="bottom"/>
                </w:tcPr>
                <w:p w:rsidR="00C9367F" w:rsidRPr="00BD505B" w:rsidRDefault="00C9367F" w:rsidP="00895638">
                  <w:pPr>
                    <w:pStyle w:val="AStyle1"/>
                    <w:rPr>
                      <w:color w:val="000000"/>
                      <w:szCs w:val="20"/>
                    </w:rPr>
                  </w:pPr>
                  <w:r>
                    <w:rPr>
                      <w:color w:val="000000"/>
                      <w:szCs w:val="20"/>
                    </w:rPr>
                    <w:t>Requires Unique Serial Number for Items within each Type</w:t>
                  </w:r>
                </w:p>
              </w:tc>
              <w:tc>
                <w:tcPr>
                  <w:tcW w:w="1276" w:type="dxa"/>
                </w:tcPr>
                <w:p w:rsidR="00C9367F" w:rsidRPr="00BD505B" w:rsidRDefault="00A40C40" w:rsidP="00895638">
                  <w:pPr>
                    <w:pStyle w:val="AStyle1"/>
                    <w:jc w:val="center"/>
                  </w:pPr>
                  <w:r w:rsidRPr="0079544D">
                    <w:t>Y / N</w:t>
                  </w:r>
                </w:p>
              </w:tc>
            </w:tr>
            <w:tr w:rsidR="000869B1" w:rsidRPr="00BD505B" w:rsidTr="00895638">
              <w:tc>
                <w:tcPr>
                  <w:tcW w:w="8676" w:type="dxa"/>
                  <w:gridSpan w:val="2"/>
                  <w:vAlign w:val="bottom"/>
                </w:tcPr>
                <w:p w:rsidR="000869B1" w:rsidRPr="00BD505B" w:rsidRDefault="000869B1" w:rsidP="00895638">
                  <w:pPr>
                    <w:pStyle w:val="AStyle1"/>
                    <w:rPr>
                      <w:color w:val="000000"/>
                      <w:szCs w:val="20"/>
                    </w:rPr>
                  </w:pPr>
                  <w:r w:rsidRPr="00BD505B">
                    <w:rPr>
                      <w:color w:val="000000"/>
                      <w:szCs w:val="20"/>
                    </w:rPr>
                    <w:t>Prompt to attach a service to a Job if there is a service due within                     Months</w:t>
                  </w:r>
                </w:p>
              </w:tc>
              <w:tc>
                <w:tcPr>
                  <w:tcW w:w="1276" w:type="dxa"/>
                </w:tcPr>
                <w:p w:rsidR="000869B1" w:rsidRPr="00BD505B" w:rsidRDefault="000869B1" w:rsidP="00895638">
                  <w:pPr>
                    <w:pStyle w:val="AStyle1"/>
                    <w:jc w:val="center"/>
                  </w:pPr>
                </w:p>
              </w:tc>
            </w:tr>
            <w:tr w:rsidR="007B6C36" w:rsidRPr="00BD505B" w:rsidTr="00895638">
              <w:tc>
                <w:tcPr>
                  <w:tcW w:w="8676" w:type="dxa"/>
                  <w:gridSpan w:val="2"/>
                  <w:vAlign w:val="bottom"/>
                </w:tcPr>
                <w:p w:rsidR="007B6C36" w:rsidRPr="00BD505B" w:rsidRDefault="007B6C36" w:rsidP="00895638">
                  <w:pPr>
                    <w:pStyle w:val="AStyle1"/>
                    <w:rPr>
                      <w:color w:val="000000"/>
                      <w:szCs w:val="20"/>
                    </w:rPr>
                  </w:pPr>
                  <w:r>
                    <w:rPr>
                      <w:color w:val="000000"/>
                      <w:szCs w:val="20"/>
                    </w:rPr>
                    <w:t>Prompt if all Warranty details not entered</w:t>
                  </w:r>
                </w:p>
              </w:tc>
              <w:tc>
                <w:tcPr>
                  <w:tcW w:w="1276" w:type="dxa"/>
                </w:tcPr>
                <w:p w:rsidR="007B6C36" w:rsidRPr="00BD505B" w:rsidRDefault="007B6C36" w:rsidP="00895638">
                  <w:pPr>
                    <w:pStyle w:val="AStyle1"/>
                    <w:jc w:val="center"/>
                  </w:pPr>
                  <w:r w:rsidRPr="0079544D">
                    <w:t>Y / N</w:t>
                  </w:r>
                </w:p>
              </w:tc>
            </w:tr>
          </w:tbl>
          <w:p w:rsidR="00895638" w:rsidRPr="00BD505B" w:rsidRDefault="00895638" w:rsidP="008122F7">
            <w:pPr>
              <w:pStyle w:val="Heading2"/>
            </w:pPr>
          </w:p>
        </w:tc>
      </w:tr>
    </w:tbl>
    <w:p w:rsidR="00D35D51" w:rsidRDefault="00D35D51" w:rsidP="00F67B0A"/>
    <w:p w:rsidR="00D35D51" w:rsidRDefault="00D35D51" w:rsidP="00F67B0A"/>
    <w:tbl>
      <w:tblPr>
        <w:tblW w:w="10312" w:type="dxa"/>
        <w:tblInd w:w="-459" w:type="dxa"/>
        <w:tblBorders>
          <w:insideV w:val="single" w:sz="4" w:space="0" w:color="auto"/>
        </w:tblBorders>
        <w:tblLook w:val="0000" w:firstRow="0" w:lastRow="0" w:firstColumn="0" w:lastColumn="0" w:noHBand="0" w:noVBand="0"/>
      </w:tblPr>
      <w:tblGrid>
        <w:gridCol w:w="10312"/>
      </w:tblGrid>
      <w:tr w:rsidR="009B1235" w:rsidRPr="00AB4012" w:rsidTr="00062D44">
        <w:trPr>
          <w:trHeight w:val="3265"/>
        </w:trPr>
        <w:tc>
          <w:tcPr>
            <w:tcW w:w="10312" w:type="dxa"/>
            <w:shd w:val="clear" w:color="auto" w:fill="auto"/>
          </w:tcPr>
          <w:p w:rsidR="004D028C" w:rsidRPr="0046263E" w:rsidRDefault="009F5C2A" w:rsidP="00854265">
            <w:pPr>
              <w:pStyle w:val="Heading1"/>
            </w:pPr>
            <w:r>
              <w:lastRenderedPageBreak/>
              <w:t xml:space="preserve"> </w:t>
            </w:r>
            <w:bookmarkStart w:id="19" w:name="_Toc497839203"/>
            <w:r w:rsidR="00BE266D">
              <w:t>Infusion Settings</w:t>
            </w:r>
            <w:bookmarkEnd w:id="19"/>
          </w:p>
          <w:p w:rsidR="00591F9B" w:rsidRDefault="00591F9B" w:rsidP="008122F7">
            <w:pPr>
              <w:pStyle w:val="Heading2"/>
            </w:pPr>
            <w:bookmarkStart w:id="20" w:name="_Toc497839204"/>
            <w:r>
              <w:t>Customers</w:t>
            </w:r>
            <w:bookmarkEnd w:id="20"/>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591F9B" w:rsidTr="00846C9D">
              <w:tc>
                <w:tcPr>
                  <w:tcW w:w="8676" w:type="dxa"/>
                  <w:vAlign w:val="bottom"/>
                </w:tcPr>
                <w:p w:rsidR="00591F9B" w:rsidRPr="007200D5" w:rsidRDefault="00591F9B" w:rsidP="00846C9D">
                  <w:pPr>
                    <w:pStyle w:val="AStyle1"/>
                  </w:pPr>
                  <w:r w:rsidRPr="007200D5">
                    <w:t>Manage Customer Types</w:t>
                  </w:r>
                </w:p>
              </w:tc>
              <w:tc>
                <w:tcPr>
                  <w:tcW w:w="1276" w:type="dxa"/>
                </w:tcPr>
                <w:p w:rsidR="00591F9B" w:rsidRPr="00FC2C27" w:rsidRDefault="00591F9B"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Customer Groups</w:t>
                  </w:r>
                </w:p>
              </w:tc>
              <w:tc>
                <w:tcPr>
                  <w:tcW w:w="1276" w:type="dxa"/>
                </w:tcPr>
                <w:p w:rsidR="00591F9B" w:rsidRPr="00FC2C27" w:rsidRDefault="00591F9B" w:rsidP="00846C9D">
                  <w:pPr>
                    <w:pStyle w:val="AStyle1"/>
                    <w:jc w:val="center"/>
                  </w:pPr>
                </w:p>
              </w:tc>
            </w:tr>
            <w:tr w:rsidR="008A62E7" w:rsidTr="00846C9D">
              <w:tc>
                <w:tcPr>
                  <w:tcW w:w="8676" w:type="dxa"/>
                  <w:vAlign w:val="bottom"/>
                </w:tcPr>
                <w:p w:rsidR="008A62E7" w:rsidRPr="007200D5" w:rsidRDefault="008A62E7" w:rsidP="00846C9D">
                  <w:pPr>
                    <w:pStyle w:val="AStyle1"/>
                  </w:pPr>
                  <w:r>
                    <w:t>Manage Industry Types</w:t>
                  </w:r>
                </w:p>
              </w:tc>
              <w:tc>
                <w:tcPr>
                  <w:tcW w:w="1276" w:type="dxa"/>
                </w:tcPr>
                <w:p w:rsidR="008A62E7" w:rsidRPr="00FC2C27" w:rsidRDefault="008A62E7" w:rsidP="00846C9D">
                  <w:pPr>
                    <w:pStyle w:val="AStyle1"/>
                    <w:jc w:val="center"/>
                  </w:pPr>
                </w:p>
              </w:tc>
            </w:tr>
            <w:tr w:rsidR="008A62E7" w:rsidTr="00846C9D">
              <w:tc>
                <w:tcPr>
                  <w:tcW w:w="8676" w:type="dxa"/>
                  <w:vAlign w:val="bottom"/>
                </w:tcPr>
                <w:p w:rsidR="008A62E7" w:rsidRPr="007200D5" w:rsidRDefault="008A62E7" w:rsidP="008A62E7">
                  <w:pPr>
                    <w:pStyle w:val="AStyle1"/>
                  </w:pPr>
                  <w:r>
                    <w:t>Manage Customer Regions</w:t>
                  </w:r>
                </w:p>
              </w:tc>
              <w:tc>
                <w:tcPr>
                  <w:tcW w:w="1276" w:type="dxa"/>
                </w:tcPr>
                <w:p w:rsidR="008A62E7" w:rsidRPr="00FC2C27" w:rsidRDefault="008A62E7"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Delivery Methods</w:t>
                  </w:r>
                </w:p>
              </w:tc>
              <w:tc>
                <w:tcPr>
                  <w:tcW w:w="1276" w:type="dxa"/>
                </w:tcPr>
                <w:p w:rsidR="00591F9B" w:rsidRPr="00FC2C27" w:rsidRDefault="00591F9B"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Marketing Types</w:t>
                  </w:r>
                </w:p>
              </w:tc>
              <w:tc>
                <w:tcPr>
                  <w:tcW w:w="1276" w:type="dxa"/>
                </w:tcPr>
                <w:p w:rsidR="00591F9B" w:rsidRPr="00FC2C27" w:rsidRDefault="00591F9B"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Customer Label Size</w:t>
                  </w:r>
                </w:p>
              </w:tc>
              <w:tc>
                <w:tcPr>
                  <w:tcW w:w="1276" w:type="dxa"/>
                </w:tcPr>
                <w:p w:rsidR="00591F9B" w:rsidRPr="00FC2C27" w:rsidRDefault="00591F9B" w:rsidP="00846C9D">
                  <w:pPr>
                    <w:pStyle w:val="AStyle1"/>
                    <w:jc w:val="center"/>
                  </w:pPr>
                </w:p>
              </w:tc>
            </w:tr>
            <w:tr w:rsidR="008A62E7" w:rsidTr="00846C9D">
              <w:tc>
                <w:tcPr>
                  <w:tcW w:w="8676" w:type="dxa"/>
                  <w:vAlign w:val="bottom"/>
                </w:tcPr>
                <w:p w:rsidR="008A62E7" w:rsidRPr="007200D5" w:rsidRDefault="008A62E7" w:rsidP="00846C9D">
                  <w:pPr>
                    <w:pStyle w:val="AStyle1"/>
                  </w:pPr>
                  <w:r>
                    <w:t>Manage Quote Status</w:t>
                  </w:r>
                </w:p>
              </w:tc>
              <w:tc>
                <w:tcPr>
                  <w:tcW w:w="1276" w:type="dxa"/>
                </w:tcPr>
                <w:p w:rsidR="008A62E7" w:rsidRPr="00FC2C27" w:rsidRDefault="008A62E7" w:rsidP="00846C9D">
                  <w:pPr>
                    <w:pStyle w:val="AStyle1"/>
                    <w:jc w:val="center"/>
                  </w:pPr>
                </w:p>
              </w:tc>
            </w:tr>
            <w:tr w:rsidR="008A62E7" w:rsidTr="00846C9D">
              <w:tc>
                <w:tcPr>
                  <w:tcW w:w="8676" w:type="dxa"/>
                  <w:vAlign w:val="bottom"/>
                </w:tcPr>
                <w:p w:rsidR="008A62E7" w:rsidRPr="007200D5" w:rsidRDefault="008A62E7" w:rsidP="00846C9D">
                  <w:pPr>
                    <w:pStyle w:val="AStyle1"/>
                  </w:pPr>
                  <w:r>
                    <w:t>Manage Quote Type</w:t>
                  </w:r>
                </w:p>
              </w:tc>
              <w:tc>
                <w:tcPr>
                  <w:tcW w:w="1276" w:type="dxa"/>
                </w:tcPr>
                <w:p w:rsidR="008A62E7" w:rsidRPr="00FC2C27" w:rsidRDefault="008A62E7" w:rsidP="00846C9D">
                  <w:pPr>
                    <w:pStyle w:val="AStyle1"/>
                    <w:jc w:val="center"/>
                  </w:pPr>
                </w:p>
              </w:tc>
            </w:tr>
          </w:tbl>
          <w:p w:rsidR="00591F9B" w:rsidRDefault="00591F9B" w:rsidP="008122F7">
            <w:pPr>
              <w:pStyle w:val="Heading2"/>
            </w:pPr>
          </w:p>
          <w:p w:rsidR="00591F9B" w:rsidRDefault="00591F9B" w:rsidP="008122F7">
            <w:pPr>
              <w:pStyle w:val="Heading2"/>
            </w:pPr>
            <w:bookmarkStart w:id="21" w:name="_Toc497839205"/>
            <w:r>
              <w:t>Suppliers</w:t>
            </w:r>
            <w:bookmarkEnd w:id="21"/>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591F9B" w:rsidTr="00846C9D">
              <w:tc>
                <w:tcPr>
                  <w:tcW w:w="8676" w:type="dxa"/>
                  <w:vAlign w:val="bottom"/>
                </w:tcPr>
                <w:p w:rsidR="00591F9B" w:rsidRPr="007200D5" w:rsidRDefault="00591F9B" w:rsidP="00846C9D">
                  <w:pPr>
                    <w:pStyle w:val="AStyle1"/>
                  </w:pPr>
                  <w:r w:rsidRPr="007200D5">
                    <w:t>Manage Supplier Groups</w:t>
                  </w:r>
                </w:p>
              </w:tc>
              <w:tc>
                <w:tcPr>
                  <w:tcW w:w="1276" w:type="dxa"/>
                </w:tcPr>
                <w:p w:rsidR="00591F9B" w:rsidRPr="00FC2C27" w:rsidRDefault="00591F9B"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Supplier Types</w:t>
                  </w:r>
                </w:p>
              </w:tc>
              <w:tc>
                <w:tcPr>
                  <w:tcW w:w="1276" w:type="dxa"/>
                </w:tcPr>
                <w:p w:rsidR="00591F9B" w:rsidRPr="00FC2C27" w:rsidRDefault="00591F9B"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Supplier Label Size</w:t>
                  </w:r>
                </w:p>
              </w:tc>
              <w:tc>
                <w:tcPr>
                  <w:tcW w:w="1276" w:type="dxa"/>
                </w:tcPr>
                <w:p w:rsidR="00591F9B" w:rsidRPr="00FC2C27" w:rsidRDefault="00591F9B" w:rsidP="00846C9D">
                  <w:pPr>
                    <w:pStyle w:val="AStyle1"/>
                    <w:jc w:val="center"/>
                  </w:pPr>
                </w:p>
              </w:tc>
            </w:tr>
          </w:tbl>
          <w:p w:rsidR="00591F9B" w:rsidRDefault="00591F9B" w:rsidP="008122F7">
            <w:pPr>
              <w:pStyle w:val="Heading2"/>
            </w:pPr>
          </w:p>
          <w:p w:rsidR="00591F9B" w:rsidRDefault="00591F9B" w:rsidP="008122F7">
            <w:pPr>
              <w:pStyle w:val="Heading2"/>
            </w:pPr>
            <w:bookmarkStart w:id="22" w:name="_Toc497839206"/>
            <w:r>
              <w:t>Products</w:t>
            </w:r>
            <w:bookmarkEnd w:id="22"/>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99"/>
            </w:tblGrid>
            <w:tr w:rsidR="00591F9B" w:rsidTr="00846C9D">
              <w:tc>
                <w:tcPr>
                  <w:tcW w:w="8676" w:type="dxa"/>
                  <w:vAlign w:val="bottom"/>
                </w:tcPr>
                <w:p w:rsidR="00591F9B" w:rsidRPr="007200D5" w:rsidRDefault="00591F9B" w:rsidP="00846C9D">
                  <w:pPr>
                    <w:pStyle w:val="AStyle1"/>
                  </w:pPr>
                  <w:r w:rsidRPr="007200D5">
                    <w:t>Manage Locations</w:t>
                  </w:r>
                </w:p>
              </w:tc>
              <w:tc>
                <w:tcPr>
                  <w:tcW w:w="1299" w:type="dxa"/>
                </w:tcPr>
                <w:p w:rsidR="00591F9B" w:rsidRPr="00FC2C27" w:rsidRDefault="00591F9B"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Product Types</w:t>
                  </w:r>
                </w:p>
              </w:tc>
              <w:tc>
                <w:tcPr>
                  <w:tcW w:w="1299" w:type="dxa"/>
                </w:tcPr>
                <w:p w:rsidR="00591F9B" w:rsidRPr="00FC2C27" w:rsidRDefault="00591F9B"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Product Groups</w:t>
                  </w:r>
                </w:p>
              </w:tc>
              <w:tc>
                <w:tcPr>
                  <w:tcW w:w="1299" w:type="dxa"/>
                </w:tcPr>
                <w:p w:rsidR="00591F9B" w:rsidRPr="00FC2C27" w:rsidRDefault="00591F9B"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 xml:space="preserve">Manage Product Sub Groups </w:t>
                  </w:r>
                </w:p>
              </w:tc>
              <w:tc>
                <w:tcPr>
                  <w:tcW w:w="1299" w:type="dxa"/>
                </w:tcPr>
                <w:p w:rsidR="00591F9B" w:rsidRPr="00FC2C27" w:rsidRDefault="00591F9B" w:rsidP="00846C9D">
                  <w:pPr>
                    <w:pStyle w:val="AStyle1"/>
                    <w:jc w:val="center"/>
                  </w:pPr>
                </w:p>
              </w:tc>
            </w:tr>
            <w:tr w:rsidR="008A62E7" w:rsidTr="00846C9D">
              <w:tc>
                <w:tcPr>
                  <w:tcW w:w="8676" w:type="dxa"/>
                  <w:vAlign w:val="bottom"/>
                </w:tcPr>
                <w:p w:rsidR="008A62E7" w:rsidRPr="007200D5" w:rsidRDefault="008A62E7" w:rsidP="00846C9D">
                  <w:pPr>
                    <w:pStyle w:val="AStyle1"/>
                  </w:pPr>
                  <w:r>
                    <w:t>Manage Product Compatibles</w:t>
                  </w:r>
                </w:p>
              </w:tc>
              <w:tc>
                <w:tcPr>
                  <w:tcW w:w="1299" w:type="dxa"/>
                </w:tcPr>
                <w:p w:rsidR="008A62E7" w:rsidRPr="00FC2C27" w:rsidRDefault="008A62E7"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Additional Price Levels</w:t>
                  </w:r>
                </w:p>
              </w:tc>
              <w:tc>
                <w:tcPr>
                  <w:tcW w:w="1299" w:type="dxa"/>
                </w:tcPr>
                <w:p w:rsidR="00591F9B" w:rsidRPr="00FC2C27" w:rsidRDefault="00591F9B" w:rsidP="00846C9D">
                  <w:pPr>
                    <w:pStyle w:val="AStyle1"/>
                    <w:jc w:val="center"/>
                  </w:pPr>
                </w:p>
              </w:tc>
            </w:tr>
            <w:tr w:rsidR="00591F9B" w:rsidTr="00846C9D">
              <w:tc>
                <w:tcPr>
                  <w:tcW w:w="8676" w:type="dxa"/>
                  <w:vAlign w:val="bottom"/>
                </w:tcPr>
                <w:p w:rsidR="00591F9B" w:rsidRPr="007200D5" w:rsidRDefault="00591F9B" w:rsidP="00846C9D">
                  <w:pPr>
                    <w:pStyle w:val="AStyle1"/>
                  </w:pPr>
                  <w:r w:rsidRPr="007200D5">
                    <w:t>Manage Barcode Label Size</w:t>
                  </w:r>
                </w:p>
              </w:tc>
              <w:tc>
                <w:tcPr>
                  <w:tcW w:w="1299" w:type="dxa"/>
                </w:tcPr>
                <w:p w:rsidR="00591F9B" w:rsidRPr="00FC2C27" w:rsidRDefault="00591F9B" w:rsidP="00846C9D">
                  <w:pPr>
                    <w:pStyle w:val="AStyle1"/>
                    <w:jc w:val="center"/>
                  </w:pPr>
                </w:p>
              </w:tc>
            </w:tr>
            <w:tr w:rsidR="005D7515" w:rsidTr="00846C9D">
              <w:tc>
                <w:tcPr>
                  <w:tcW w:w="8676" w:type="dxa"/>
                  <w:vAlign w:val="bottom"/>
                </w:tcPr>
                <w:p w:rsidR="005D7515" w:rsidRPr="007200D5" w:rsidRDefault="005D7515" w:rsidP="00846C9D">
                  <w:pPr>
                    <w:pStyle w:val="AStyle1"/>
                  </w:pPr>
                  <w:r>
                    <w:t>Manage OPEA Provider</w:t>
                  </w:r>
                </w:p>
              </w:tc>
              <w:tc>
                <w:tcPr>
                  <w:tcW w:w="1299" w:type="dxa"/>
                </w:tcPr>
                <w:p w:rsidR="005D7515" w:rsidRPr="00FC2C27" w:rsidRDefault="005D7515" w:rsidP="00846C9D">
                  <w:pPr>
                    <w:pStyle w:val="AStyle1"/>
                    <w:jc w:val="center"/>
                  </w:pPr>
                </w:p>
              </w:tc>
            </w:tr>
          </w:tbl>
          <w:p w:rsidR="004D028C" w:rsidRPr="004D028C" w:rsidRDefault="004D028C" w:rsidP="008122F7">
            <w:pPr>
              <w:pStyle w:val="Heading2"/>
            </w:pPr>
          </w:p>
          <w:p w:rsidR="009B1235" w:rsidRPr="004D028C" w:rsidRDefault="003875A8" w:rsidP="008122F7">
            <w:pPr>
              <w:pStyle w:val="Heading2"/>
            </w:pPr>
            <w:bookmarkStart w:id="23" w:name="_Toc497839207"/>
            <w:r>
              <w:t>GL Cashbook</w:t>
            </w:r>
            <w:bookmarkEnd w:id="23"/>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1833A8" w:rsidTr="001833A8">
              <w:tc>
                <w:tcPr>
                  <w:tcW w:w="8676" w:type="dxa"/>
                  <w:vAlign w:val="bottom"/>
                </w:tcPr>
                <w:p w:rsidR="001833A8" w:rsidRPr="00D91B87" w:rsidRDefault="001833A8" w:rsidP="00532384">
                  <w:pPr>
                    <w:pStyle w:val="AStyle1"/>
                  </w:pPr>
                  <w:r w:rsidRPr="00D91B87">
                    <w:t>Manage</w:t>
                  </w:r>
                  <w:r w:rsidR="00906FA2">
                    <w:t xml:space="preserve"> Banking</w:t>
                  </w:r>
                  <w:r w:rsidRPr="00D91B87">
                    <w:t xml:space="preserve"> Groups</w:t>
                  </w:r>
                </w:p>
              </w:tc>
              <w:tc>
                <w:tcPr>
                  <w:tcW w:w="1276" w:type="dxa"/>
                  <w:vAlign w:val="bottom"/>
                </w:tcPr>
                <w:p w:rsidR="001833A8" w:rsidRPr="00AB4012" w:rsidRDefault="001833A8" w:rsidP="00532384">
                  <w:pPr>
                    <w:pStyle w:val="AStyle1"/>
                    <w:rPr>
                      <w:b/>
                    </w:rPr>
                  </w:pPr>
                </w:p>
              </w:tc>
            </w:tr>
            <w:tr w:rsidR="001833A8" w:rsidTr="001833A8">
              <w:tc>
                <w:tcPr>
                  <w:tcW w:w="8676" w:type="dxa"/>
                  <w:vAlign w:val="bottom"/>
                </w:tcPr>
                <w:p w:rsidR="001833A8" w:rsidRPr="00D91B87" w:rsidRDefault="001833A8" w:rsidP="00906FA2">
                  <w:pPr>
                    <w:pStyle w:val="AStyle1"/>
                  </w:pPr>
                  <w:r w:rsidRPr="00D91B87">
                    <w:t xml:space="preserve">Manage </w:t>
                  </w:r>
                  <w:r w:rsidR="00906FA2">
                    <w:t>Budget Types</w:t>
                  </w:r>
                </w:p>
              </w:tc>
              <w:tc>
                <w:tcPr>
                  <w:tcW w:w="1276" w:type="dxa"/>
                  <w:vAlign w:val="bottom"/>
                </w:tcPr>
                <w:p w:rsidR="001833A8" w:rsidRPr="00AB4012" w:rsidRDefault="001833A8" w:rsidP="00532384">
                  <w:pPr>
                    <w:pStyle w:val="AStyle1"/>
                    <w:rPr>
                      <w:b/>
                    </w:rPr>
                  </w:pPr>
                </w:p>
              </w:tc>
            </w:tr>
            <w:tr w:rsidR="001833A8" w:rsidTr="001833A8">
              <w:tc>
                <w:tcPr>
                  <w:tcW w:w="8676" w:type="dxa"/>
                  <w:vAlign w:val="bottom"/>
                </w:tcPr>
                <w:p w:rsidR="001833A8" w:rsidRPr="007200D5" w:rsidRDefault="00906FA2" w:rsidP="00906FA2">
                  <w:pPr>
                    <w:pStyle w:val="AStyle1"/>
                  </w:pPr>
                  <w:r>
                    <w:t>Manage Cash Flow Groups</w:t>
                  </w:r>
                </w:p>
              </w:tc>
              <w:tc>
                <w:tcPr>
                  <w:tcW w:w="1276" w:type="dxa"/>
                  <w:vAlign w:val="bottom"/>
                </w:tcPr>
                <w:p w:rsidR="001833A8" w:rsidRPr="00AB4012" w:rsidRDefault="001833A8" w:rsidP="00BF28CB">
                  <w:pPr>
                    <w:pStyle w:val="AStyle1"/>
                    <w:rPr>
                      <w:b/>
                    </w:rPr>
                  </w:pPr>
                </w:p>
              </w:tc>
            </w:tr>
          </w:tbl>
          <w:p w:rsidR="009B1235" w:rsidRPr="001833A8" w:rsidRDefault="009B1235" w:rsidP="008122F7">
            <w:pPr>
              <w:pStyle w:val="Heading2"/>
            </w:pPr>
          </w:p>
        </w:tc>
      </w:tr>
      <w:tr w:rsidR="009B1235" w:rsidRPr="00AB4012" w:rsidTr="00846C9D">
        <w:trPr>
          <w:trHeight w:val="14311"/>
        </w:trPr>
        <w:tc>
          <w:tcPr>
            <w:tcW w:w="10312" w:type="dxa"/>
            <w:shd w:val="clear" w:color="auto" w:fill="auto"/>
          </w:tcPr>
          <w:tbl>
            <w:tblPr>
              <w:tblW w:w="10312" w:type="dxa"/>
              <w:tblBorders>
                <w:insideV w:val="single" w:sz="4" w:space="0" w:color="auto"/>
              </w:tblBorders>
              <w:tblLook w:val="0000" w:firstRow="0" w:lastRow="0" w:firstColumn="0" w:lastColumn="0" w:noHBand="0" w:noVBand="0"/>
            </w:tblPr>
            <w:tblGrid>
              <w:gridCol w:w="10312"/>
            </w:tblGrid>
            <w:tr w:rsidR="005D7515" w:rsidRPr="00AB4012" w:rsidTr="00846C9D">
              <w:trPr>
                <w:trHeight w:val="2289"/>
              </w:trPr>
              <w:tc>
                <w:tcPr>
                  <w:tcW w:w="10312" w:type="dxa"/>
                  <w:shd w:val="clear" w:color="auto" w:fill="auto"/>
                </w:tcPr>
                <w:p w:rsidR="005D7515" w:rsidRDefault="005D7515" w:rsidP="008122F7">
                  <w:pPr>
                    <w:pStyle w:val="Heading2"/>
                  </w:pPr>
                  <w:bookmarkStart w:id="24" w:name="_Toc497839208"/>
                  <w:r>
                    <w:lastRenderedPageBreak/>
                    <w:t>Jobs</w:t>
                  </w:r>
                  <w:bookmarkEnd w:id="24"/>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5D7515" w:rsidTr="00846C9D">
                    <w:tc>
                      <w:tcPr>
                        <w:tcW w:w="8676" w:type="dxa"/>
                        <w:vAlign w:val="bottom"/>
                      </w:tcPr>
                      <w:p w:rsidR="005D7515" w:rsidRPr="007200D5" w:rsidRDefault="005D7515" w:rsidP="00846C9D">
                        <w:pPr>
                          <w:pStyle w:val="AStyle1"/>
                        </w:pPr>
                        <w:r w:rsidRPr="007200D5">
                          <w:t>Manage Job Departments</w:t>
                        </w:r>
                      </w:p>
                    </w:tc>
                    <w:tc>
                      <w:tcPr>
                        <w:tcW w:w="1276" w:type="dxa"/>
                      </w:tcPr>
                      <w:p w:rsidR="005D7515" w:rsidRPr="00FC2C27" w:rsidRDefault="005D7515" w:rsidP="00846C9D">
                        <w:pPr>
                          <w:pStyle w:val="AStyle1"/>
                          <w:jc w:val="center"/>
                        </w:pPr>
                      </w:p>
                    </w:tc>
                  </w:tr>
                  <w:tr w:rsidR="005D7515" w:rsidTr="00846C9D">
                    <w:tc>
                      <w:tcPr>
                        <w:tcW w:w="8676" w:type="dxa"/>
                        <w:vAlign w:val="bottom"/>
                      </w:tcPr>
                      <w:p w:rsidR="005D7515" w:rsidRPr="007200D5" w:rsidRDefault="005D7515" w:rsidP="00846C9D">
                        <w:pPr>
                          <w:pStyle w:val="AStyle1"/>
                        </w:pPr>
                        <w:r w:rsidRPr="007200D5">
                          <w:t>Manage Job Status</w:t>
                        </w:r>
                      </w:p>
                    </w:tc>
                    <w:tc>
                      <w:tcPr>
                        <w:tcW w:w="1276" w:type="dxa"/>
                      </w:tcPr>
                      <w:p w:rsidR="005D7515" w:rsidRPr="00FC2C27" w:rsidRDefault="005D7515" w:rsidP="00846C9D">
                        <w:pPr>
                          <w:pStyle w:val="AStyle1"/>
                          <w:jc w:val="center"/>
                        </w:pPr>
                      </w:p>
                    </w:tc>
                  </w:tr>
                  <w:tr w:rsidR="005D7515" w:rsidTr="00846C9D">
                    <w:tc>
                      <w:tcPr>
                        <w:tcW w:w="8676" w:type="dxa"/>
                        <w:vAlign w:val="bottom"/>
                      </w:tcPr>
                      <w:p w:rsidR="005D7515" w:rsidRPr="007200D5" w:rsidRDefault="005D7515" w:rsidP="00846C9D">
                        <w:pPr>
                          <w:pStyle w:val="AStyle1"/>
                        </w:pPr>
                        <w:r w:rsidRPr="007200D5">
                          <w:t>Manage Job Types</w:t>
                        </w:r>
                      </w:p>
                    </w:tc>
                    <w:tc>
                      <w:tcPr>
                        <w:tcW w:w="1276" w:type="dxa"/>
                      </w:tcPr>
                      <w:p w:rsidR="005D7515" w:rsidRPr="00FC2C27" w:rsidRDefault="005D7515" w:rsidP="00846C9D">
                        <w:pPr>
                          <w:pStyle w:val="AStyle1"/>
                          <w:jc w:val="center"/>
                        </w:pPr>
                      </w:p>
                    </w:tc>
                  </w:tr>
                  <w:tr w:rsidR="005D7515" w:rsidTr="00846C9D">
                    <w:tc>
                      <w:tcPr>
                        <w:tcW w:w="8676" w:type="dxa"/>
                        <w:vAlign w:val="bottom"/>
                      </w:tcPr>
                      <w:p w:rsidR="005D7515" w:rsidRPr="007200D5" w:rsidRDefault="005D7515" w:rsidP="00846C9D">
                        <w:pPr>
                          <w:pStyle w:val="AStyle1"/>
                        </w:pPr>
                        <w:r>
                          <w:t>Manage Schedule Centres</w:t>
                        </w:r>
                      </w:p>
                    </w:tc>
                    <w:tc>
                      <w:tcPr>
                        <w:tcW w:w="1276" w:type="dxa"/>
                      </w:tcPr>
                      <w:p w:rsidR="005D7515" w:rsidRPr="00FC2C27" w:rsidRDefault="005D7515" w:rsidP="00846C9D">
                        <w:pPr>
                          <w:pStyle w:val="AStyle1"/>
                          <w:jc w:val="center"/>
                        </w:pPr>
                      </w:p>
                    </w:tc>
                  </w:tr>
                </w:tbl>
                <w:p w:rsidR="005D7515" w:rsidRPr="002477F5" w:rsidRDefault="005D7515" w:rsidP="008122F7">
                  <w:pPr>
                    <w:pStyle w:val="Heading2"/>
                  </w:pPr>
                </w:p>
              </w:tc>
            </w:tr>
          </w:tbl>
          <w:p w:rsidR="005D7515" w:rsidRDefault="005D7515" w:rsidP="008122F7">
            <w:pPr>
              <w:pStyle w:val="Heading2"/>
            </w:pPr>
            <w:bookmarkStart w:id="25" w:name="_Toc497839209"/>
            <w:r>
              <w:t>Customer Items</w:t>
            </w:r>
            <w:bookmarkEnd w:id="25"/>
          </w:p>
          <w:tbl>
            <w:tblPr>
              <w:tblW w:w="1008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
              <w:gridCol w:w="8757"/>
              <w:gridCol w:w="1299"/>
              <w:gridCol w:w="7"/>
            </w:tblGrid>
            <w:tr w:rsidR="005D7515" w:rsidTr="0057588E">
              <w:trPr>
                <w:gridBefore w:val="1"/>
                <w:wBefore w:w="13" w:type="dxa"/>
              </w:trPr>
              <w:tc>
                <w:tcPr>
                  <w:tcW w:w="8805" w:type="dxa"/>
                  <w:vAlign w:val="bottom"/>
                </w:tcPr>
                <w:p w:rsidR="005D7515" w:rsidRPr="007200D5" w:rsidRDefault="005D7515" w:rsidP="00846C9D">
                  <w:pPr>
                    <w:pStyle w:val="AStyle1"/>
                  </w:pPr>
                  <w:r w:rsidRPr="007200D5">
                    <w:t>Manage Customer Item Types</w:t>
                  </w:r>
                </w:p>
              </w:tc>
              <w:tc>
                <w:tcPr>
                  <w:tcW w:w="1268" w:type="dxa"/>
                  <w:gridSpan w:val="2"/>
                </w:tcPr>
                <w:p w:rsidR="005D7515" w:rsidRPr="00FC2C27" w:rsidRDefault="005D7515" w:rsidP="00846C9D">
                  <w:pPr>
                    <w:pStyle w:val="AStyle1"/>
                    <w:jc w:val="center"/>
                  </w:pPr>
                </w:p>
              </w:tc>
            </w:tr>
            <w:tr w:rsidR="005D7515" w:rsidTr="0057588E">
              <w:trPr>
                <w:gridBefore w:val="1"/>
                <w:wBefore w:w="13" w:type="dxa"/>
              </w:trPr>
              <w:tc>
                <w:tcPr>
                  <w:tcW w:w="8805" w:type="dxa"/>
                  <w:vAlign w:val="bottom"/>
                </w:tcPr>
                <w:p w:rsidR="005D7515" w:rsidRPr="007200D5" w:rsidRDefault="005D7515" w:rsidP="00846C9D">
                  <w:pPr>
                    <w:pStyle w:val="AStyle1"/>
                  </w:pPr>
                  <w:r w:rsidRPr="007200D5">
                    <w:t>Manage Customer Item Service Types</w:t>
                  </w:r>
                </w:p>
              </w:tc>
              <w:tc>
                <w:tcPr>
                  <w:tcW w:w="1268" w:type="dxa"/>
                  <w:gridSpan w:val="2"/>
                </w:tcPr>
                <w:p w:rsidR="005D7515" w:rsidRPr="00FC2C27" w:rsidRDefault="005D7515" w:rsidP="00846C9D">
                  <w:pPr>
                    <w:pStyle w:val="AStyle1"/>
                    <w:jc w:val="center"/>
                  </w:pPr>
                </w:p>
              </w:tc>
            </w:tr>
            <w:tr w:rsidR="005D7515" w:rsidTr="0057588E">
              <w:trPr>
                <w:gridBefore w:val="1"/>
                <w:wBefore w:w="13" w:type="dxa"/>
              </w:trPr>
              <w:tc>
                <w:tcPr>
                  <w:tcW w:w="8805" w:type="dxa"/>
                  <w:vAlign w:val="bottom"/>
                </w:tcPr>
                <w:p w:rsidR="005D7515" w:rsidRPr="007200D5" w:rsidRDefault="005D7515" w:rsidP="00846C9D">
                  <w:pPr>
                    <w:pStyle w:val="AStyle1"/>
                  </w:pPr>
                  <w:r w:rsidRPr="007200D5">
                    <w:t>Manage Customer Item Service Status</w:t>
                  </w:r>
                </w:p>
              </w:tc>
              <w:tc>
                <w:tcPr>
                  <w:tcW w:w="1268" w:type="dxa"/>
                  <w:gridSpan w:val="2"/>
                </w:tcPr>
                <w:p w:rsidR="005D7515" w:rsidRPr="00FC2C27" w:rsidRDefault="005D7515" w:rsidP="00846C9D">
                  <w:pPr>
                    <w:pStyle w:val="AStyle1"/>
                    <w:jc w:val="center"/>
                  </w:pPr>
                </w:p>
              </w:tc>
            </w:tr>
            <w:tr w:rsidR="005D7515" w:rsidTr="0057588E">
              <w:trPr>
                <w:gridBefore w:val="1"/>
                <w:wBefore w:w="13" w:type="dxa"/>
              </w:trPr>
              <w:tc>
                <w:tcPr>
                  <w:tcW w:w="8805" w:type="dxa"/>
                  <w:vAlign w:val="bottom"/>
                </w:tcPr>
                <w:p w:rsidR="005D7515" w:rsidRPr="007200D5" w:rsidRDefault="005D7515" w:rsidP="00AE5BB6">
                  <w:pPr>
                    <w:pStyle w:val="AStyle1"/>
                  </w:pPr>
                  <w:r w:rsidRPr="007200D5">
                    <w:t xml:space="preserve">Manage </w:t>
                  </w:r>
                  <w:r w:rsidR="00AE5BB6">
                    <w:t>W</w:t>
                  </w:r>
                  <w:r w:rsidRPr="007200D5">
                    <w:t>arranty Types</w:t>
                  </w:r>
                </w:p>
              </w:tc>
              <w:tc>
                <w:tcPr>
                  <w:tcW w:w="1268" w:type="dxa"/>
                  <w:gridSpan w:val="2"/>
                </w:tcPr>
                <w:p w:rsidR="005D7515" w:rsidRPr="00FC2C27" w:rsidRDefault="005D7515" w:rsidP="00846C9D">
                  <w:pPr>
                    <w:pStyle w:val="AStyle1"/>
                    <w:jc w:val="center"/>
                  </w:pPr>
                </w:p>
              </w:tc>
            </w:tr>
            <w:tr w:rsidR="005D7515" w:rsidTr="0057588E">
              <w:tblPrEx>
                <w:tblBorders>
                  <w:top w:val="none" w:sz="0" w:space="0" w:color="auto"/>
                  <w:left w:val="none" w:sz="0" w:space="0" w:color="auto"/>
                  <w:bottom w:val="none" w:sz="0" w:space="0" w:color="auto"/>
                  <w:right w:val="none" w:sz="0" w:space="0" w:color="auto"/>
                  <w:insideH w:val="none" w:sz="0" w:space="0" w:color="auto"/>
                  <w:insideV w:val="single" w:sz="4" w:space="0" w:color="auto"/>
                </w:tblBorders>
                <w:tblLook w:val="0000" w:firstRow="0" w:lastRow="0" w:firstColumn="0" w:lastColumn="0" w:noHBand="0" w:noVBand="0"/>
              </w:tblPrEx>
              <w:trPr>
                <w:gridAfter w:val="1"/>
                <w:wAfter w:w="19" w:type="dxa"/>
                <w:trHeight w:val="2332"/>
              </w:trPr>
              <w:tc>
                <w:tcPr>
                  <w:tcW w:w="10067" w:type="dxa"/>
                  <w:gridSpan w:val="3"/>
                  <w:shd w:val="clear" w:color="auto" w:fill="auto"/>
                </w:tcPr>
                <w:p w:rsidR="005D7515" w:rsidRDefault="005D7515" w:rsidP="008122F7">
                  <w:pPr>
                    <w:pStyle w:val="Heading2"/>
                  </w:pPr>
                </w:p>
                <w:p w:rsidR="005D7515" w:rsidRDefault="005D7515" w:rsidP="008122F7">
                  <w:pPr>
                    <w:pStyle w:val="Heading2"/>
                  </w:pPr>
                  <w:bookmarkStart w:id="26" w:name="_Toc497839210"/>
                  <w:r>
                    <w:t>Import/Export</w:t>
                  </w:r>
                  <w:bookmarkEnd w:id="26"/>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5D7515" w:rsidRPr="00AB4012" w:rsidTr="00846C9D">
                    <w:tc>
                      <w:tcPr>
                        <w:tcW w:w="8676" w:type="dxa"/>
                        <w:vAlign w:val="bottom"/>
                      </w:tcPr>
                      <w:p w:rsidR="005D7515" w:rsidRPr="00D91B87" w:rsidRDefault="005D7515" w:rsidP="00846C9D">
                        <w:pPr>
                          <w:pStyle w:val="AStyle1"/>
                        </w:pPr>
                        <w:r w:rsidRPr="00D91B87">
                          <w:t xml:space="preserve">Manage </w:t>
                        </w:r>
                        <w:r>
                          <w:t>Imports</w:t>
                        </w:r>
                      </w:p>
                    </w:tc>
                    <w:tc>
                      <w:tcPr>
                        <w:tcW w:w="1276" w:type="dxa"/>
                        <w:vAlign w:val="bottom"/>
                      </w:tcPr>
                      <w:p w:rsidR="005D7515" w:rsidRPr="00AB4012" w:rsidRDefault="005D7515" w:rsidP="00846C9D">
                        <w:pPr>
                          <w:pStyle w:val="AStyle1"/>
                          <w:rPr>
                            <w:b/>
                          </w:rPr>
                        </w:pPr>
                      </w:p>
                    </w:tc>
                  </w:tr>
                  <w:tr w:rsidR="005D7515" w:rsidRPr="00AB4012" w:rsidTr="00846C9D">
                    <w:tc>
                      <w:tcPr>
                        <w:tcW w:w="8676" w:type="dxa"/>
                        <w:vAlign w:val="bottom"/>
                      </w:tcPr>
                      <w:p w:rsidR="005D7515" w:rsidRPr="00D91B87" w:rsidRDefault="005D7515" w:rsidP="00846C9D">
                        <w:pPr>
                          <w:pStyle w:val="AStyle1"/>
                        </w:pPr>
                        <w:r w:rsidRPr="00D91B87">
                          <w:t xml:space="preserve">Manage </w:t>
                        </w:r>
                        <w:r>
                          <w:t>Exports</w:t>
                        </w:r>
                      </w:p>
                    </w:tc>
                    <w:tc>
                      <w:tcPr>
                        <w:tcW w:w="1276" w:type="dxa"/>
                        <w:vAlign w:val="bottom"/>
                      </w:tcPr>
                      <w:p w:rsidR="005D7515" w:rsidRPr="00AB4012" w:rsidRDefault="005D7515" w:rsidP="00846C9D">
                        <w:pPr>
                          <w:pStyle w:val="AStyle1"/>
                          <w:rPr>
                            <w:b/>
                          </w:rPr>
                        </w:pPr>
                      </w:p>
                    </w:tc>
                  </w:tr>
                </w:tbl>
                <w:p w:rsidR="005D7515" w:rsidRDefault="005D7515" w:rsidP="008122F7">
                  <w:pPr>
                    <w:pStyle w:val="Heading2"/>
                  </w:pPr>
                </w:p>
              </w:tc>
            </w:tr>
          </w:tbl>
          <w:p w:rsidR="005D7515" w:rsidRPr="005D7515" w:rsidRDefault="005D7515" w:rsidP="005D7515"/>
          <w:p w:rsidR="00E4444C" w:rsidRDefault="009B56AB" w:rsidP="008122F7">
            <w:pPr>
              <w:pStyle w:val="Heading2"/>
            </w:pPr>
            <w:bookmarkStart w:id="27" w:name="_Toc497839211"/>
            <w:r>
              <w:t>Contact Management</w:t>
            </w:r>
            <w:bookmarkEnd w:id="27"/>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E4444C" w:rsidTr="00E4444C">
              <w:tc>
                <w:tcPr>
                  <w:tcW w:w="8676" w:type="dxa"/>
                  <w:vAlign w:val="bottom"/>
                </w:tcPr>
                <w:p w:rsidR="00E4444C" w:rsidRPr="00D91B87" w:rsidRDefault="00E4444C" w:rsidP="00B40346">
                  <w:pPr>
                    <w:pStyle w:val="AStyle1"/>
                  </w:pPr>
                  <w:r w:rsidRPr="00D91B87">
                    <w:t xml:space="preserve">Manage </w:t>
                  </w:r>
                  <w:r w:rsidR="009B56AB">
                    <w:t xml:space="preserve">Contact </w:t>
                  </w:r>
                  <w:r w:rsidR="00B40346">
                    <w:t>Management Contact Groups</w:t>
                  </w:r>
                </w:p>
              </w:tc>
              <w:tc>
                <w:tcPr>
                  <w:tcW w:w="1276" w:type="dxa"/>
                  <w:vAlign w:val="bottom"/>
                </w:tcPr>
                <w:p w:rsidR="00E4444C" w:rsidRPr="00AB4012" w:rsidRDefault="00E4444C" w:rsidP="00E4444C">
                  <w:pPr>
                    <w:pStyle w:val="AStyle1"/>
                    <w:rPr>
                      <w:b/>
                    </w:rPr>
                  </w:pPr>
                </w:p>
              </w:tc>
            </w:tr>
            <w:tr w:rsidR="00B40346" w:rsidTr="00E4444C">
              <w:tc>
                <w:tcPr>
                  <w:tcW w:w="8676" w:type="dxa"/>
                  <w:vAlign w:val="bottom"/>
                </w:tcPr>
                <w:p w:rsidR="00B40346" w:rsidRPr="00D91B87" w:rsidRDefault="00B40346" w:rsidP="00B40346">
                  <w:pPr>
                    <w:pStyle w:val="AStyle1"/>
                  </w:pPr>
                  <w:r w:rsidRPr="00D91B87">
                    <w:t xml:space="preserve">Manage </w:t>
                  </w:r>
                  <w:r>
                    <w:t>Contact Management Contact Types</w:t>
                  </w:r>
                </w:p>
              </w:tc>
              <w:tc>
                <w:tcPr>
                  <w:tcW w:w="1276" w:type="dxa"/>
                  <w:vAlign w:val="bottom"/>
                </w:tcPr>
                <w:p w:rsidR="00B40346" w:rsidRPr="00AB4012" w:rsidRDefault="00B40346" w:rsidP="00E4444C">
                  <w:pPr>
                    <w:pStyle w:val="AStyle1"/>
                    <w:rPr>
                      <w:b/>
                    </w:rPr>
                  </w:pPr>
                </w:p>
              </w:tc>
            </w:tr>
            <w:tr w:rsidR="00E4444C" w:rsidTr="00E4444C">
              <w:tc>
                <w:tcPr>
                  <w:tcW w:w="8676" w:type="dxa"/>
                  <w:vAlign w:val="bottom"/>
                </w:tcPr>
                <w:p w:rsidR="00E4444C" w:rsidRPr="00D91B87" w:rsidRDefault="00E4444C" w:rsidP="00B40346">
                  <w:pPr>
                    <w:pStyle w:val="AStyle1"/>
                  </w:pPr>
                  <w:r w:rsidRPr="00D91B87">
                    <w:t xml:space="preserve">Manage </w:t>
                  </w:r>
                  <w:r w:rsidR="00B40346">
                    <w:t>Contact Management Follow Up</w:t>
                  </w:r>
                  <w:r w:rsidR="009B56AB">
                    <w:t xml:space="preserve"> Types</w:t>
                  </w:r>
                </w:p>
              </w:tc>
              <w:tc>
                <w:tcPr>
                  <w:tcW w:w="1276" w:type="dxa"/>
                  <w:vAlign w:val="bottom"/>
                </w:tcPr>
                <w:p w:rsidR="00E4444C" w:rsidRPr="00AB4012" w:rsidRDefault="00E4444C" w:rsidP="00E4444C">
                  <w:pPr>
                    <w:pStyle w:val="AStyle1"/>
                    <w:rPr>
                      <w:b/>
                    </w:rPr>
                  </w:pPr>
                </w:p>
              </w:tc>
            </w:tr>
          </w:tbl>
          <w:p w:rsidR="00E4444C" w:rsidRPr="00E4444C" w:rsidRDefault="00E4444C" w:rsidP="00E4444C"/>
          <w:p w:rsidR="0057588E" w:rsidRDefault="0057588E" w:rsidP="008122F7">
            <w:pPr>
              <w:pStyle w:val="Heading2"/>
            </w:pPr>
            <w:bookmarkStart w:id="28" w:name="_Toc497839212"/>
            <w:r>
              <w:t>Rental/Hire</w:t>
            </w:r>
            <w:bookmarkEnd w:id="28"/>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57588E" w:rsidTr="00846C9D">
              <w:tc>
                <w:tcPr>
                  <w:tcW w:w="8676" w:type="dxa"/>
                  <w:vAlign w:val="bottom"/>
                </w:tcPr>
                <w:p w:rsidR="0057588E" w:rsidRPr="00D91B87" w:rsidRDefault="0057588E" w:rsidP="00846C9D">
                  <w:pPr>
                    <w:pStyle w:val="AStyle1"/>
                  </w:pPr>
                  <w:r>
                    <w:t>Manage Rental</w:t>
                  </w:r>
                  <w:r w:rsidR="00B40346">
                    <w:t xml:space="preserve"> </w:t>
                  </w:r>
                  <w:r>
                    <w:t>/</w:t>
                  </w:r>
                  <w:r w:rsidR="00B40346">
                    <w:t xml:space="preserve"> </w:t>
                  </w:r>
                  <w:r>
                    <w:t>Hire Item Types</w:t>
                  </w:r>
                </w:p>
              </w:tc>
              <w:tc>
                <w:tcPr>
                  <w:tcW w:w="1276" w:type="dxa"/>
                  <w:vAlign w:val="bottom"/>
                </w:tcPr>
                <w:p w:rsidR="0057588E" w:rsidRPr="00AB4012" w:rsidRDefault="0057588E" w:rsidP="00846C9D">
                  <w:pPr>
                    <w:pStyle w:val="AStyle1"/>
                    <w:rPr>
                      <w:b/>
                    </w:rPr>
                  </w:pPr>
                </w:p>
              </w:tc>
            </w:tr>
            <w:tr w:rsidR="0057588E" w:rsidTr="00846C9D">
              <w:tc>
                <w:tcPr>
                  <w:tcW w:w="8676" w:type="dxa"/>
                  <w:vAlign w:val="bottom"/>
                </w:tcPr>
                <w:p w:rsidR="0057588E" w:rsidRPr="00D91B87" w:rsidRDefault="0057588E" w:rsidP="0057588E">
                  <w:pPr>
                    <w:pStyle w:val="AStyle1"/>
                  </w:pPr>
                  <w:r w:rsidRPr="00D91B87">
                    <w:t xml:space="preserve">Manage </w:t>
                  </w:r>
                  <w:r>
                    <w:t>Rental</w:t>
                  </w:r>
                  <w:r w:rsidR="00B40346">
                    <w:t xml:space="preserve"> </w:t>
                  </w:r>
                  <w:r>
                    <w:t>/</w:t>
                  </w:r>
                  <w:r w:rsidR="00B40346">
                    <w:t xml:space="preserve"> </w:t>
                  </w:r>
                  <w:r>
                    <w:t>Hire Item Groups</w:t>
                  </w:r>
                </w:p>
              </w:tc>
              <w:tc>
                <w:tcPr>
                  <w:tcW w:w="1276" w:type="dxa"/>
                  <w:vAlign w:val="bottom"/>
                </w:tcPr>
                <w:p w:rsidR="0057588E" w:rsidRPr="00AB4012" w:rsidRDefault="0057588E" w:rsidP="00846C9D">
                  <w:pPr>
                    <w:pStyle w:val="AStyle1"/>
                    <w:rPr>
                      <w:b/>
                    </w:rPr>
                  </w:pPr>
                </w:p>
              </w:tc>
            </w:tr>
            <w:tr w:rsidR="0057588E" w:rsidTr="00846C9D">
              <w:tc>
                <w:tcPr>
                  <w:tcW w:w="8676" w:type="dxa"/>
                  <w:vAlign w:val="bottom"/>
                </w:tcPr>
                <w:p w:rsidR="0057588E" w:rsidRPr="00D91B87" w:rsidRDefault="0057588E" w:rsidP="00846C9D">
                  <w:pPr>
                    <w:pStyle w:val="AStyle1"/>
                  </w:pPr>
                  <w:r>
                    <w:t>Manage Rental</w:t>
                  </w:r>
                  <w:r w:rsidR="00B40346">
                    <w:t xml:space="preserve"> </w:t>
                  </w:r>
                  <w:r>
                    <w:t>/</w:t>
                  </w:r>
                  <w:r w:rsidR="00B40346">
                    <w:t xml:space="preserve"> </w:t>
                  </w:r>
                  <w:r>
                    <w:t>Hire Item Sub Groups</w:t>
                  </w:r>
                </w:p>
              </w:tc>
              <w:tc>
                <w:tcPr>
                  <w:tcW w:w="1276" w:type="dxa"/>
                  <w:vAlign w:val="bottom"/>
                </w:tcPr>
                <w:p w:rsidR="0057588E" w:rsidRPr="00AB4012" w:rsidRDefault="0057588E" w:rsidP="00846C9D">
                  <w:pPr>
                    <w:pStyle w:val="AStyle1"/>
                    <w:rPr>
                      <w:b/>
                    </w:rPr>
                  </w:pPr>
                </w:p>
              </w:tc>
            </w:tr>
            <w:tr w:rsidR="0057588E" w:rsidTr="00846C9D">
              <w:tc>
                <w:tcPr>
                  <w:tcW w:w="8676" w:type="dxa"/>
                  <w:vAlign w:val="bottom"/>
                </w:tcPr>
                <w:p w:rsidR="0057588E" w:rsidRPr="00D91B87" w:rsidRDefault="0057588E" w:rsidP="00846C9D">
                  <w:pPr>
                    <w:pStyle w:val="AStyle1"/>
                  </w:pPr>
                  <w:r>
                    <w:t>Manage Rental</w:t>
                  </w:r>
                  <w:r w:rsidR="00B40346">
                    <w:t xml:space="preserve"> </w:t>
                  </w:r>
                  <w:r>
                    <w:t>/</w:t>
                  </w:r>
                  <w:r w:rsidR="00B40346">
                    <w:t xml:space="preserve"> </w:t>
                  </w:r>
                  <w:r>
                    <w:t>Hire Statuses</w:t>
                  </w:r>
                </w:p>
              </w:tc>
              <w:tc>
                <w:tcPr>
                  <w:tcW w:w="1276" w:type="dxa"/>
                  <w:vAlign w:val="bottom"/>
                </w:tcPr>
                <w:p w:rsidR="0057588E" w:rsidRPr="00AB4012" w:rsidRDefault="0057588E" w:rsidP="00846C9D">
                  <w:pPr>
                    <w:pStyle w:val="AStyle1"/>
                    <w:rPr>
                      <w:b/>
                    </w:rPr>
                  </w:pPr>
                </w:p>
              </w:tc>
            </w:tr>
          </w:tbl>
          <w:p w:rsidR="0057588E" w:rsidRPr="00E4444C" w:rsidRDefault="0057588E" w:rsidP="0057588E"/>
          <w:p w:rsidR="00B40346" w:rsidRDefault="00B40346" w:rsidP="008122F7">
            <w:pPr>
              <w:pStyle w:val="Heading2"/>
            </w:pPr>
            <w:bookmarkStart w:id="29" w:name="_Toc497839213"/>
            <w:r>
              <w:t>Fixed Assets</w:t>
            </w:r>
            <w:bookmarkEnd w:id="29"/>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B40346" w:rsidTr="00B40346">
              <w:tc>
                <w:tcPr>
                  <w:tcW w:w="8676" w:type="dxa"/>
                  <w:vAlign w:val="bottom"/>
                </w:tcPr>
                <w:p w:rsidR="00B40346" w:rsidRPr="00D91B87" w:rsidRDefault="00B40346" w:rsidP="00B40346">
                  <w:pPr>
                    <w:pStyle w:val="AStyle1"/>
                  </w:pPr>
                  <w:r>
                    <w:t>Manage Fixed Asset Types</w:t>
                  </w:r>
                </w:p>
              </w:tc>
              <w:tc>
                <w:tcPr>
                  <w:tcW w:w="1276" w:type="dxa"/>
                  <w:vAlign w:val="bottom"/>
                </w:tcPr>
                <w:p w:rsidR="00B40346" w:rsidRPr="00AB4012" w:rsidRDefault="00B40346" w:rsidP="00B40346">
                  <w:pPr>
                    <w:pStyle w:val="AStyle1"/>
                    <w:rPr>
                      <w:b/>
                    </w:rPr>
                  </w:pPr>
                </w:p>
              </w:tc>
            </w:tr>
            <w:tr w:rsidR="00B40346" w:rsidTr="00B40346">
              <w:tc>
                <w:tcPr>
                  <w:tcW w:w="8676" w:type="dxa"/>
                  <w:vAlign w:val="bottom"/>
                </w:tcPr>
                <w:p w:rsidR="00B40346" w:rsidRPr="00D91B87" w:rsidRDefault="00B40346" w:rsidP="00B40346">
                  <w:pPr>
                    <w:pStyle w:val="AStyle1"/>
                  </w:pPr>
                  <w:r w:rsidRPr="00D91B87">
                    <w:t xml:space="preserve">Manage </w:t>
                  </w:r>
                  <w:r>
                    <w:t>Fixed Asset Locations</w:t>
                  </w:r>
                </w:p>
              </w:tc>
              <w:tc>
                <w:tcPr>
                  <w:tcW w:w="1276" w:type="dxa"/>
                  <w:vAlign w:val="bottom"/>
                </w:tcPr>
                <w:p w:rsidR="00B40346" w:rsidRPr="00AB4012" w:rsidRDefault="00B40346" w:rsidP="00B40346">
                  <w:pPr>
                    <w:pStyle w:val="AStyle1"/>
                    <w:rPr>
                      <w:b/>
                    </w:rPr>
                  </w:pPr>
                </w:p>
              </w:tc>
            </w:tr>
            <w:tr w:rsidR="00B40346" w:rsidTr="00B40346">
              <w:tc>
                <w:tcPr>
                  <w:tcW w:w="8676" w:type="dxa"/>
                  <w:vAlign w:val="bottom"/>
                </w:tcPr>
                <w:p w:rsidR="00B40346" w:rsidRPr="00D91B87" w:rsidRDefault="00B40346" w:rsidP="00B40346">
                  <w:pPr>
                    <w:pStyle w:val="AStyle1"/>
                  </w:pPr>
                  <w:r>
                    <w:t>Manage Fixed Asset G/L Links</w:t>
                  </w:r>
                </w:p>
              </w:tc>
              <w:tc>
                <w:tcPr>
                  <w:tcW w:w="1276" w:type="dxa"/>
                  <w:vAlign w:val="bottom"/>
                </w:tcPr>
                <w:p w:rsidR="00B40346" w:rsidRPr="00AB4012" w:rsidRDefault="00B40346" w:rsidP="00B40346">
                  <w:pPr>
                    <w:pStyle w:val="AStyle1"/>
                    <w:rPr>
                      <w:b/>
                    </w:rPr>
                  </w:pPr>
                </w:p>
              </w:tc>
            </w:tr>
            <w:tr w:rsidR="00B40346" w:rsidTr="00B40346">
              <w:tc>
                <w:tcPr>
                  <w:tcW w:w="8676" w:type="dxa"/>
                  <w:vAlign w:val="bottom"/>
                </w:tcPr>
                <w:p w:rsidR="00B40346" w:rsidRPr="00D91B87" w:rsidRDefault="00B40346" w:rsidP="00B40346">
                  <w:pPr>
                    <w:pStyle w:val="AStyle1"/>
                  </w:pPr>
                  <w:r>
                    <w:t>Manage Fixed Asset Fields (By Type)</w:t>
                  </w:r>
                </w:p>
              </w:tc>
              <w:tc>
                <w:tcPr>
                  <w:tcW w:w="1276" w:type="dxa"/>
                  <w:vAlign w:val="bottom"/>
                </w:tcPr>
                <w:p w:rsidR="00B40346" w:rsidRPr="00AB4012" w:rsidRDefault="00B40346" w:rsidP="00B40346">
                  <w:pPr>
                    <w:pStyle w:val="AStyle1"/>
                    <w:rPr>
                      <w:b/>
                    </w:rPr>
                  </w:pPr>
                </w:p>
              </w:tc>
            </w:tr>
            <w:tr w:rsidR="00B40346" w:rsidTr="00B40346">
              <w:tc>
                <w:tcPr>
                  <w:tcW w:w="8676" w:type="dxa"/>
                  <w:vAlign w:val="bottom"/>
                </w:tcPr>
                <w:p w:rsidR="00B40346" w:rsidRDefault="00B40346" w:rsidP="00B40346">
                  <w:pPr>
                    <w:pStyle w:val="AStyle1"/>
                  </w:pPr>
                  <w:r>
                    <w:t>Manage Fixed Asset Import Routines</w:t>
                  </w:r>
                </w:p>
              </w:tc>
              <w:tc>
                <w:tcPr>
                  <w:tcW w:w="1276" w:type="dxa"/>
                  <w:vAlign w:val="bottom"/>
                </w:tcPr>
                <w:p w:rsidR="00B40346" w:rsidRPr="00AB4012" w:rsidRDefault="00B40346" w:rsidP="00B40346">
                  <w:pPr>
                    <w:pStyle w:val="AStyle1"/>
                    <w:rPr>
                      <w:b/>
                    </w:rPr>
                  </w:pPr>
                </w:p>
              </w:tc>
            </w:tr>
          </w:tbl>
          <w:p w:rsidR="00320DA1" w:rsidRDefault="00320DA1" w:rsidP="008122F7">
            <w:pPr>
              <w:pStyle w:val="Heading2"/>
            </w:pPr>
          </w:p>
          <w:p w:rsidR="00226F9F" w:rsidRDefault="00226F9F" w:rsidP="008122F7">
            <w:pPr>
              <w:pStyle w:val="Heading2"/>
            </w:pPr>
            <w:bookmarkStart w:id="30" w:name="_Toc497839214"/>
            <w:r>
              <w:t>Other</w:t>
            </w:r>
            <w:bookmarkEnd w:id="30"/>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226F9F" w:rsidTr="0089135B">
              <w:tc>
                <w:tcPr>
                  <w:tcW w:w="8676" w:type="dxa"/>
                  <w:vAlign w:val="bottom"/>
                </w:tcPr>
                <w:p w:rsidR="00226F9F" w:rsidRPr="007200D5" w:rsidRDefault="00226F9F" w:rsidP="00B40346">
                  <w:pPr>
                    <w:pStyle w:val="AStyle1"/>
                  </w:pPr>
                  <w:r>
                    <w:t>Manage</w:t>
                  </w:r>
                  <w:r w:rsidR="00B40346">
                    <w:t xml:space="preserve"> Text Merge</w:t>
                  </w:r>
                  <w:r>
                    <w:t xml:space="preserve"> Templates</w:t>
                  </w:r>
                </w:p>
              </w:tc>
              <w:tc>
                <w:tcPr>
                  <w:tcW w:w="1276" w:type="dxa"/>
                </w:tcPr>
                <w:p w:rsidR="00226F9F" w:rsidRPr="00FC2C27" w:rsidRDefault="00226F9F" w:rsidP="0089135B">
                  <w:pPr>
                    <w:pStyle w:val="AStyle1"/>
                    <w:jc w:val="center"/>
                  </w:pPr>
                </w:p>
              </w:tc>
            </w:tr>
            <w:tr w:rsidR="00226F9F" w:rsidTr="0089135B">
              <w:tc>
                <w:tcPr>
                  <w:tcW w:w="8676" w:type="dxa"/>
                  <w:vAlign w:val="bottom"/>
                </w:tcPr>
                <w:p w:rsidR="00226F9F" w:rsidRPr="007200D5" w:rsidRDefault="00226F9F" w:rsidP="00B40346">
                  <w:pPr>
                    <w:pStyle w:val="AStyle1"/>
                  </w:pPr>
                  <w:r>
                    <w:t xml:space="preserve">Manage </w:t>
                  </w:r>
                  <w:r w:rsidR="00B40346">
                    <w:t>Custom Texts</w:t>
                  </w:r>
                </w:p>
              </w:tc>
              <w:tc>
                <w:tcPr>
                  <w:tcW w:w="1276" w:type="dxa"/>
                </w:tcPr>
                <w:p w:rsidR="00226F9F" w:rsidRPr="00FC2C27" w:rsidRDefault="00226F9F" w:rsidP="0089135B">
                  <w:pPr>
                    <w:pStyle w:val="AStyle1"/>
                    <w:jc w:val="center"/>
                  </w:pPr>
                </w:p>
              </w:tc>
            </w:tr>
            <w:tr w:rsidR="00226F9F" w:rsidTr="0089135B">
              <w:tc>
                <w:tcPr>
                  <w:tcW w:w="8676" w:type="dxa"/>
                  <w:vAlign w:val="bottom"/>
                </w:tcPr>
                <w:p w:rsidR="00226F9F" w:rsidRDefault="00226F9F" w:rsidP="0089135B">
                  <w:pPr>
                    <w:pStyle w:val="AStyle1"/>
                  </w:pPr>
                  <w:r>
                    <w:t>Manage ID Types</w:t>
                  </w:r>
                </w:p>
              </w:tc>
              <w:tc>
                <w:tcPr>
                  <w:tcW w:w="1276" w:type="dxa"/>
                </w:tcPr>
                <w:p w:rsidR="00226F9F" w:rsidRPr="00FC2C27" w:rsidRDefault="00226F9F" w:rsidP="0089135B">
                  <w:pPr>
                    <w:pStyle w:val="AStyle1"/>
                    <w:jc w:val="center"/>
                  </w:pPr>
                </w:p>
              </w:tc>
            </w:tr>
          </w:tbl>
          <w:p w:rsidR="009B1235" w:rsidRDefault="009B1235" w:rsidP="008122F7">
            <w:pPr>
              <w:pStyle w:val="Heading2"/>
            </w:pPr>
          </w:p>
          <w:p w:rsidR="00B40346" w:rsidRDefault="00B40346" w:rsidP="00B40346">
            <w:pPr>
              <w:pStyle w:val="Heading2"/>
            </w:pPr>
            <w:bookmarkStart w:id="31" w:name="_Toc497839215"/>
            <w:r>
              <w:t>Staff</w:t>
            </w:r>
            <w:bookmarkEnd w:id="31"/>
          </w:p>
          <w:p w:rsidR="00B40346" w:rsidRDefault="00B40346" w:rsidP="00B40346">
            <w:pPr>
              <w:pStyle w:val="Heading3"/>
            </w:pPr>
            <w:r>
              <w:t>Manage Staff</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B40346" w:rsidTr="00B40346">
              <w:tc>
                <w:tcPr>
                  <w:tcW w:w="8676" w:type="dxa"/>
                  <w:vAlign w:val="bottom"/>
                </w:tcPr>
                <w:p w:rsidR="00B40346" w:rsidRPr="007200D5" w:rsidRDefault="00B40346" w:rsidP="00B40346">
                  <w:pPr>
                    <w:pStyle w:val="AStyle1"/>
                  </w:pPr>
                  <w:r>
                    <w:t>Create Staff Member</w:t>
                  </w:r>
                </w:p>
              </w:tc>
              <w:tc>
                <w:tcPr>
                  <w:tcW w:w="1276" w:type="dxa"/>
                </w:tcPr>
                <w:p w:rsidR="00B40346" w:rsidRPr="00FC2C27" w:rsidRDefault="00B40346" w:rsidP="00B40346">
                  <w:pPr>
                    <w:pStyle w:val="AStyle1"/>
                    <w:jc w:val="center"/>
                  </w:pPr>
                </w:p>
              </w:tc>
            </w:tr>
            <w:tr w:rsidR="00B40346" w:rsidTr="00B40346">
              <w:tc>
                <w:tcPr>
                  <w:tcW w:w="8676" w:type="dxa"/>
                  <w:vAlign w:val="bottom"/>
                </w:tcPr>
                <w:p w:rsidR="00B40346" w:rsidRPr="007200D5" w:rsidRDefault="00B40346" w:rsidP="00B40346">
                  <w:pPr>
                    <w:pStyle w:val="AStyle1"/>
                  </w:pPr>
                  <w:r>
                    <w:t>Active</w:t>
                  </w:r>
                </w:p>
              </w:tc>
              <w:tc>
                <w:tcPr>
                  <w:tcW w:w="1276" w:type="dxa"/>
                </w:tcPr>
                <w:p w:rsidR="00B40346" w:rsidRPr="00FC2C27" w:rsidRDefault="00B40346" w:rsidP="00B40346">
                  <w:pPr>
                    <w:pStyle w:val="AStyle1"/>
                    <w:jc w:val="center"/>
                  </w:pPr>
                </w:p>
              </w:tc>
            </w:tr>
            <w:tr w:rsidR="00B40346" w:rsidTr="00B40346">
              <w:tc>
                <w:tcPr>
                  <w:tcW w:w="8676" w:type="dxa"/>
                  <w:vAlign w:val="bottom"/>
                </w:tcPr>
                <w:p w:rsidR="00B40346" w:rsidRDefault="00B40346" w:rsidP="00B40346">
                  <w:pPr>
                    <w:pStyle w:val="AStyle1"/>
                  </w:pPr>
                  <w:r>
                    <w:t>Activate Schedule/Calendar</w:t>
                  </w:r>
                </w:p>
              </w:tc>
              <w:tc>
                <w:tcPr>
                  <w:tcW w:w="1276" w:type="dxa"/>
                </w:tcPr>
                <w:p w:rsidR="00B40346" w:rsidRPr="00FC2C27" w:rsidRDefault="00B40346" w:rsidP="00B40346">
                  <w:pPr>
                    <w:pStyle w:val="AStyle1"/>
                    <w:jc w:val="center"/>
                  </w:pPr>
                </w:p>
              </w:tc>
            </w:tr>
          </w:tbl>
          <w:p w:rsidR="00B40346" w:rsidRDefault="00B40346" w:rsidP="00B40346"/>
          <w:p w:rsidR="00B40346" w:rsidRPr="00951664" w:rsidRDefault="00B40346" w:rsidP="00D92D89">
            <w:pPr>
              <w:pStyle w:val="Heading3"/>
            </w:pPr>
            <w:r w:rsidRPr="00951664">
              <w:t>Login</w:t>
            </w:r>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B40346" w:rsidTr="00B40346">
              <w:tc>
                <w:tcPr>
                  <w:tcW w:w="8676" w:type="dxa"/>
                  <w:vAlign w:val="bottom"/>
                </w:tcPr>
                <w:p w:rsidR="00B40346" w:rsidRPr="007200D5" w:rsidRDefault="00B40346" w:rsidP="00B40346">
                  <w:pPr>
                    <w:pStyle w:val="AStyle1"/>
                  </w:pPr>
                  <w:r>
                    <w:t>Allow Infusion Login Access</w:t>
                  </w:r>
                </w:p>
              </w:tc>
              <w:tc>
                <w:tcPr>
                  <w:tcW w:w="1276" w:type="dxa"/>
                </w:tcPr>
                <w:p w:rsidR="00B40346" w:rsidRPr="00FC2C27" w:rsidRDefault="00D92D89" w:rsidP="00B40346">
                  <w:pPr>
                    <w:pStyle w:val="AStyle1"/>
                    <w:jc w:val="center"/>
                  </w:pPr>
                  <w:r>
                    <w:t>Y / N</w:t>
                  </w:r>
                </w:p>
              </w:tc>
            </w:tr>
            <w:tr w:rsidR="00B40346" w:rsidTr="00B40346">
              <w:tc>
                <w:tcPr>
                  <w:tcW w:w="8676" w:type="dxa"/>
                  <w:vAlign w:val="bottom"/>
                </w:tcPr>
                <w:p w:rsidR="00B40346" w:rsidRPr="007200D5" w:rsidRDefault="00B40346" w:rsidP="00B40346">
                  <w:pPr>
                    <w:pStyle w:val="AStyle1"/>
                  </w:pPr>
                  <w:r>
                    <w:t>Password</w:t>
                  </w:r>
                </w:p>
              </w:tc>
              <w:tc>
                <w:tcPr>
                  <w:tcW w:w="1276" w:type="dxa"/>
                </w:tcPr>
                <w:p w:rsidR="00B40346" w:rsidRPr="00FC2C27" w:rsidRDefault="00B40346" w:rsidP="00B40346">
                  <w:pPr>
                    <w:pStyle w:val="AStyle1"/>
                    <w:jc w:val="center"/>
                  </w:pPr>
                </w:p>
              </w:tc>
            </w:tr>
            <w:tr w:rsidR="00B40346" w:rsidTr="00B40346">
              <w:tc>
                <w:tcPr>
                  <w:tcW w:w="8676" w:type="dxa"/>
                  <w:vAlign w:val="bottom"/>
                </w:tcPr>
                <w:p w:rsidR="00B40346" w:rsidRDefault="00B40346" w:rsidP="00B40346">
                  <w:pPr>
                    <w:pStyle w:val="AStyle1"/>
                  </w:pPr>
                  <w:r>
                    <w:t>Group 1</w:t>
                  </w:r>
                </w:p>
              </w:tc>
              <w:tc>
                <w:tcPr>
                  <w:tcW w:w="1276" w:type="dxa"/>
                </w:tcPr>
                <w:p w:rsidR="00B40346" w:rsidRPr="00FC2C27" w:rsidRDefault="000509E2" w:rsidP="00B40346">
                  <w:pPr>
                    <w:pStyle w:val="AStyle1"/>
                    <w:jc w:val="center"/>
                  </w:pPr>
                  <w:r>
                    <w:t>Y / N</w:t>
                  </w:r>
                </w:p>
              </w:tc>
            </w:tr>
            <w:tr w:rsidR="00B40346" w:rsidTr="00B40346">
              <w:tc>
                <w:tcPr>
                  <w:tcW w:w="8676" w:type="dxa"/>
                  <w:vAlign w:val="bottom"/>
                </w:tcPr>
                <w:p w:rsidR="00B40346" w:rsidRDefault="00B40346" w:rsidP="00B40346">
                  <w:pPr>
                    <w:pStyle w:val="AStyle1"/>
                  </w:pPr>
                  <w:r>
                    <w:t>Group 2</w:t>
                  </w:r>
                </w:p>
              </w:tc>
              <w:tc>
                <w:tcPr>
                  <w:tcW w:w="1276" w:type="dxa"/>
                </w:tcPr>
                <w:p w:rsidR="00B40346" w:rsidRPr="00FC2C27" w:rsidRDefault="000509E2" w:rsidP="00B40346">
                  <w:pPr>
                    <w:pStyle w:val="AStyle1"/>
                    <w:jc w:val="center"/>
                  </w:pPr>
                  <w:r>
                    <w:t>Y / N</w:t>
                  </w:r>
                </w:p>
              </w:tc>
            </w:tr>
            <w:tr w:rsidR="00B40346" w:rsidTr="00B40346">
              <w:tc>
                <w:tcPr>
                  <w:tcW w:w="8676" w:type="dxa"/>
                  <w:vAlign w:val="bottom"/>
                </w:tcPr>
                <w:p w:rsidR="00B40346" w:rsidRDefault="00B40346" w:rsidP="00B40346">
                  <w:pPr>
                    <w:pStyle w:val="AStyle1"/>
                  </w:pPr>
                  <w:r>
                    <w:t>Group 3</w:t>
                  </w:r>
                </w:p>
              </w:tc>
              <w:tc>
                <w:tcPr>
                  <w:tcW w:w="1276" w:type="dxa"/>
                </w:tcPr>
                <w:p w:rsidR="00B40346" w:rsidRPr="00FC2C27" w:rsidRDefault="000509E2" w:rsidP="00B40346">
                  <w:pPr>
                    <w:pStyle w:val="AStyle1"/>
                    <w:jc w:val="center"/>
                  </w:pPr>
                  <w:r>
                    <w:t>Y / N</w:t>
                  </w:r>
                </w:p>
              </w:tc>
            </w:tr>
            <w:tr w:rsidR="00B40346" w:rsidTr="00B40346">
              <w:tc>
                <w:tcPr>
                  <w:tcW w:w="8676" w:type="dxa"/>
                  <w:vAlign w:val="bottom"/>
                </w:tcPr>
                <w:p w:rsidR="00B40346" w:rsidRDefault="00B40346" w:rsidP="00B40346">
                  <w:pPr>
                    <w:pStyle w:val="AStyle1"/>
                  </w:pPr>
                  <w:r>
                    <w:t>Group 4</w:t>
                  </w:r>
                </w:p>
              </w:tc>
              <w:tc>
                <w:tcPr>
                  <w:tcW w:w="1276" w:type="dxa"/>
                </w:tcPr>
                <w:p w:rsidR="00B40346" w:rsidRPr="00FC2C27" w:rsidRDefault="000509E2" w:rsidP="00B40346">
                  <w:pPr>
                    <w:pStyle w:val="AStyle1"/>
                    <w:jc w:val="center"/>
                  </w:pPr>
                  <w:r>
                    <w:t>Y / N</w:t>
                  </w:r>
                </w:p>
              </w:tc>
            </w:tr>
            <w:tr w:rsidR="00D92D89" w:rsidTr="00B40346">
              <w:tc>
                <w:tcPr>
                  <w:tcW w:w="8676" w:type="dxa"/>
                  <w:vAlign w:val="bottom"/>
                </w:tcPr>
                <w:p w:rsidR="00D92D89" w:rsidRDefault="00D92D89" w:rsidP="00B40346">
                  <w:pPr>
                    <w:pStyle w:val="AStyle1"/>
                  </w:pPr>
                  <w:r>
                    <w:t>Group 5</w:t>
                  </w:r>
                </w:p>
              </w:tc>
              <w:tc>
                <w:tcPr>
                  <w:tcW w:w="1276" w:type="dxa"/>
                </w:tcPr>
                <w:p w:rsidR="00D92D89" w:rsidRPr="00FC2C27" w:rsidRDefault="000509E2" w:rsidP="00B40346">
                  <w:pPr>
                    <w:pStyle w:val="AStyle1"/>
                    <w:jc w:val="center"/>
                  </w:pPr>
                  <w:r>
                    <w:t>Y / N</w:t>
                  </w:r>
                </w:p>
              </w:tc>
            </w:tr>
            <w:tr w:rsidR="00D92D89" w:rsidTr="00B40346">
              <w:tc>
                <w:tcPr>
                  <w:tcW w:w="8676" w:type="dxa"/>
                  <w:vAlign w:val="bottom"/>
                </w:tcPr>
                <w:p w:rsidR="00D92D89" w:rsidRDefault="00D92D89" w:rsidP="00B40346">
                  <w:pPr>
                    <w:pStyle w:val="AStyle1"/>
                  </w:pPr>
                  <w:r>
                    <w:t>Group 6</w:t>
                  </w:r>
                </w:p>
              </w:tc>
              <w:tc>
                <w:tcPr>
                  <w:tcW w:w="1276" w:type="dxa"/>
                </w:tcPr>
                <w:p w:rsidR="00D92D89" w:rsidRPr="00FC2C27" w:rsidRDefault="000509E2" w:rsidP="00B40346">
                  <w:pPr>
                    <w:pStyle w:val="AStyle1"/>
                    <w:jc w:val="center"/>
                  </w:pPr>
                  <w:r>
                    <w:t>Y / N</w:t>
                  </w:r>
                </w:p>
              </w:tc>
            </w:tr>
            <w:tr w:rsidR="00D92D89" w:rsidTr="00B40346">
              <w:tc>
                <w:tcPr>
                  <w:tcW w:w="8676" w:type="dxa"/>
                  <w:vAlign w:val="bottom"/>
                </w:tcPr>
                <w:p w:rsidR="00D92D89" w:rsidRDefault="00D92D89" w:rsidP="00B40346">
                  <w:pPr>
                    <w:pStyle w:val="AStyle1"/>
                  </w:pPr>
                  <w:r>
                    <w:t>Group7</w:t>
                  </w:r>
                </w:p>
              </w:tc>
              <w:tc>
                <w:tcPr>
                  <w:tcW w:w="1276" w:type="dxa"/>
                </w:tcPr>
                <w:p w:rsidR="00D92D89" w:rsidRPr="00FC2C27" w:rsidRDefault="000509E2" w:rsidP="00B40346">
                  <w:pPr>
                    <w:pStyle w:val="AStyle1"/>
                    <w:jc w:val="center"/>
                  </w:pPr>
                  <w:r>
                    <w:t>Y / N</w:t>
                  </w:r>
                </w:p>
              </w:tc>
            </w:tr>
            <w:tr w:rsidR="00B40346" w:rsidTr="00B40346">
              <w:tc>
                <w:tcPr>
                  <w:tcW w:w="8676" w:type="dxa"/>
                  <w:vAlign w:val="bottom"/>
                </w:tcPr>
                <w:p w:rsidR="00B40346" w:rsidRDefault="00B40346" w:rsidP="00B40346">
                  <w:pPr>
                    <w:pStyle w:val="AStyle1"/>
                  </w:pPr>
                  <w:r>
                    <w:t>POS User</w:t>
                  </w:r>
                </w:p>
              </w:tc>
              <w:tc>
                <w:tcPr>
                  <w:tcW w:w="1276" w:type="dxa"/>
                </w:tcPr>
                <w:p w:rsidR="00B40346" w:rsidRPr="00FC2C27" w:rsidRDefault="000509E2" w:rsidP="00B40346">
                  <w:pPr>
                    <w:pStyle w:val="AStyle1"/>
                    <w:jc w:val="center"/>
                  </w:pPr>
                  <w:r>
                    <w:t>Y / N</w:t>
                  </w:r>
                </w:p>
              </w:tc>
            </w:tr>
            <w:tr w:rsidR="00B40346" w:rsidTr="00B40346">
              <w:tc>
                <w:tcPr>
                  <w:tcW w:w="8676" w:type="dxa"/>
                  <w:vAlign w:val="bottom"/>
                </w:tcPr>
                <w:p w:rsidR="00B40346" w:rsidRDefault="00B40346" w:rsidP="00B40346">
                  <w:pPr>
                    <w:pStyle w:val="AStyle1"/>
                  </w:pPr>
                  <w:r>
                    <w:t>Backup Allowed</w:t>
                  </w:r>
                </w:p>
              </w:tc>
              <w:tc>
                <w:tcPr>
                  <w:tcW w:w="1276" w:type="dxa"/>
                </w:tcPr>
                <w:p w:rsidR="00B40346" w:rsidRPr="00FC2C27" w:rsidRDefault="00D92D89" w:rsidP="00B40346">
                  <w:pPr>
                    <w:pStyle w:val="AStyle1"/>
                    <w:jc w:val="center"/>
                  </w:pPr>
                  <w:r>
                    <w:t>Y / N</w:t>
                  </w:r>
                </w:p>
              </w:tc>
            </w:tr>
            <w:tr w:rsidR="00B40346" w:rsidTr="00B40346">
              <w:tc>
                <w:tcPr>
                  <w:tcW w:w="8676" w:type="dxa"/>
                  <w:vAlign w:val="bottom"/>
                </w:tcPr>
                <w:p w:rsidR="00B40346" w:rsidRDefault="00B40346" w:rsidP="00B40346">
                  <w:pPr>
                    <w:pStyle w:val="AStyle1"/>
                  </w:pPr>
                  <w:r>
                    <w:t>Default Location</w:t>
                  </w:r>
                </w:p>
              </w:tc>
              <w:tc>
                <w:tcPr>
                  <w:tcW w:w="1276" w:type="dxa"/>
                </w:tcPr>
                <w:p w:rsidR="00B40346" w:rsidRPr="00FC2C27" w:rsidRDefault="00B40346" w:rsidP="00B40346">
                  <w:pPr>
                    <w:pStyle w:val="AStyle1"/>
                    <w:jc w:val="center"/>
                  </w:pPr>
                </w:p>
              </w:tc>
            </w:tr>
            <w:tr w:rsidR="00B40346" w:rsidTr="00B40346">
              <w:tc>
                <w:tcPr>
                  <w:tcW w:w="8676" w:type="dxa"/>
                  <w:vAlign w:val="bottom"/>
                </w:tcPr>
                <w:p w:rsidR="00B40346" w:rsidRDefault="00D92D89" w:rsidP="00B40346">
                  <w:pPr>
                    <w:pStyle w:val="AStyle1"/>
                  </w:pPr>
                  <w:r>
                    <w:t>Allow editing of Discount in</w:t>
                  </w:r>
                  <w:r w:rsidR="00B40346">
                    <w:t xml:space="preserve"> Customer</w:t>
                  </w:r>
                  <w:r>
                    <w:t xml:space="preserve"> Invoice / Quote / Price Enquiry</w:t>
                  </w:r>
                  <w:r w:rsidR="00B40346">
                    <w:t xml:space="preserve"> / POS</w:t>
                  </w:r>
                  <w:r>
                    <w:t xml:space="preserve"> / Jobs</w:t>
                  </w:r>
                </w:p>
              </w:tc>
              <w:tc>
                <w:tcPr>
                  <w:tcW w:w="1276" w:type="dxa"/>
                </w:tcPr>
                <w:p w:rsidR="00B40346" w:rsidRPr="00FC2C27" w:rsidRDefault="00D92D89" w:rsidP="00B40346">
                  <w:pPr>
                    <w:pStyle w:val="AStyle1"/>
                    <w:jc w:val="center"/>
                  </w:pPr>
                  <w:r>
                    <w:t>Y / N</w:t>
                  </w:r>
                </w:p>
              </w:tc>
            </w:tr>
            <w:tr w:rsidR="00D92D89" w:rsidTr="00B40346">
              <w:tc>
                <w:tcPr>
                  <w:tcW w:w="8676" w:type="dxa"/>
                  <w:vAlign w:val="bottom"/>
                </w:tcPr>
                <w:p w:rsidR="00D92D89" w:rsidRDefault="00D92D89" w:rsidP="00B40346">
                  <w:pPr>
                    <w:pStyle w:val="AStyle1"/>
                  </w:pPr>
                  <w:r>
                    <w:t>Allow editing of Rates in Customer Invoice / Quote / Price Enquiry / POS / Jobs</w:t>
                  </w:r>
                </w:p>
              </w:tc>
              <w:tc>
                <w:tcPr>
                  <w:tcW w:w="1276" w:type="dxa"/>
                </w:tcPr>
                <w:p w:rsidR="00D92D89" w:rsidRPr="00FC2C27" w:rsidRDefault="00D92D89" w:rsidP="00B40346">
                  <w:pPr>
                    <w:pStyle w:val="AStyle1"/>
                    <w:jc w:val="center"/>
                  </w:pPr>
                  <w:r>
                    <w:t>Y / N</w:t>
                  </w:r>
                </w:p>
              </w:tc>
            </w:tr>
            <w:tr w:rsidR="00B40346" w:rsidTr="00B40346">
              <w:tc>
                <w:tcPr>
                  <w:tcW w:w="8676" w:type="dxa"/>
                  <w:vAlign w:val="bottom"/>
                </w:tcPr>
                <w:p w:rsidR="00B40346" w:rsidRDefault="00B40346" w:rsidP="00B40346">
                  <w:pPr>
                    <w:pStyle w:val="AStyle1"/>
                  </w:pPr>
                  <w:r>
                    <w:t>Allow viewing of ALL staff in Time Clock Entry</w:t>
                  </w:r>
                </w:p>
              </w:tc>
              <w:tc>
                <w:tcPr>
                  <w:tcW w:w="1276" w:type="dxa"/>
                </w:tcPr>
                <w:p w:rsidR="00B40346" w:rsidRPr="00FC2C27" w:rsidRDefault="00D92D89" w:rsidP="00B40346">
                  <w:pPr>
                    <w:pStyle w:val="AStyle1"/>
                    <w:jc w:val="center"/>
                  </w:pPr>
                  <w:r>
                    <w:t>Y / N</w:t>
                  </w:r>
                </w:p>
              </w:tc>
            </w:tr>
            <w:tr w:rsidR="00B40346" w:rsidTr="00B40346">
              <w:tc>
                <w:tcPr>
                  <w:tcW w:w="8676" w:type="dxa"/>
                  <w:vAlign w:val="bottom"/>
                </w:tcPr>
                <w:p w:rsidR="00B40346" w:rsidRDefault="00B40346" w:rsidP="00D92D89">
                  <w:pPr>
                    <w:pStyle w:val="AStyle1"/>
                  </w:pPr>
                  <w:r>
                    <w:t>Allow overriding of Overdue Fees (for Re</w:t>
                  </w:r>
                  <w:r w:rsidR="00D92D89">
                    <w:t>ntal Hire</w:t>
                  </w:r>
                  <w:r>
                    <w:t>)</w:t>
                  </w:r>
                </w:p>
              </w:tc>
              <w:tc>
                <w:tcPr>
                  <w:tcW w:w="1276" w:type="dxa"/>
                </w:tcPr>
                <w:p w:rsidR="00B40346" w:rsidRPr="00FC2C27" w:rsidRDefault="00D92D89" w:rsidP="00B40346">
                  <w:pPr>
                    <w:pStyle w:val="AStyle1"/>
                    <w:jc w:val="center"/>
                  </w:pPr>
                  <w:r>
                    <w:t>Y / N</w:t>
                  </w:r>
                </w:p>
              </w:tc>
            </w:tr>
            <w:tr w:rsidR="00D92D89" w:rsidTr="00B40346">
              <w:tc>
                <w:tcPr>
                  <w:tcW w:w="8676" w:type="dxa"/>
                  <w:vAlign w:val="bottom"/>
                </w:tcPr>
                <w:p w:rsidR="00D92D89" w:rsidRDefault="00D92D89" w:rsidP="00D92D89">
                  <w:pPr>
                    <w:pStyle w:val="AStyle1"/>
                  </w:pPr>
                  <w:r>
                    <w:t>Launch Contact Management Follow Up – To Do List when logging on</w:t>
                  </w:r>
                </w:p>
              </w:tc>
              <w:tc>
                <w:tcPr>
                  <w:tcW w:w="1276" w:type="dxa"/>
                </w:tcPr>
                <w:p w:rsidR="00D92D89" w:rsidRDefault="00D92D89" w:rsidP="00B40346">
                  <w:pPr>
                    <w:pStyle w:val="AStyle1"/>
                    <w:jc w:val="center"/>
                  </w:pPr>
                  <w:r>
                    <w:t>Y / N</w:t>
                  </w:r>
                </w:p>
              </w:tc>
            </w:tr>
            <w:tr w:rsidR="00D92D89" w:rsidTr="00B40346">
              <w:tc>
                <w:tcPr>
                  <w:tcW w:w="8676" w:type="dxa"/>
                  <w:vAlign w:val="bottom"/>
                </w:tcPr>
                <w:p w:rsidR="00D92D89" w:rsidRDefault="00D92D89" w:rsidP="00D92D89">
                  <w:pPr>
                    <w:pStyle w:val="AStyle1"/>
                  </w:pPr>
                  <w:r>
                    <w:t>Allow access to Terms and Pricing</w:t>
                  </w:r>
                </w:p>
              </w:tc>
              <w:tc>
                <w:tcPr>
                  <w:tcW w:w="1276" w:type="dxa"/>
                </w:tcPr>
                <w:p w:rsidR="00D92D89" w:rsidRDefault="00D92D89" w:rsidP="00B40346">
                  <w:pPr>
                    <w:pStyle w:val="AStyle1"/>
                    <w:jc w:val="center"/>
                  </w:pPr>
                  <w:r>
                    <w:t>Y / N</w:t>
                  </w:r>
                </w:p>
              </w:tc>
            </w:tr>
            <w:tr w:rsidR="00B40346" w:rsidTr="00B40346">
              <w:tc>
                <w:tcPr>
                  <w:tcW w:w="8676" w:type="dxa"/>
                  <w:vAlign w:val="bottom"/>
                </w:tcPr>
                <w:p w:rsidR="00B40346" w:rsidRDefault="00B40346" w:rsidP="00B40346">
                  <w:pPr>
                    <w:pStyle w:val="AStyle1"/>
                  </w:pPr>
                  <w:r>
                    <w:t>All</w:t>
                  </w:r>
                  <w:r w:rsidR="00D92D89">
                    <w:t>ow editing of Selling Prices – I</w:t>
                  </w:r>
                  <w:r>
                    <w:t>n the Modify Products Screen</w:t>
                  </w:r>
                </w:p>
              </w:tc>
              <w:tc>
                <w:tcPr>
                  <w:tcW w:w="1276" w:type="dxa"/>
                </w:tcPr>
                <w:p w:rsidR="00B40346" w:rsidRPr="00FC2C27" w:rsidRDefault="00D92D89" w:rsidP="00B40346">
                  <w:pPr>
                    <w:pStyle w:val="AStyle1"/>
                    <w:jc w:val="center"/>
                  </w:pPr>
                  <w:r>
                    <w:t>Y / N</w:t>
                  </w:r>
                </w:p>
              </w:tc>
            </w:tr>
            <w:tr w:rsidR="00B40346" w:rsidTr="00B40346">
              <w:tc>
                <w:tcPr>
                  <w:tcW w:w="8676" w:type="dxa"/>
                  <w:vAlign w:val="bottom"/>
                </w:tcPr>
                <w:p w:rsidR="00B40346" w:rsidRDefault="00D92D89" w:rsidP="00D92D89">
                  <w:pPr>
                    <w:pStyle w:val="AStyle1"/>
                  </w:pPr>
                  <w:r>
                    <w:t>Allow editing of Cost Prices – I</w:t>
                  </w:r>
                  <w:r w:rsidR="00B40346">
                    <w:t>n the Modify Products</w:t>
                  </w:r>
                  <w:r>
                    <w:t>, Quotes, Invoices</w:t>
                  </w:r>
                </w:p>
              </w:tc>
              <w:tc>
                <w:tcPr>
                  <w:tcW w:w="1276" w:type="dxa"/>
                </w:tcPr>
                <w:p w:rsidR="00B40346" w:rsidRPr="00FC2C27" w:rsidRDefault="00D92D89" w:rsidP="00B40346">
                  <w:pPr>
                    <w:pStyle w:val="AStyle1"/>
                    <w:jc w:val="center"/>
                  </w:pPr>
                  <w:r>
                    <w:t>Y / N</w:t>
                  </w:r>
                </w:p>
              </w:tc>
            </w:tr>
            <w:tr w:rsidR="00D92D89" w:rsidTr="00B40346">
              <w:tc>
                <w:tcPr>
                  <w:tcW w:w="8676" w:type="dxa"/>
                  <w:vAlign w:val="bottom"/>
                </w:tcPr>
                <w:p w:rsidR="00D92D89" w:rsidRDefault="00D92D89" w:rsidP="00D92D89">
                  <w:pPr>
                    <w:pStyle w:val="AStyle1"/>
                  </w:pPr>
                  <w:r>
                    <w:t>Allow editing of Price Level – In the Modify Job Screen</w:t>
                  </w:r>
                </w:p>
              </w:tc>
              <w:tc>
                <w:tcPr>
                  <w:tcW w:w="1276" w:type="dxa"/>
                </w:tcPr>
                <w:p w:rsidR="00D92D89" w:rsidRDefault="00D92D89" w:rsidP="00B40346">
                  <w:pPr>
                    <w:pStyle w:val="AStyle1"/>
                    <w:jc w:val="center"/>
                  </w:pPr>
                  <w:r>
                    <w:t>Y / N</w:t>
                  </w:r>
                </w:p>
              </w:tc>
            </w:tr>
            <w:tr w:rsidR="00B40346" w:rsidTr="00B40346">
              <w:tc>
                <w:tcPr>
                  <w:tcW w:w="8676" w:type="dxa"/>
                  <w:vAlign w:val="bottom"/>
                </w:tcPr>
                <w:p w:rsidR="00B40346" w:rsidRDefault="00B40346" w:rsidP="00B40346">
                  <w:pPr>
                    <w:pStyle w:val="AStyle1"/>
                  </w:pPr>
                  <w:r>
                    <w:lastRenderedPageBreak/>
                    <w:t>Show only Pending Invoices for Staff Location</w:t>
                  </w:r>
                </w:p>
              </w:tc>
              <w:tc>
                <w:tcPr>
                  <w:tcW w:w="1276" w:type="dxa"/>
                </w:tcPr>
                <w:p w:rsidR="00B40346" w:rsidRPr="00FC2C27" w:rsidRDefault="00D92D89" w:rsidP="00B40346">
                  <w:pPr>
                    <w:pStyle w:val="AStyle1"/>
                    <w:jc w:val="center"/>
                  </w:pPr>
                  <w:r>
                    <w:t>Y / N</w:t>
                  </w:r>
                </w:p>
              </w:tc>
            </w:tr>
            <w:tr w:rsidR="00D92D89" w:rsidTr="00B40346">
              <w:tc>
                <w:tcPr>
                  <w:tcW w:w="8676" w:type="dxa"/>
                  <w:vAlign w:val="bottom"/>
                </w:tcPr>
                <w:p w:rsidR="00D92D89" w:rsidRDefault="00D92D89" w:rsidP="00B40346">
                  <w:pPr>
                    <w:pStyle w:val="AStyle1"/>
                  </w:pPr>
                  <w:r>
                    <w:t>Allow Email Now</w:t>
                  </w:r>
                </w:p>
              </w:tc>
              <w:tc>
                <w:tcPr>
                  <w:tcW w:w="1276" w:type="dxa"/>
                </w:tcPr>
                <w:p w:rsidR="00D92D89" w:rsidRDefault="00D92D89" w:rsidP="00B40346">
                  <w:pPr>
                    <w:pStyle w:val="AStyle1"/>
                    <w:jc w:val="center"/>
                  </w:pPr>
                  <w:r>
                    <w:t>Y / N</w:t>
                  </w:r>
                </w:p>
              </w:tc>
            </w:tr>
            <w:tr w:rsidR="00D92D89" w:rsidTr="00B40346">
              <w:tc>
                <w:tcPr>
                  <w:tcW w:w="8676" w:type="dxa"/>
                  <w:vAlign w:val="bottom"/>
                </w:tcPr>
                <w:p w:rsidR="00D92D89" w:rsidRDefault="00D92D89" w:rsidP="00B40346">
                  <w:pPr>
                    <w:pStyle w:val="AStyle1"/>
                  </w:pPr>
                  <w:r>
                    <w:t>Allow email using local Email Application</w:t>
                  </w:r>
                </w:p>
              </w:tc>
              <w:tc>
                <w:tcPr>
                  <w:tcW w:w="1276" w:type="dxa"/>
                </w:tcPr>
                <w:p w:rsidR="00D92D89" w:rsidRDefault="00D92D89" w:rsidP="00B40346">
                  <w:pPr>
                    <w:pStyle w:val="AStyle1"/>
                    <w:jc w:val="center"/>
                  </w:pPr>
                  <w:r>
                    <w:t>Y / N</w:t>
                  </w:r>
                </w:p>
              </w:tc>
            </w:tr>
            <w:tr w:rsidR="00D92D89" w:rsidTr="00B40346">
              <w:tc>
                <w:tcPr>
                  <w:tcW w:w="8676" w:type="dxa"/>
                  <w:vAlign w:val="bottom"/>
                </w:tcPr>
                <w:p w:rsidR="00D92D89" w:rsidRDefault="00D92D89" w:rsidP="00B40346">
                  <w:pPr>
                    <w:pStyle w:val="AStyle1"/>
                  </w:pPr>
                  <w:r>
                    <w:t>Allow Supplier Invoices to be received with Orders</w:t>
                  </w:r>
                </w:p>
              </w:tc>
              <w:tc>
                <w:tcPr>
                  <w:tcW w:w="1276" w:type="dxa"/>
                </w:tcPr>
                <w:p w:rsidR="00D92D89" w:rsidRDefault="00D92D89" w:rsidP="00B40346">
                  <w:pPr>
                    <w:pStyle w:val="AStyle1"/>
                    <w:jc w:val="center"/>
                  </w:pPr>
                  <w:r>
                    <w:t>Y / N</w:t>
                  </w:r>
                </w:p>
              </w:tc>
            </w:tr>
            <w:tr w:rsidR="00D92D89" w:rsidTr="00B40346">
              <w:tc>
                <w:tcPr>
                  <w:tcW w:w="8676" w:type="dxa"/>
                  <w:vAlign w:val="bottom"/>
                </w:tcPr>
                <w:p w:rsidR="00D92D89" w:rsidRDefault="00D92D89" w:rsidP="00B40346">
                  <w:pPr>
                    <w:pStyle w:val="AStyle1"/>
                  </w:pPr>
                  <w:r>
                    <w:t>Allow Access to Product Settings</w:t>
                  </w:r>
                </w:p>
              </w:tc>
              <w:tc>
                <w:tcPr>
                  <w:tcW w:w="1276" w:type="dxa"/>
                </w:tcPr>
                <w:p w:rsidR="00D92D89" w:rsidRDefault="00D92D89" w:rsidP="00B40346">
                  <w:pPr>
                    <w:pStyle w:val="AStyle1"/>
                    <w:jc w:val="center"/>
                  </w:pPr>
                  <w:r>
                    <w:t>Y / N</w:t>
                  </w:r>
                </w:p>
              </w:tc>
            </w:tr>
            <w:tr w:rsidR="00B40346" w:rsidTr="00B40346">
              <w:tc>
                <w:tcPr>
                  <w:tcW w:w="8676" w:type="dxa"/>
                  <w:vAlign w:val="bottom"/>
                </w:tcPr>
                <w:p w:rsidR="00B40346" w:rsidRDefault="00B40346" w:rsidP="00B40346">
                  <w:pPr>
                    <w:pStyle w:val="AStyle1"/>
                  </w:pPr>
                  <w:r>
                    <w:t>View Own Schedule</w:t>
                  </w:r>
                </w:p>
              </w:tc>
              <w:tc>
                <w:tcPr>
                  <w:tcW w:w="1276" w:type="dxa"/>
                </w:tcPr>
                <w:p w:rsidR="00B40346" w:rsidRPr="00FC2C27" w:rsidRDefault="00D92D89" w:rsidP="00B40346">
                  <w:pPr>
                    <w:pStyle w:val="AStyle1"/>
                    <w:jc w:val="center"/>
                  </w:pPr>
                  <w:r>
                    <w:t>Y / N</w:t>
                  </w:r>
                </w:p>
              </w:tc>
            </w:tr>
            <w:tr w:rsidR="00B40346" w:rsidTr="00B40346">
              <w:tc>
                <w:tcPr>
                  <w:tcW w:w="8676" w:type="dxa"/>
                  <w:vAlign w:val="bottom"/>
                </w:tcPr>
                <w:p w:rsidR="00B40346" w:rsidRDefault="00B40346" w:rsidP="00B40346">
                  <w:pPr>
                    <w:pStyle w:val="AStyle1"/>
                  </w:pPr>
                  <w:r>
                    <w:t>View Schedule Centre</w:t>
                  </w:r>
                </w:p>
              </w:tc>
              <w:tc>
                <w:tcPr>
                  <w:tcW w:w="1276" w:type="dxa"/>
                </w:tcPr>
                <w:p w:rsidR="00B40346" w:rsidRPr="00FC2C27" w:rsidRDefault="00D92D89" w:rsidP="00B40346">
                  <w:pPr>
                    <w:pStyle w:val="AStyle1"/>
                    <w:jc w:val="center"/>
                  </w:pPr>
                  <w:r>
                    <w:t>Y / N</w:t>
                  </w:r>
                </w:p>
              </w:tc>
            </w:tr>
            <w:tr w:rsidR="00B40346" w:rsidTr="00B40346">
              <w:tc>
                <w:tcPr>
                  <w:tcW w:w="8676" w:type="dxa"/>
                  <w:vAlign w:val="bottom"/>
                </w:tcPr>
                <w:p w:rsidR="00B40346" w:rsidRDefault="00B40346" w:rsidP="00B40346">
                  <w:pPr>
                    <w:pStyle w:val="AStyle1"/>
                  </w:pPr>
                  <w:r>
                    <w:t>View all Schedule Centres</w:t>
                  </w:r>
                </w:p>
              </w:tc>
              <w:tc>
                <w:tcPr>
                  <w:tcW w:w="1276" w:type="dxa"/>
                </w:tcPr>
                <w:p w:rsidR="00B40346" w:rsidRPr="00FC2C27" w:rsidRDefault="000509E2" w:rsidP="00B40346">
                  <w:pPr>
                    <w:pStyle w:val="AStyle1"/>
                    <w:jc w:val="center"/>
                  </w:pPr>
                  <w:r>
                    <w:t>Y / N</w:t>
                  </w:r>
                </w:p>
              </w:tc>
            </w:tr>
            <w:tr w:rsidR="00B40346" w:rsidTr="00B40346">
              <w:tc>
                <w:tcPr>
                  <w:tcW w:w="8676" w:type="dxa"/>
                  <w:vAlign w:val="bottom"/>
                </w:tcPr>
                <w:p w:rsidR="00B40346" w:rsidRDefault="00B40346" w:rsidP="00B40346">
                  <w:pPr>
                    <w:pStyle w:val="AStyle1"/>
                  </w:pPr>
                  <w:r>
                    <w:t>Centre</w:t>
                  </w:r>
                </w:p>
              </w:tc>
              <w:tc>
                <w:tcPr>
                  <w:tcW w:w="1276" w:type="dxa"/>
                </w:tcPr>
                <w:p w:rsidR="00B40346" w:rsidRPr="00FC2C27" w:rsidRDefault="00B40346" w:rsidP="00B40346">
                  <w:pPr>
                    <w:pStyle w:val="AStyle1"/>
                    <w:jc w:val="center"/>
                  </w:pPr>
                </w:p>
              </w:tc>
            </w:tr>
            <w:tr w:rsidR="000509E2" w:rsidTr="00B40346">
              <w:tc>
                <w:tcPr>
                  <w:tcW w:w="8676" w:type="dxa"/>
                  <w:vAlign w:val="bottom"/>
                </w:tcPr>
                <w:p w:rsidR="000509E2" w:rsidRDefault="000509E2" w:rsidP="00B40346">
                  <w:pPr>
                    <w:pStyle w:val="AStyle1"/>
                  </w:pPr>
                  <w:r>
                    <w:t>Single Credit Note Limit (neg)</w:t>
                  </w:r>
                </w:p>
              </w:tc>
              <w:tc>
                <w:tcPr>
                  <w:tcW w:w="1276" w:type="dxa"/>
                </w:tcPr>
                <w:p w:rsidR="000509E2" w:rsidRPr="00FC2C27" w:rsidRDefault="000509E2" w:rsidP="000509E2">
                  <w:pPr>
                    <w:pStyle w:val="AStyle1"/>
                    <w:jc w:val="left"/>
                  </w:pPr>
                  <w:r>
                    <w:t>$</w:t>
                  </w:r>
                </w:p>
              </w:tc>
            </w:tr>
            <w:tr w:rsidR="000509E2" w:rsidTr="00B40346">
              <w:tc>
                <w:tcPr>
                  <w:tcW w:w="8676" w:type="dxa"/>
                  <w:vAlign w:val="bottom"/>
                </w:tcPr>
                <w:p w:rsidR="000509E2" w:rsidRDefault="000509E2" w:rsidP="00B40346">
                  <w:pPr>
                    <w:pStyle w:val="AStyle1"/>
                  </w:pPr>
                  <w:r>
                    <w:t>Single P/O Limit</w:t>
                  </w:r>
                </w:p>
              </w:tc>
              <w:tc>
                <w:tcPr>
                  <w:tcW w:w="1276" w:type="dxa"/>
                </w:tcPr>
                <w:p w:rsidR="000509E2" w:rsidRPr="00FC2C27" w:rsidRDefault="000509E2" w:rsidP="000509E2">
                  <w:pPr>
                    <w:pStyle w:val="AStyle1"/>
                    <w:jc w:val="left"/>
                  </w:pPr>
                  <w:r>
                    <w:t>$</w:t>
                  </w:r>
                </w:p>
              </w:tc>
            </w:tr>
          </w:tbl>
          <w:p w:rsidR="00B40346" w:rsidRDefault="00B40346" w:rsidP="00B40346"/>
          <w:p w:rsidR="00D92D89" w:rsidRDefault="00D92D89" w:rsidP="00B40346">
            <w:pPr>
              <w:pStyle w:val="Heading2"/>
            </w:pPr>
          </w:p>
          <w:p w:rsidR="00B40346" w:rsidRDefault="00B40346" w:rsidP="00B40346">
            <w:pPr>
              <w:pStyle w:val="Heading2"/>
            </w:pPr>
            <w:bookmarkStart w:id="32" w:name="_Toc497839216"/>
            <w:r>
              <w:t>Product Map</w:t>
            </w:r>
            <w:bookmarkEnd w:id="32"/>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B40346" w:rsidTr="00B40346">
              <w:tc>
                <w:tcPr>
                  <w:tcW w:w="8676" w:type="dxa"/>
                  <w:vAlign w:val="bottom"/>
                </w:tcPr>
                <w:p w:rsidR="00B40346" w:rsidRPr="00376F7F" w:rsidRDefault="00B40346" w:rsidP="00B40346">
                  <w:pPr>
                    <w:pStyle w:val="AStyle1"/>
                    <w:rPr>
                      <w:szCs w:val="20"/>
                    </w:rPr>
                  </w:pPr>
                  <w:r>
                    <w:rPr>
                      <w:szCs w:val="20"/>
                    </w:rPr>
                    <w:t>Available Labour Codes</w:t>
                  </w:r>
                </w:p>
              </w:tc>
              <w:tc>
                <w:tcPr>
                  <w:tcW w:w="1276" w:type="dxa"/>
                </w:tcPr>
                <w:p w:rsidR="00B40346" w:rsidRPr="00FC2C27" w:rsidRDefault="000509E2" w:rsidP="00B40346">
                  <w:pPr>
                    <w:pStyle w:val="AStyle1"/>
                    <w:jc w:val="center"/>
                  </w:pPr>
                  <w:r>
                    <w:t>Y / N</w:t>
                  </w:r>
                </w:p>
              </w:tc>
            </w:tr>
          </w:tbl>
          <w:p w:rsidR="00B40346" w:rsidRDefault="00B40346" w:rsidP="00B40346"/>
          <w:p w:rsidR="000509E2" w:rsidRDefault="000509E2" w:rsidP="000509E2">
            <w:pPr>
              <w:pStyle w:val="Heading2"/>
            </w:pPr>
          </w:p>
          <w:p w:rsidR="000509E2" w:rsidRDefault="000509E2" w:rsidP="000509E2">
            <w:pPr>
              <w:pStyle w:val="Heading2"/>
            </w:pPr>
            <w:bookmarkStart w:id="33" w:name="_Toc497839217"/>
            <w:r>
              <w:t>Sales Budget</w:t>
            </w:r>
            <w:bookmarkEnd w:id="33"/>
          </w:p>
          <w:p w:rsidR="000509E2" w:rsidRPr="000509E2" w:rsidRDefault="000509E2" w:rsidP="000509E2"/>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0509E2" w:rsidTr="000509E2">
              <w:tc>
                <w:tcPr>
                  <w:tcW w:w="8676" w:type="dxa"/>
                  <w:vAlign w:val="bottom"/>
                </w:tcPr>
                <w:p w:rsidR="000509E2" w:rsidRPr="00376F7F" w:rsidRDefault="000509E2" w:rsidP="000509E2">
                  <w:pPr>
                    <w:pStyle w:val="AStyle1"/>
                    <w:rPr>
                      <w:szCs w:val="20"/>
                    </w:rPr>
                  </w:pPr>
                  <w:r>
                    <w:rPr>
                      <w:szCs w:val="20"/>
                    </w:rPr>
                    <w:t>Enter Budget sales values for each month. Note: The figures are for a Financial Year</w:t>
                  </w:r>
                </w:p>
              </w:tc>
              <w:tc>
                <w:tcPr>
                  <w:tcW w:w="1276" w:type="dxa"/>
                </w:tcPr>
                <w:p w:rsidR="000509E2" w:rsidRPr="00FC2C27" w:rsidRDefault="000509E2" w:rsidP="000509E2">
                  <w:pPr>
                    <w:pStyle w:val="AStyle1"/>
                    <w:jc w:val="center"/>
                  </w:pPr>
                  <w:r>
                    <w:t>Y / N</w:t>
                  </w:r>
                </w:p>
              </w:tc>
            </w:tr>
            <w:tr w:rsidR="000509E2" w:rsidTr="000509E2">
              <w:tc>
                <w:tcPr>
                  <w:tcW w:w="8676" w:type="dxa"/>
                  <w:vAlign w:val="bottom"/>
                </w:tcPr>
                <w:p w:rsidR="000509E2" w:rsidRDefault="000509E2" w:rsidP="000509E2">
                  <w:pPr>
                    <w:pStyle w:val="AStyle1"/>
                    <w:rPr>
                      <w:szCs w:val="20"/>
                    </w:rPr>
                  </w:pPr>
                  <w:r>
                    <w:rPr>
                      <w:szCs w:val="20"/>
                    </w:rPr>
                    <w:t>January</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February</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March</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April</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May</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June</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July</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August</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September</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October</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November</w:t>
                  </w:r>
                </w:p>
              </w:tc>
              <w:tc>
                <w:tcPr>
                  <w:tcW w:w="1276" w:type="dxa"/>
                </w:tcPr>
                <w:p w:rsidR="000509E2" w:rsidRDefault="000509E2" w:rsidP="000509E2">
                  <w:pPr>
                    <w:pStyle w:val="AStyle1"/>
                    <w:jc w:val="left"/>
                  </w:pPr>
                  <w:r>
                    <w:t>$</w:t>
                  </w:r>
                </w:p>
              </w:tc>
            </w:tr>
            <w:tr w:rsidR="000509E2" w:rsidTr="000509E2">
              <w:tc>
                <w:tcPr>
                  <w:tcW w:w="8676" w:type="dxa"/>
                  <w:vAlign w:val="bottom"/>
                </w:tcPr>
                <w:p w:rsidR="000509E2" w:rsidRDefault="000509E2" w:rsidP="000509E2">
                  <w:pPr>
                    <w:pStyle w:val="AStyle1"/>
                    <w:rPr>
                      <w:szCs w:val="20"/>
                    </w:rPr>
                  </w:pPr>
                  <w:r>
                    <w:rPr>
                      <w:szCs w:val="20"/>
                    </w:rPr>
                    <w:t>December</w:t>
                  </w:r>
                </w:p>
              </w:tc>
              <w:tc>
                <w:tcPr>
                  <w:tcW w:w="1276" w:type="dxa"/>
                </w:tcPr>
                <w:p w:rsidR="000509E2" w:rsidRDefault="000509E2" w:rsidP="000509E2">
                  <w:pPr>
                    <w:pStyle w:val="AStyle1"/>
                    <w:jc w:val="left"/>
                  </w:pPr>
                  <w:r>
                    <w:t>$</w:t>
                  </w:r>
                </w:p>
              </w:tc>
            </w:tr>
          </w:tbl>
          <w:p w:rsidR="000509E2" w:rsidRPr="00B40346" w:rsidRDefault="000509E2" w:rsidP="00B40346"/>
        </w:tc>
      </w:tr>
      <w:tr w:rsidR="009B1235" w:rsidRPr="00F60437" w:rsidTr="00062D44">
        <w:trPr>
          <w:trHeight w:val="3954"/>
        </w:trPr>
        <w:tc>
          <w:tcPr>
            <w:tcW w:w="10312" w:type="dxa"/>
            <w:shd w:val="clear" w:color="auto" w:fill="auto"/>
          </w:tcPr>
          <w:p w:rsidR="000509E2" w:rsidRDefault="000509E2" w:rsidP="000509E2">
            <w:pPr>
              <w:pStyle w:val="Heading2"/>
            </w:pPr>
            <w:bookmarkStart w:id="34" w:name="_Toc497839218"/>
            <w:r>
              <w:lastRenderedPageBreak/>
              <w:t>Charts</w:t>
            </w:r>
            <w:bookmarkEnd w:id="34"/>
          </w:p>
          <w:p w:rsidR="000509E2" w:rsidRPr="000509E2" w:rsidRDefault="000509E2" w:rsidP="000509E2"/>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0509E2" w:rsidTr="00331546">
              <w:tc>
                <w:tcPr>
                  <w:tcW w:w="8676" w:type="dxa"/>
                  <w:vAlign w:val="bottom"/>
                </w:tcPr>
                <w:p w:rsidR="000509E2" w:rsidRPr="007200D5" w:rsidRDefault="000509E2" w:rsidP="00331546">
                  <w:pPr>
                    <w:pStyle w:val="AStyle1"/>
                  </w:pPr>
                  <w:r w:rsidRPr="000509E2">
                    <w:t>12 Months Sales Comparison with Target</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Pr="007200D5" w:rsidRDefault="000509E2" w:rsidP="00331546">
                  <w:pPr>
                    <w:pStyle w:val="AStyle1"/>
                  </w:pPr>
                  <w:r w:rsidRPr="000509E2">
                    <w:t xml:space="preserve">3 Years Profit and Loss   </w:t>
                  </w:r>
                </w:p>
              </w:tc>
              <w:tc>
                <w:tcPr>
                  <w:tcW w:w="1276" w:type="dxa"/>
                </w:tcPr>
                <w:p w:rsidR="000509E2" w:rsidRPr="00FC2C27" w:rsidRDefault="00331546"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Gross Profit by Location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Gross Profit by Manager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Gross Profit by Rep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Job Sales by Location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Sales / Target - Select by Rep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Sales by Customer Group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Sales by Customer Type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Sales by Location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Sales by Manager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Sales by Product Group                                                                      </w:t>
                  </w:r>
                </w:p>
              </w:tc>
              <w:tc>
                <w:tcPr>
                  <w:tcW w:w="1276" w:type="dxa"/>
                </w:tcPr>
                <w:p w:rsidR="000509E2" w:rsidRPr="00FC2C27" w:rsidRDefault="00331546"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4 Years Sales by Product Type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4 Years Sales by Rep</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Aged Customer Balances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Aged Supplier Balances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Average Customer Days to pay    </w:t>
                  </w:r>
                </w:p>
              </w:tc>
              <w:tc>
                <w:tcPr>
                  <w:tcW w:w="1276" w:type="dxa"/>
                </w:tcPr>
                <w:p w:rsidR="000509E2"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Customer (side panel)  </w:t>
                  </w:r>
                </w:p>
              </w:tc>
              <w:tc>
                <w:tcPr>
                  <w:tcW w:w="1276" w:type="dxa"/>
                </w:tcPr>
                <w:p w:rsidR="000509E2"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General Ledger (side panel)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Last 52 Weeks Sales Analysis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Last 52 Weeks Sales Analysis by Location                                                            </w:t>
                  </w:r>
                </w:p>
              </w:tc>
              <w:tc>
                <w:tcPr>
                  <w:tcW w:w="1276" w:type="dxa"/>
                </w:tcPr>
                <w:p w:rsidR="000509E2"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My 4 Years Sales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My Location 4 Years Sales  </w:t>
                  </w:r>
                </w:p>
              </w:tc>
              <w:tc>
                <w:tcPr>
                  <w:tcW w:w="1276" w:type="dxa"/>
                </w:tcPr>
                <w:p w:rsidR="000509E2"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My Location Last 52 Weeks Sales Analysis  </w:t>
                  </w:r>
                </w:p>
              </w:tc>
              <w:tc>
                <w:tcPr>
                  <w:tcW w:w="1276" w:type="dxa"/>
                </w:tcPr>
                <w:p w:rsidR="000509E2"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New Customers added  </w:t>
                  </w:r>
                </w:p>
              </w:tc>
              <w:tc>
                <w:tcPr>
                  <w:tcW w:w="1276" w:type="dxa"/>
                </w:tcPr>
                <w:p w:rsidR="000509E2"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New Customers added by Location   </w:t>
                  </w:r>
                </w:p>
              </w:tc>
              <w:tc>
                <w:tcPr>
                  <w:tcW w:w="1276" w:type="dxa"/>
                </w:tcPr>
                <w:p w:rsidR="000509E2"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New Customers added by Rep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Product (side panel)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Sales by the Hour All Locations   </w:t>
                  </w:r>
                </w:p>
              </w:tc>
              <w:tc>
                <w:tcPr>
                  <w:tcW w:w="1276" w:type="dxa"/>
                </w:tcPr>
                <w:p w:rsidR="000509E2" w:rsidRPr="00FC2C27" w:rsidRDefault="000509E2"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Supplier (side panel)</w:t>
                  </w:r>
                </w:p>
              </w:tc>
              <w:tc>
                <w:tcPr>
                  <w:tcW w:w="1276" w:type="dxa"/>
                </w:tcPr>
                <w:p w:rsidR="000509E2" w:rsidRPr="00FC2C27" w:rsidRDefault="00331546"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 xml:space="preserve">This Month's Sales                                                                                  </w:t>
                  </w:r>
                </w:p>
              </w:tc>
              <w:tc>
                <w:tcPr>
                  <w:tcW w:w="1276" w:type="dxa"/>
                </w:tcPr>
                <w:p w:rsidR="000509E2" w:rsidRPr="00FC2C27" w:rsidRDefault="00331546" w:rsidP="00331546">
                  <w:pPr>
                    <w:pStyle w:val="AStyle1"/>
                    <w:jc w:val="center"/>
                  </w:pPr>
                  <w:r>
                    <w:t>Y / N</w:t>
                  </w:r>
                </w:p>
              </w:tc>
            </w:tr>
            <w:tr w:rsidR="000509E2" w:rsidTr="00331546">
              <w:tc>
                <w:tcPr>
                  <w:tcW w:w="8676" w:type="dxa"/>
                  <w:vAlign w:val="bottom"/>
                </w:tcPr>
                <w:p w:rsidR="000509E2" w:rsidRDefault="000509E2" w:rsidP="00331546">
                  <w:pPr>
                    <w:pStyle w:val="AStyle1"/>
                  </w:pPr>
                  <w:r w:rsidRPr="000509E2">
                    <w:t>This Week's Sales</w:t>
                  </w:r>
                </w:p>
              </w:tc>
              <w:tc>
                <w:tcPr>
                  <w:tcW w:w="1276" w:type="dxa"/>
                </w:tcPr>
                <w:p w:rsidR="000509E2" w:rsidRPr="00FC2C27" w:rsidRDefault="00331546" w:rsidP="00331546">
                  <w:pPr>
                    <w:pStyle w:val="AStyle1"/>
                    <w:jc w:val="center"/>
                  </w:pPr>
                  <w:r>
                    <w:t>Y / N</w:t>
                  </w:r>
                </w:p>
              </w:tc>
            </w:tr>
            <w:tr w:rsidR="000509E2" w:rsidTr="00331546">
              <w:tc>
                <w:tcPr>
                  <w:tcW w:w="8676" w:type="dxa"/>
                  <w:vAlign w:val="bottom"/>
                </w:tcPr>
                <w:p w:rsidR="000509E2" w:rsidRPr="000509E2" w:rsidRDefault="00331546" w:rsidP="00331546">
                  <w:pPr>
                    <w:pStyle w:val="AStyle1"/>
                  </w:pPr>
                  <w:r w:rsidRPr="00331546">
                    <w:t xml:space="preserve">This Year's Sales  </w:t>
                  </w:r>
                </w:p>
              </w:tc>
              <w:tc>
                <w:tcPr>
                  <w:tcW w:w="1276" w:type="dxa"/>
                </w:tcPr>
                <w:p w:rsidR="000509E2" w:rsidRPr="00331546" w:rsidRDefault="00331546" w:rsidP="00331546">
                  <w:pPr>
                    <w:pStyle w:val="AStyle1"/>
                    <w:jc w:val="center"/>
                    <w:rPr>
                      <w:b/>
                    </w:rPr>
                  </w:pPr>
                  <w:r>
                    <w:t>Y / N</w:t>
                  </w:r>
                </w:p>
              </w:tc>
            </w:tr>
            <w:tr w:rsidR="00331546" w:rsidTr="00331546">
              <w:tc>
                <w:tcPr>
                  <w:tcW w:w="8676" w:type="dxa"/>
                  <w:vAlign w:val="bottom"/>
                </w:tcPr>
                <w:p w:rsidR="00331546" w:rsidRPr="00331546" w:rsidRDefault="00331546" w:rsidP="00331546">
                  <w:pPr>
                    <w:pStyle w:val="AStyle1"/>
                  </w:pPr>
                  <w:r w:rsidRPr="00331546">
                    <w:lastRenderedPageBreak/>
                    <w:t>Today's Sales</w:t>
                  </w:r>
                </w:p>
              </w:tc>
              <w:tc>
                <w:tcPr>
                  <w:tcW w:w="1276" w:type="dxa"/>
                </w:tcPr>
                <w:p w:rsidR="00331546" w:rsidRDefault="00331546" w:rsidP="00331546">
                  <w:pPr>
                    <w:pStyle w:val="AStyle1"/>
                    <w:jc w:val="center"/>
                  </w:pPr>
                  <w:r>
                    <w:t>Y / N</w:t>
                  </w:r>
                </w:p>
              </w:tc>
            </w:tr>
            <w:tr w:rsidR="00331546" w:rsidTr="00331546">
              <w:tc>
                <w:tcPr>
                  <w:tcW w:w="8676" w:type="dxa"/>
                  <w:vAlign w:val="bottom"/>
                </w:tcPr>
                <w:p w:rsidR="00331546" w:rsidRPr="00331546" w:rsidRDefault="00331546" w:rsidP="00331546">
                  <w:pPr>
                    <w:pStyle w:val="AStyle1"/>
                  </w:pPr>
                  <w:r w:rsidRPr="00331546">
                    <w:t xml:space="preserve">Today's Sales POS                                                                                   </w:t>
                  </w:r>
                </w:p>
              </w:tc>
              <w:tc>
                <w:tcPr>
                  <w:tcW w:w="1276" w:type="dxa"/>
                </w:tcPr>
                <w:p w:rsidR="00331546" w:rsidRDefault="00331546" w:rsidP="00331546">
                  <w:pPr>
                    <w:pStyle w:val="AStyle1"/>
                    <w:jc w:val="center"/>
                  </w:pPr>
                  <w:r>
                    <w:t>Y / N</w:t>
                  </w:r>
                </w:p>
              </w:tc>
            </w:tr>
          </w:tbl>
          <w:p w:rsidR="00D25490" w:rsidRPr="00D25490" w:rsidRDefault="00D25490" w:rsidP="00D25490"/>
        </w:tc>
      </w:tr>
      <w:tr w:rsidR="009B1235" w:rsidRPr="0045574B" w:rsidTr="00062D44">
        <w:trPr>
          <w:trHeight w:val="1720"/>
        </w:trPr>
        <w:tc>
          <w:tcPr>
            <w:tcW w:w="10312" w:type="dxa"/>
            <w:shd w:val="clear" w:color="auto" w:fill="auto"/>
          </w:tcPr>
          <w:p w:rsidR="007200D5" w:rsidRPr="00C055D0" w:rsidRDefault="007200D5" w:rsidP="00C055D0">
            <w:pPr>
              <w:ind w:left="0"/>
              <w:rPr>
                <w:u w:val="single"/>
              </w:rPr>
            </w:pPr>
          </w:p>
        </w:tc>
      </w:tr>
    </w:tbl>
    <w:p w:rsidR="007200D5" w:rsidRDefault="007200D5">
      <w:pPr>
        <w:rPr>
          <w:b/>
          <w:sz w:val="32"/>
          <w:szCs w:val="32"/>
        </w:rPr>
      </w:pPr>
    </w:p>
    <w:p w:rsidR="007200D5" w:rsidRDefault="007200D5">
      <w:pPr>
        <w:rPr>
          <w:b/>
          <w:sz w:val="32"/>
          <w:szCs w:val="32"/>
        </w:rPr>
      </w:pPr>
    </w:p>
    <w:p w:rsidR="007200D5" w:rsidRDefault="007200D5">
      <w:pPr>
        <w:rPr>
          <w:b/>
          <w:sz w:val="32"/>
          <w:szCs w:val="32"/>
        </w:rPr>
      </w:pPr>
    </w:p>
    <w:tbl>
      <w:tblPr>
        <w:tblW w:w="10312" w:type="dxa"/>
        <w:tblInd w:w="-459" w:type="dxa"/>
        <w:tblBorders>
          <w:insideV w:val="single" w:sz="4" w:space="0" w:color="auto"/>
        </w:tblBorders>
        <w:tblLook w:val="0000" w:firstRow="0" w:lastRow="0" w:firstColumn="0" w:lastColumn="0" w:noHBand="0" w:noVBand="0"/>
      </w:tblPr>
      <w:tblGrid>
        <w:gridCol w:w="10312"/>
      </w:tblGrid>
      <w:tr w:rsidR="009B1235" w:rsidRPr="0045574B" w:rsidTr="008829F3">
        <w:trPr>
          <w:trHeight w:val="703"/>
        </w:trPr>
        <w:tc>
          <w:tcPr>
            <w:tcW w:w="10312" w:type="dxa"/>
            <w:shd w:val="clear" w:color="auto" w:fill="auto"/>
          </w:tcPr>
          <w:p w:rsidR="009B1235" w:rsidRPr="008829F3" w:rsidRDefault="009F5C2A" w:rsidP="00854265">
            <w:pPr>
              <w:pStyle w:val="Heading1"/>
            </w:pPr>
            <w:r>
              <w:lastRenderedPageBreak/>
              <w:t xml:space="preserve"> </w:t>
            </w:r>
            <w:bookmarkStart w:id="35" w:name="_Toc497839219"/>
            <w:r w:rsidR="007200D5" w:rsidRPr="00A40C40">
              <w:t>Admin Menu Setting</w:t>
            </w:r>
            <w:r w:rsidR="008829F3">
              <w:t>s</w:t>
            </w:r>
            <w:bookmarkEnd w:id="35"/>
          </w:p>
        </w:tc>
      </w:tr>
      <w:tr w:rsidR="009B1235" w:rsidRPr="00F60437" w:rsidTr="00062D44">
        <w:trPr>
          <w:trHeight w:val="4028"/>
        </w:trPr>
        <w:tc>
          <w:tcPr>
            <w:tcW w:w="10312" w:type="dxa"/>
            <w:shd w:val="clear" w:color="auto" w:fill="auto"/>
          </w:tcPr>
          <w:p w:rsidR="009B1235" w:rsidRDefault="00EA585A" w:rsidP="008122F7">
            <w:pPr>
              <w:pStyle w:val="Heading2"/>
            </w:pPr>
            <w:bookmarkStart w:id="36" w:name="_Toc497839220"/>
            <w:r>
              <w:t xml:space="preserve">Manage </w:t>
            </w:r>
            <w:r w:rsidR="009B1235">
              <w:t>Email Defaults</w:t>
            </w:r>
            <w:bookmarkEnd w:id="36"/>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49"/>
              <w:gridCol w:w="3827"/>
              <w:gridCol w:w="1299"/>
            </w:tblGrid>
            <w:tr w:rsidR="009B1235" w:rsidTr="009B1235">
              <w:tc>
                <w:tcPr>
                  <w:tcW w:w="4849" w:type="dxa"/>
                  <w:vAlign w:val="bottom"/>
                </w:tcPr>
                <w:p w:rsidR="009B1235" w:rsidRPr="00376F7F" w:rsidRDefault="008829F3" w:rsidP="008829F3">
                  <w:pPr>
                    <w:pStyle w:val="AStyle1"/>
                  </w:pPr>
                  <w:r>
                    <w:t>E</w:t>
                  </w:r>
                  <w:r w:rsidR="009B1235" w:rsidRPr="00376F7F">
                    <w:t xml:space="preserve">mail </w:t>
                  </w:r>
                  <w:r>
                    <w:t>S</w:t>
                  </w:r>
                  <w:r w:rsidR="009B1235" w:rsidRPr="00376F7F">
                    <w:t>erver</w:t>
                  </w:r>
                </w:p>
              </w:tc>
              <w:tc>
                <w:tcPr>
                  <w:tcW w:w="5126" w:type="dxa"/>
                  <w:gridSpan w:val="2"/>
                </w:tcPr>
                <w:p w:rsidR="009B1235" w:rsidRPr="00FC2C27" w:rsidRDefault="009B1235" w:rsidP="009B1235">
                  <w:pPr>
                    <w:pStyle w:val="AStyle1"/>
                    <w:jc w:val="center"/>
                  </w:pPr>
                </w:p>
              </w:tc>
            </w:tr>
            <w:tr w:rsidR="009B1235" w:rsidTr="009B1235">
              <w:tc>
                <w:tcPr>
                  <w:tcW w:w="4849" w:type="dxa"/>
                  <w:vAlign w:val="bottom"/>
                </w:tcPr>
                <w:p w:rsidR="009B1235" w:rsidRPr="00376F7F" w:rsidRDefault="009B1235" w:rsidP="009B1235">
                  <w:pPr>
                    <w:pStyle w:val="AStyle1"/>
                  </w:pPr>
                  <w:r w:rsidRPr="00376F7F">
                    <w:t>Default Sending Email Address</w:t>
                  </w:r>
                </w:p>
              </w:tc>
              <w:tc>
                <w:tcPr>
                  <w:tcW w:w="5126" w:type="dxa"/>
                  <w:gridSpan w:val="2"/>
                </w:tcPr>
                <w:p w:rsidR="009B1235" w:rsidRPr="00FC2C27" w:rsidRDefault="009B1235" w:rsidP="009B1235">
                  <w:pPr>
                    <w:pStyle w:val="AStyle1"/>
                    <w:jc w:val="center"/>
                  </w:pPr>
                </w:p>
              </w:tc>
            </w:tr>
            <w:tr w:rsidR="009B1235" w:rsidTr="009B1235">
              <w:tc>
                <w:tcPr>
                  <w:tcW w:w="8676" w:type="dxa"/>
                  <w:gridSpan w:val="2"/>
                  <w:vAlign w:val="bottom"/>
                </w:tcPr>
                <w:p w:rsidR="009B1235" w:rsidRPr="00376F7F" w:rsidRDefault="009B1235" w:rsidP="008829F3">
                  <w:pPr>
                    <w:pStyle w:val="AStyle1"/>
                  </w:pPr>
                  <w:r w:rsidRPr="00376F7F">
                    <w:t xml:space="preserve">Use </w:t>
                  </w:r>
                  <w:r w:rsidR="008829F3">
                    <w:t>d</w:t>
                  </w:r>
                  <w:r w:rsidRPr="00376F7F">
                    <w:t>ocument creator’s Email Address</w:t>
                  </w:r>
                </w:p>
              </w:tc>
              <w:tc>
                <w:tcPr>
                  <w:tcW w:w="1299" w:type="dxa"/>
                </w:tcPr>
                <w:p w:rsidR="009B1235" w:rsidRPr="00FC2C27" w:rsidRDefault="009B1235" w:rsidP="009B1235">
                  <w:pPr>
                    <w:pStyle w:val="AStyle1"/>
                    <w:jc w:val="center"/>
                  </w:pPr>
                  <w:r w:rsidRPr="00FC2C27">
                    <w:t>Y / N</w:t>
                  </w:r>
                </w:p>
              </w:tc>
            </w:tr>
            <w:tr w:rsidR="009B1235" w:rsidTr="009B1235">
              <w:tc>
                <w:tcPr>
                  <w:tcW w:w="8676" w:type="dxa"/>
                  <w:gridSpan w:val="2"/>
                  <w:vAlign w:val="bottom"/>
                </w:tcPr>
                <w:p w:rsidR="009B1235" w:rsidRPr="00376F7F" w:rsidRDefault="001565FA" w:rsidP="009B1235">
                  <w:pPr>
                    <w:pStyle w:val="AStyle1"/>
                  </w:pPr>
                  <w:r>
                    <w:t>Require Username and Password</w:t>
                  </w:r>
                </w:p>
              </w:tc>
              <w:tc>
                <w:tcPr>
                  <w:tcW w:w="1299" w:type="dxa"/>
                </w:tcPr>
                <w:p w:rsidR="009B1235" w:rsidRPr="00FC2C27" w:rsidRDefault="009B1235" w:rsidP="009B1235">
                  <w:pPr>
                    <w:pStyle w:val="AStyle1"/>
                    <w:jc w:val="center"/>
                  </w:pPr>
                  <w:r w:rsidRPr="00FC2C27">
                    <w:t>Y / N</w:t>
                  </w:r>
                </w:p>
              </w:tc>
            </w:tr>
            <w:tr w:rsidR="009B1235" w:rsidTr="009B1235">
              <w:tc>
                <w:tcPr>
                  <w:tcW w:w="8676" w:type="dxa"/>
                  <w:gridSpan w:val="2"/>
                  <w:vAlign w:val="bottom"/>
                </w:tcPr>
                <w:p w:rsidR="009B1235" w:rsidRPr="00376F7F" w:rsidRDefault="009B1235" w:rsidP="009B1235">
                  <w:pPr>
                    <w:pStyle w:val="AStyle1"/>
                  </w:pPr>
                  <w:r w:rsidRPr="00376F7F">
                    <w:t>User name</w:t>
                  </w:r>
                </w:p>
              </w:tc>
              <w:tc>
                <w:tcPr>
                  <w:tcW w:w="1299" w:type="dxa"/>
                </w:tcPr>
                <w:p w:rsidR="009B1235" w:rsidRPr="00FC2C27" w:rsidRDefault="009B1235" w:rsidP="009B1235">
                  <w:pPr>
                    <w:pStyle w:val="AStyle1"/>
                    <w:jc w:val="center"/>
                  </w:pPr>
                </w:p>
              </w:tc>
            </w:tr>
            <w:tr w:rsidR="009B1235" w:rsidTr="009B1235">
              <w:tc>
                <w:tcPr>
                  <w:tcW w:w="8676" w:type="dxa"/>
                  <w:gridSpan w:val="2"/>
                  <w:vAlign w:val="bottom"/>
                </w:tcPr>
                <w:p w:rsidR="009B1235" w:rsidRPr="00376F7F" w:rsidRDefault="009B1235" w:rsidP="009B1235">
                  <w:pPr>
                    <w:pStyle w:val="AStyle1"/>
                  </w:pPr>
                  <w:r w:rsidRPr="00376F7F">
                    <w:t>Password</w:t>
                  </w:r>
                </w:p>
              </w:tc>
              <w:tc>
                <w:tcPr>
                  <w:tcW w:w="1299" w:type="dxa"/>
                </w:tcPr>
                <w:p w:rsidR="009B1235" w:rsidRPr="00FC2C27" w:rsidRDefault="009B1235" w:rsidP="009B1235">
                  <w:pPr>
                    <w:pStyle w:val="AStyle1"/>
                    <w:jc w:val="center"/>
                  </w:pPr>
                </w:p>
              </w:tc>
            </w:tr>
            <w:tr w:rsidR="009B1235" w:rsidTr="009B1235">
              <w:tc>
                <w:tcPr>
                  <w:tcW w:w="8676" w:type="dxa"/>
                  <w:gridSpan w:val="2"/>
                  <w:vAlign w:val="bottom"/>
                </w:tcPr>
                <w:p w:rsidR="009B1235" w:rsidRPr="00376F7F" w:rsidRDefault="001565FA" w:rsidP="006B3AE7">
                  <w:pPr>
                    <w:pStyle w:val="AStyle1"/>
                  </w:pPr>
                  <w:r w:rsidRPr="00376F7F">
                    <w:t>Use SSL</w:t>
                  </w:r>
                </w:p>
              </w:tc>
              <w:tc>
                <w:tcPr>
                  <w:tcW w:w="1299" w:type="dxa"/>
                </w:tcPr>
                <w:p w:rsidR="009B1235" w:rsidRPr="00FC2C27" w:rsidRDefault="001565FA" w:rsidP="009B1235">
                  <w:pPr>
                    <w:pStyle w:val="AStyle1"/>
                    <w:jc w:val="center"/>
                  </w:pPr>
                  <w:r w:rsidRPr="00FC2C27">
                    <w:t>Y / N</w:t>
                  </w:r>
                </w:p>
              </w:tc>
            </w:tr>
            <w:tr w:rsidR="008829F3" w:rsidTr="009B1235">
              <w:tc>
                <w:tcPr>
                  <w:tcW w:w="8676" w:type="dxa"/>
                  <w:gridSpan w:val="2"/>
                  <w:vAlign w:val="bottom"/>
                </w:tcPr>
                <w:p w:rsidR="008829F3" w:rsidRPr="00376F7F" w:rsidRDefault="008829F3" w:rsidP="006B3AE7">
                  <w:pPr>
                    <w:pStyle w:val="AStyle1"/>
                  </w:pPr>
                  <w:r>
                    <w:t>Use TLS</w:t>
                  </w:r>
                </w:p>
              </w:tc>
              <w:tc>
                <w:tcPr>
                  <w:tcW w:w="1299" w:type="dxa"/>
                </w:tcPr>
                <w:p w:rsidR="008829F3" w:rsidRPr="00FC2C27" w:rsidRDefault="008829F3" w:rsidP="009B1235">
                  <w:pPr>
                    <w:pStyle w:val="AStyle1"/>
                    <w:jc w:val="center"/>
                  </w:pPr>
                  <w:r>
                    <w:t>Y / N</w:t>
                  </w:r>
                </w:p>
              </w:tc>
            </w:tr>
            <w:tr w:rsidR="008829F3" w:rsidTr="009B1235">
              <w:tc>
                <w:tcPr>
                  <w:tcW w:w="8676" w:type="dxa"/>
                  <w:gridSpan w:val="2"/>
                  <w:vAlign w:val="bottom"/>
                </w:tcPr>
                <w:p w:rsidR="008829F3" w:rsidRDefault="008829F3" w:rsidP="006B3AE7">
                  <w:pPr>
                    <w:pStyle w:val="AStyle1"/>
                  </w:pPr>
                  <w:r>
                    <w:t>Server Port</w:t>
                  </w:r>
                </w:p>
              </w:tc>
              <w:tc>
                <w:tcPr>
                  <w:tcW w:w="1299" w:type="dxa"/>
                </w:tcPr>
                <w:p w:rsidR="008829F3" w:rsidRDefault="008829F3" w:rsidP="009B1235">
                  <w:pPr>
                    <w:pStyle w:val="AStyle1"/>
                    <w:jc w:val="center"/>
                  </w:pPr>
                </w:p>
              </w:tc>
            </w:tr>
            <w:tr w:rsidR="00CB3307" w:rsidTr="009B1235">
              <w:tc>
                <w:tcPr>
                  <w:tcW w:w="8676" w:type="dxa"/>
                  <w:gridSpan w:val="2"/>
                  <w:vAlign w:val="bottom"/>
                </w:tcPr>
                <w:p w:rsidR="00CB3307" w:rsidRDefault="00CB3307" w:rsidP="006B3AE7">
                  <w:pPr>
                    <w:pStyle w:val="AStyle1"/>
                  </w:pPr>
                  <w:r>
                    <w:t>Test Email Send OK</w:t>
                  </w:r>
                </w:p>
              </w:tc>
              <w:tc>
                <w:tcPr>
                  <w:tcW w:w="1299" w:type="dxa"/>
                </w:tcPr>
                <w:p w:rsidR="00CB3307" w:rsidRDefault="00CB3307" w:rsidP="009B1235">
                  <w:pPr>
                    <w:pStyle w:val="AStyle1"/>
                    <w:jc w:val="center"/>
                  </w:pPr>
                  <w:r>
                    <w:t>Y / N</w:t>
                  </w:r>
                </w:p>
              </w:tc>
            </w:tr>
            <w:tr w:rsidR="008829F3" w:rsidTr="009B1235">
              <w:tc>
                <w:tcPr>
                  <w:tcW w:w="8676" w:type="dxa"/>
                  <w:gridSpan w:val="2"/>
                  <w:vAlign w:val="bottom"/>
                </w:tcPr>
                <w:p w:rsidR="008829F3" w:rsidRDefault="008829F3" w:rsidP="006B3AE7">
                  <w:pPr>
                    <w:pStyle w:val="AStyle1"/>
                  </w:pPr>
                  <w:r>
                    <w:t>SMTP Authorisation Method</w:t>
                  </w:r>
                </w:p>
              </w:tc>
              <w:tc>
                <w:tcPr>
                  <w:tcW w:w="1299" w:type="dxa"/>
                </w:tcPr>
                <w:p w:rsidR="008829F3" w:rsidRDefault="008829F3" w:rsidP="009B1235">
                  <w:pPr>
                    <w:pStyle w:val="AStyle1"/>
                    <w:jc w:val="center"/>
                  </w:pPr>
                </w:p>
              </w:tc>
            </w:tr>
          </w:tbl>
          <w:p w:rsidR="009B1235" w:rsidRDefault="009B1235" w:rsidP="008122F7">
            <w:pPr>
              <w:pStyle w:val="Heading2"/>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96"/>
              <w:gridCol w:w="8080"/>
              <w:gridCol w:w="1299"/>
            </w:tblGrid>
            <w:tr w:rsidR="0066186D" w:rsidRPr="00FC2C27" w:rsidTr="00815FA7">
              <w:tc>
                <w:tcPr>
                  <w:tcW w:w="8676" w:type="dxa"/>
                  <w:gridSpan w:val="2"/>
                  <w:vAlign w:val="bottom"/>
                </w:tcPr>
                <w:p w:rsidR="0066186D" w:rsidRPr="00376F7F" w:rsidRDefault="0066186D" w:rsidP="00815FA7">
                  <w:pPr>
                    <w:pStyle w:val="AStyle1"/>
                  </w:pPr>
                  <w:r>
                    <w:t>Invoice Message</w:t>
                  </w:r>
                </w:p>
              </w:tc>
              <w:tc>
                <w:tcPr>
                  <w:tcW w:w="1299" w:type="dxa"/>
                </w:tcPr>
                <w:p w:rsidR="0066186D" w:rsidRPr="00FC2C27" w:rsidRDefault="0066186D" w:rsidP="00815FA7">
                  <w:pPr>
                    <w:pStyle w:val="AStyle1"/>
                    <w:jc w:val="center"/>
                  </w:pPr>
                  <w:r w:rsidRPr="00FC2C27">
                    <w:t>Y / N</w:t>
                  </w:r>
                </w:p>
              </w:tc>
            </w:tr>
            <w:tr w:rsidR="008829F3" w:rsidRPr="00FC2C27" w:rsidTr="008829F3">
              <w:tc>
                <w:tcPr>
                  <w:tcW w:w="596" w:type="dxa"/>
                  <w:vAlign w:val="bottom"/>
                </w:tcPr>
                <w:p w:rsidR="008829F3" w:rsidRDefault="008829F3" w:rsidP="00815FA7">
                  <w:pPr>
                    <w:pStyle w:val="AStyle1"/>
                  </w:pPr>
                </w:p>
              </w:tc>
              <w:tc>
                <w:tcPr>
                  <w:tcW w:w="8080" w:type="dxa"/>
                  <w:vAlign w:val="bottom"/>
                </w:tcPr>
                <w:p w:rsidR="008829F3" w:rsidRDefault="008829F3" w:rsidP="00815FA7">
                  <w:pPr>
                    <w:pStyle w:val="AStyle1"/>
                  </w:pPr>
                  <w:r>
                    <w:t>Send BCC to Sales Rep</w:t>
                  </w:r>
                </w:p>
              </w:tc>
              <w:tc>
                <w:tcPr>
                  <w:tcW w:w="1299" w:type="dxa"/>
                </w:tcPr>
                <w:p w:rsidR="008829F3" w:rsidRPr="00FC2C27" w:rsidRDefault="008829F3" w:rsidP="00815FA7">
                  <w:pPr>
                    <w:pStyle w:val="AStyle1"/>
                    <w:jc w:val="center"/>
                  </w:pPr>
                  <w:r w:rsidRPr="00FC2C27">
                    <w:t>Y / N</w:t>
                  </w:r>
                </w:p>
              </w:tc>
            </w:tr>
            <w:tr w:rsidR="008829F3" w:rsidRPr="00FC2C27" w:rsidTr="008829F3">
              <w:tc>
                <w:tcPr>
                  <w:tcW w:w="596" w:type="dxa"/>
                  <w:vAlign w:val="bottom"/>
                </w:tcPr>
                <w:p w:rsidR="008829F3" w:rsidRDefault="008829F3" w:rsidP="00815FA7">
                  <w:pPr>
                    <w:pStyle w:val="AStyle1"/>
                  </w:pPr>
                </w:p>
              </w:tc>
              <w:tc>
                <w:tcPr>
                  <w:tcW w:w="8080" w:type="dxa"/>
                  <w:vAlign w:val="bottom"/>
                </w:tcPr>
                <w:p w:rsidR="008829F3" w:rsidRDefault="008829F3" w:rsidP="00815FA7">
                  <w:pPr>
                    <w:pStyle w:val="AStyle1"/>
                  </w:pPr>
                  <w:r>
                    <w:t>Send Email to the contact selected on the invoice</w:t>
                  </w:r>
                </w:p>
              </w:tc>
              <w:tc>
                <w:tcPr>
                  <w:tcW w:w="1299" w:type="dxa"/>
                </w:tcPr>
                <w:p w:rsidR="008829F3" w:rsidRPr="00FC2C27" w:rsidRDefault="008829F3" w:rsidP="00815FA7">
                  <w:pPr>
                    <w:pStyle w:val="AStyle1"/>
                    <w:jc w:val="center"/>
                  </w:pPr>
                  <w:r w:rsidRPr="00FC2C27">
                    <w:t>Y / N</w:t>
                  </w:r>
                </w:p>
              </w:tc>
            </w:tr>
            <w:tr w:rsidR="0066186D" w:rsidRPr="00FC2C27" w:rsidTr="00815FA7">
              <w:tc>
                <w:tcPr>
                  <w:tcW w:w="8676" w:type="dxa"/>
                  <w:gridSpan w:val="2"/>
                  <w:vAlign w:val="bottom"/>
                </w:tcPr>
                <w:p w:rsidR="0066186D" w:rsidRPr="00376F7F" w:rsidRDefault="0066186D" w:rsidP="0066186D">
                  <w:pPr>
                    <w:pStyle w:val="AStyle1"/>
                  </w:pPr>
                  <w:r>
                    <w:t>Statements Message</w:t>
                  </w:r>
                </w:p>
              </w:tc>
              <w:tc>
                <w:tcPr>
                  <w:tcW w:w="1299" w:type="dxa"/>
                </w:tcPr>
                <w:p w:rsidR="0066186D" w:rsidRPr="00FC2C27" w:rsidRDefault="0066186D" w:rsidP="00815FA7">
                  <w:pPr>
                    <w:pStyle w:val="AStyle1"/>
                    <w:jc w:val="center"/>
                  </w:pPr>
                  <w:r w:rsidRPr="00FC2C27">
                    <w:t>Y / N</w:t>
                  </w:r>
                </w:p>
              </w:tc>
            </w:tr>
            <w:tr w:rsidR="0066186D" w:rsidRPr="00FC2C27" w:rsidTr="00815FA7">
              <w:tc>
                <w:tcPr>
                  <w:tcW w:w="8676" w:type="dxa"/>
                  <w:gridSpan w:val="2"/>
                  <w:vAlign w:val="bottom"/>
                </w:tcPr>
                <w:p w:rsidR="0066186D" w:rsidRPr="00376F7F" w:rsidRDefault="0066186D" w:rsidP="00815FA7">
                  <w:pPr>
                    <w:pStyle w:val="AStyle1"/>
                  </w:pPr>
                  <w:r>
                    <w:t>Quotes Message</w:t>
                  </w:r>
                </w:p>
              </w:tc>
              <w:tc>
                <w:tcPr>
                  <w:tcW w:w="1299" w:type="dxa"/>
                </w:tcPr>
                <w:p w:rsidR="0066186D" w:rsidRPr="00FC2C27" w:rsidRDefault="0066186D" w:rsidP="00815FA7">
                  <w:pPr>
                    <w:pStyle w:val="AStyle1"/>
                    <w:jc w:val="center"/>
                  </w:pPr>
                  <w:r w:rsidRPr="00FC2C27">
                    <w:t>Y / N</w:t>
                  </w:r>
                </w:p>
              </w:tc>
            </w:tr>
            <w:tr w:rsidR="008829F3" w:rsidRPr="00FC2C27" w:rsidTr="008829F3">
              <w:tc>
                <w:tcPr>
                  <w:tcW w:w="596" w:type="dxa"/>
                  <w:vAlign w:val="bottom"/>
                </w:tcPr>
                <w:p w:rsidR="008829F3" w:rsidRDefault="008829F3" w:rsidP="00815FA7">
                  <w:pPr>
                    <w:pStyle w:val="AStyle1"/>
                  </w:pPr>
                </w:p>
              </w:tc>
              <w:tc>
                <w:tcPr>
                  <w:tcW w:w="8080" w:type="dxa"/>
                  <w:vAlign w:val="bottom"/>
                </w:tcPr>
                <w:p w:rsidR="008829F3" w:rsidRDefault="008829F3" w:rsidP="00815FA7">
                  <w:pPr>
                    <w:pStyle w:val="AStyle1"/>
                  </w:pPr>
                  <w:r>
                    <w:t>Send BCC to Sales Rep</w:t>
                  </w:r>
                </w:p>
              </w:tc>
              <w:tc>
                <w:tcPr>
                  <w:tcW w:w="1299" w:type="dxa"/>
                </w:tcPr>
                <w:p w:rsidR="008829F3" w:rsidRPr="00FC2C27" w:rsidRDefault="008829F3" w:rsidP="00815FA7">
                  <w:pPr>
                    <w:pStyle w:val="AStyle1"/>
                    <w:jc w:val="center"/>
                  </w:pPr>
                  <w:r w:rsidRPr="00FC2C27">
                    <w:t>Y / N</w:t>
                  </w:r>
                </w:p>
              </w:tc>
            </w:tr>
            <w:tr w:rsidR="008829F3" w:rsidRPr="00FC2C27" w:rsidTr="008829F3">
              <w:tc>
                <w:tcPr>
                  <w:tcW w:w="596" w:type="dxa"/>
                  <w:vAlign w:val="bottom"/>
                </w:tcPr>
                <w:p w:rsidR="008829F3" w:rsidRDefault="008829F3" w:rsidP="00815FA7">
                  <w:pPr>
                    <w:pStyle w:val="AStyle1"/>
                  </w:pPr>
                </w:p>
              </w:tc>
              <w:tc>
                <w:tcPr>
                  <w:tcW w:w="8080" w:type="dxa"/>
                  <w:vAlign w:val="bottom"/>
                </w:tcPr>
                <w:p w:rsidR="008829F3" w:rsidRDefault="008829F3" w:rsidP="00815FA7">
                  <w:pPr>
                    <w:pStyle w:val="AStyle1"/>
                  </w:pPr>
                  <w:r>
                    <w:t>Send Email to the contact selected on the quote</w:t>
                  </w:r>
                </w:p>
              </w:tc>
              <w:tc>
                <w:tcPr>
                  <w:tcW w:w="1299" w:type="dxa"/>
                </w:tcPr>
                <w:p w:rsidR="008829F3" w:rsidRPr="00FC2C27" w:rsidRDefault="008829F3" w:rsidP="00815FA7">
                  <w:pPr>
                    <w:pStyle w:val="AStyle1"/>
                    <w:jc w:val="center"/>
                  </w:pPr>
                  <w:r w:rsidRPr="00FC2C27">
                    <w:t>Y / N</w:t>
                  </w:r>
                </w:p>
              </w:tc>
            </w:tr>
            <w:tr w:rsidR="0066186D" w:rsidRPr="00FC2C27" w:rsidTr="00815FA7">
              <w:tc>
                <w:tcPr>
                  <w:tcW w:w="8676" w:type="dxa"/>
                  <w:gridSpan w:val="2"/>
                  <w:vAlign w:val="bottom"/>
                </w:tcPr>
                <w:p w:rsidR="0066186D" w:rsidRPr="00376F7F" w:rsidRDefault="0066186D" w:rsidP="00815FA7">
                  <w:pPr>
                    <w:pStyle w:val="AStyle1"/>
                  </w:pPr>
                  <w:r>
                    <w:t>Receipts Message</w:t>
                  </w:r>
                </w:p>
              </w:tc>
              <w:tc>
                <w:tcPr>
                  <w:tcW w:w="1299" w:type="dxa"/>
                </w:tcPr>
                <w:p w:rsidR="0066186D" w:rsidRPr="00FC2C27" w:rsidRDefault="0066186D" w:rsidP="00815FA7">
                  <w:pPr>
                    <w:pStyle w:val="AStyle1"/>
                    <w:jc w:val="center"/>
                  </w:pPr>
                  <w:r w:rsidRPr="00FC2C27">
                    <w:t>Y / N</w:t>
                  </w:r>
                </w:p>
              </w:tc>
            </w:tr>
            <w:tr w:rsidR="001565FA" w:rsidRPr="00FC2C27" w:rsidTr="00815FA7">
              <w:tc>
                <w:tcPr>
                  <w:tcW w:w="8676" w:type="dxa"/>
                  <w:gridSpan w:val="2"/>
                  <w:vAlign w:val="bottom"/>
                </w:tcPr>
                <w:p w:rsidR="001565FA" w:rsidRDefault="001565FA" w:rsidP="00815FA7">
                  <w:pPr>
                    <w:pStyle w:val="AStyle1"/>
                  </w:pPr>
                  <w:r>
                    <w:t>Packing Slip Message</w:t>
                  </w:r>
                </w:p>
              </w:tc>
              <w:tc>
                <w:tcPr>
                  <w:tcW w:w="1299" w:type="dxa"/>
                </w:tcPr>
                <w:p w:rsidR="001565FA" w:rsidRPr="00FC2C27" w:rsidRDefault="001565FA" w:rsidP="00815FA7">
                  <w:pPr>
                    <w:pStyle w:val="AStyle1"/>
                    <w:jc w:val="center"/>
                  </w:pPr>
                  <w:r w:rsidRPr="00FC2C27">
                    <w:t>Y / N</w:t>
                  </w:r>
                </w:p>
              </w:tc>
            </w:tr>
            <w:tr w:rsidR="00F17FCA" w:rsidRPr="00FC2C27" w:rsidTr="0089135B">
              <w:tc>
                <w:tcPr>
                  <w:tcW w:w="596" w:type="dxa"/>
                  <w:vAlign w:val="bottom"/>
                </w:tcPr>
                <w:p w:rsidR="00F17FCA" w:rsidRPr="00FC2C27" w:rsidRDefault="00F17FCA" w:rsidP="00815FA7">
                  <w:pPr>
                    <w:pStyle w:val="AStyle1"/>
                    <w:jc w:val="center"/>
                  </w:pPr>
                </w:p>
              </w:tc>
              <w:tc>
                <w:tcPr>
                  <w:tcW w:w="8080" w:type="dxa"/>
                  <w:vAlign w:val="bottom"/>
                </w:tcPr>
                <w:p w:rsidR="00F17FCA" w:rsidRPr="00FC2C27" w:rsidRDefault="008829F3" w:rsidP="00F17FCA">
                  <w:pPr>
                    <w:pStyle w:val="AStyle1"/>
                    <w:jc w:val="left"/>
                  </w:pPr>
                  <w:r>
                    <w:t>Send BCC to Sales Rep</w:t>
                  </w:r>
                </w:p>
              </w:tc>
              <w:tc>
                <w:tcPr>
                  <w:tcW w:w="1299" w:type="dxa"/>
                  <w:vAlign w:val="bottom"/>
                </w:tcPr>
                <w:p w:rsidR="00F17FCA" w:rsidRPr="00FC2C27" w:rsidRDefault="008829F3" w:rsidP="00F17FCA">
                  <w:pPr>
                    <w:pStyle w:val="AStyle1"/>
                    <w:jc w:val="center"/>
                  </w:pPr>
                  <w:r w:rsidRPr="00FC2C27">
                    <w:t>Y / N</w:t>
                  </w:r>
                </w:p>
              </w:tc>
            </w:tr>
            <w:tr w:rsidR="00F17FCA" w:rsidRPr="00FC2C27" w:rsidTr="00F17FCA">
              <w:tc>
                <w:tcPr>
                  <w:tcW w:w="596" w:type="dxa"/>
                  <w:vAlign w:val="bottom"/>
                </w:tcPr>
                <w:p w:rsidR="00F17FCA" w:rsidRDefault="00F17FCA" w:rsidP="00815FA7">
                  <w:pPr>
                    <w:pStyle w:val="AStyle1"/>
                  </w:pPr>
                </w:p>
              </w:tc>
              <w:tc>
                <w:tcPr>
                  <w:tcW w:w="8080" w:type="dxa"/>
                  <w:vAlign w:val="bottom"/>
                </w:tcPr>
                <w:p w:rsidR="00F17FCA" w:rsidRDefault="00F17FCA" w:rsidP="00815FA7">
                  <w:pPr>
                    <w:pStyle w:val="AStyle1"/>
                  </w:pPr>
                  <w:r>
                    <w:t xml:space="preserve">Send Email to </w:t>
                  </w:r>
                  <w:r w:rsidR="008829F3">
                    <w:t xml:space="preserve">the </w:t>
                  </w:r>
                  <w:r>
                    <w:t>contact selected on the invoice</w:t>
                  </w:r>
                </w:p>
              </w:tc>
              <w:tc>
                <w:tcPr>
                  <w:tcW w:w="1299" w:type="dxa"/>
                </w:tcPr>
                <w:p w:rsidR="00F17FCA" w:rsidRPr="00FC2C27" w:rsidRDefault="00F17FCA" w:rsidP="00815FA7">
                  <w:pPr>
                    <w:pStyle w:val="AStyle1"/>
                    <w:jc w:val="center"/>
                  </w:pPr>
                  <w:r w:rsidRPr="00FC2C27">
                    <w:t>Y / N</w:t>
                  </w:r>
                </w:p>
              </w:tc>
            </w:tr>
            <w:tr w:rsidR="0066186D" w:rsidRPr="00FC2C27" w:rsidTr="00815FA7">
              <w:tc>
                <w:tcPr>
                  <w:tcW w:w="8676" w:type="dxa"/>
                  <w:gridSpan w:val="2"/>
                  <w:vAlign w:val="bottom"/>
                </w:tcPr>
                <w:p w:rsidR="0066186D" w:rsidRPr="00376F7F" w:rsidRDefault="0066186D" w:rsidP="00815FA7">
                  <w:pPr>
                    <w:pStyle w:val="AStyle1"/>
                  </w:pPr>
                  <w:r>
                    <w:t>Remittance Message</w:t>
                  </w:r>
                </w:p>
              </w:tc>
              <w:tc>
                <w:tcPr>
                  <w:tcW w:w="1299" w:type="dxa"/>
                </w:tcPr>
                <w:p w:rsidR="0066186D" w:rsidRPr="00FC2C27" w:rsidRDefault="0066186D" w:rsidP="00815FA7">
                  <w:pPr>
                    <w:pStyle w:val="AStyle1"/>
                    <w:jc w:val="center"/>
                  </w:pPr>
                  <w:r w:rsidRPr="00FC2C27">
                    <w:t>Y / N</w:t>
                  </w:r>
                </w:p>
              </w:tc>
            </w:tr>
            <w:tr w:rsidR="0066186D" w:rsidRPr="00FC2C27" w:rsidTr="00815FA7">
              <w:tc>
                <w:tcPr>
                  <w:tcW w:w="8676" w:type="dxa"/>
                  <w:gridSpan w:val="2"/>
                  <w:vAlign w:val="bottom"/>
                </w:tcPr>
                <w:p w:rsidR="0066186D" w:rsidRDefault="0066186D" w:rsidP="00815FA7">
                  <w:pPr>
                    <w:pStyle w:val="AStyle1"/>
                  </w:pPr>
                  <w:r>
                    <w:t>Purchase Orders Message</w:t>
                  </w:r>
                </w:p>
              </w:tc>
              <w:tc>
                <w:tcPr>
                  <w:tcW w:w="1299" w:type="dxa"/>
                </w:tcPr>
                <w:p w:rsidR="0066186D" w:rsidRPr="00FC2C27" w:rsidRDefault="0066186D" w:rsidP="00815FA7">
                  <w:pPr>
                    <w:pStyle w:val="AStyle1"/>
                    <w:jc w:val="center"/>
                  </w:pPr>
                  <w:r w:rsidRPr="00FC2C27">
                    <w:t>Y / N</w:t>
                  </w:r>
                </w:p>
              </w:tc>
            </w:tr>
            <w:tr w:rsidR="00F17FCA" w:rsidRPr="00FC2C27" w:rsidTr="00F17FCA">
              <w:tc>
                <w:tcPr>
                  <w:tcW w:w="596" w:type="dxa"/>
                  <w:vAlign w:val="bottom"/>
                </w:tcPr>
                <w:p w:rsidR="00F17FCA" w:rsidRDefault="00F17FCA" w:rsidP="00815FA7">
                  <w:pPr>
                    <w:pStyle w:val="AStyle1"/>
                  </w:pPr>
                </w:p>
              </w:tc>
              <w:tc>
                <w:tcPr>
                  <w:tcW w:w="8080" w:type="dxa"/>
                  <w:vAlign w:val="bottom"/>
                </w:tcPr>
                <w:p w:rsidR="00F17FCA" w:rsidRDefault="00F17FCA" w:rsidP="00815FA7">
                  <w:pPr>
                    <w:pStyle w:val="AStyle1"/>
                  </w:pPr>
                  <w:r>
                    <w:t xml:space="preserve">Use </w:t>
                  </w:r>
                  <w:proofErr w:type="spellStart"/>
                  <w:r>
                    <w:t>Orderer’s</w:t>
                  </w:r>
                  <w:proofErr w:type="spellEnd"/>
                  <w:r>
                    <w:t xml:space="preserve"> Email address</w:t>
                  </w:r>
                </w:p>
              </w:tc>
              <w:tc>
                <w:tcPr>
                  <w:tcW w:w="1299" w:type="dxa"/>
                </w:tcPr>
                <w:p w:rsidR="00F17FCA" w:rsidRPr="00FC2C27" w:rsidRDefault="00F17FCA" w:rsidP="00815FA7">
                  <w:pPr>
                    <w:pStyle w:val="AStyle1"/>
                    <w:jc w:val="center"/>
                  </w:pPr>
                  <w:r w:rsidRPr="00FC2C27">
                    <w:t>Y / N</w:t>
                  </w:r>
                </w:p>
              </w:tc>
            </w:tr>
            <w:tr w:rsidR="00F17FCA" w:rsidRPr="00FC2C27" w:rsidTr="00F17FCA">
              <w:tc>
                <w:tcPr>
                  <w:tcW w:w="596" w:type="dxa"/>
                  <w:vAlign w:val="bottom"/>
                </w:tcPr>
                <w:p w:rsidR="00F17FCA" w:rsidRDefault="00F17FCA" w:rsidP="00815FA7">
                  <w:pPr>
                    <w:pStyle w:val="AStyle1"/>
                  </w:pPr>
                </w:p>
              </w:tc>
              <w:tc>
                <w:tcPr>
                  <w:tcW w:w="8080" w:type="dxa"/>
                  <w:vAlign w:val="bottom"/>
                </w:tcPr>
                <w:p w:rsidR="00F17FCA" w:rsidRDefault="00F17FCA" w:rsidP="00815FA7">
                  <w:pPr>
                    <w:pStyle w:val="AStyle1"/>
                  </w:pPr>
                  <w:r>
                    <w:t xml:space="preserve">Send BCC to </w:t>
                  </w:r>
                  <w:proofErr w:type="spellStart"/>
                  <w:r>
                    <w:t>Orderer</w:t>
                  </w:r>
                  <w:proofErr w:type="spellEnd"/>
                </w:p>
              </w:tc>
              <w:tc>
                <w:tcPr>
                  <w:tcW w:w="1299" w:type="dxa"/>
                </w:tcPr>
                <w:p w:rsidR="00F17FCA" w:rsidRPr="00FC2C27" w:rsidRDefault="00F17FCA" w:rsidP="00815FA7">
                  <w:pPr>
                    <w:pStyle w:val="AStyle1"/>
                    <w:jc w:val="center"/>
                  </w:pPr>
                  <w:r w:rsidRPr="00FC2C27">
                    <w:t>Y / N</w:t>
                  </w:r>
                </w:p>
              </w:tc>
            </w:tr>
          </w:tbl>
          <w:p w:rsidR="0066186D" w:rsidRDefault="0066186D" w:rsidP="0066186D"/>
          <w:p w:rsidR="008829F3" w:rsidRDefault="008829F3" w:rsidP="0066186D"/>
          <w:p w:rsidR="00EA585A" w:rsidRDefault="00EA585A" w:rsidP="008829F3">
            <w:pPr>
              <w:pStyle w:val="Heading2"/>
            </w:pPr>
            <w:bookmarkStart w:id="37" w:name="_Toc497839221"/>
            <w:r>
              <w:t>Manage Custom Reports</w:t>
            </w:r>
            <w:bookmarkEnd w:id="37"/>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EA585A" w:rsidTr="00EA585A">
              <w:tc>
                <w:tcPr>
                  <w:tcW w:w="8676" w:type="dxa"/>
                  <w:vAlign w:val="bottom"/>
                </w:tcPr>
                <w:p w:rsidR="00EA585A" w:rsidRPr="00376F7F" w:rsidRDefault="00EA585A" w:rsidP="00EA585A">
                  <w:pPr>
                    <w:pStyle w:val="AStyle1"/>
                    <w:rPr>
                      <w:szCs w:val="20"/>
                    </w:rPr>
                  </w:pPr>
                  <w:r>
                    <w:rPr>
                      <w:szCs w:val="20"/>
                    </w:rPr>
                    <w:t>Custom Reports</w:t>
                  </w:r>
                </w:p>
              </w:tc>
              <w:tc>
                <w:tcPr>
                  <w:tcW w:w="1276" w:type="dxa"/>
                </w:tcPr>
                <w:p w:rsidR="00EA585A" w:rsidRPr="00FC2C27" w:rsidRDefault="00EA585A" w:rsidP="00EA585A">
                  <w:pPr>
                    <w:pStyle w:val="AStyle1"/>
                    <w:jc w:val="center"/>
                  </w:pPr>
                  <w:r>
                    <w:t>Y / N</w:t>
                  </w:r>
                </w:p>
              </w:tc>
            </w:tr>
          </w:tbl>
          <w:p w:rsidR="00EA585A" w:rsidRDefault="00EA585A" w:rsidP="008829F3">
            <w:pPr>
              <w:pStyle w:val="Heading2"/>
            </w:pPr>
          </w:p>
          <w:p w:rsidR="00EA585A" w:rsidRDefault="00EA585A" w:rsidP="008829F3">
            <w:pPr>
              <w:pStyle w:val="Heading2"/>
            </w:pPr>
          </w:p>
          <w:p w:rsidR="00EA585A" w:rsidRDefault="00EA585A" w:rsidP="00EA585A">
            <w:pPr>
              <w:pStyle w:val="Heading2"/>
            </w:pPr>
            <w:bookmarkStart w:id="38" w:name="_Toc497839222"/>
            <w:r>
              <w:t>Manage Custom Utilities</w:t>
            </w:r>
            <w:bookmarkEnd w:id="38"/>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EA585A" w:rsidTr="00EA585A">
              <w:tc>
                <w:tcPr>
                  <w:tcW w:w="8676" w:type="dxa"/>
                  <w:vAlign w:val="bottom"/>
                </w:tcPr>
                <w:p w:rsidR="00EA585A" w:rsidRPr="00376F7F" w:rsidRDefault="00EA585A" w:rsidP="00EA585A">
                  <w:pPr>
                    <w:pStyle w:val="AStyle1"/>
                    <w:rPr>
                      <w:szCs w:val="20"/>
                    </w:rPr>
                  </w:pPr>
                  <w:r>
                    <w:rPr>
                      <w:szCs w:val="20"/>
                    </w:rPr>
                    <w:t>Custom Utilities</w:t>
                  </w:r>
                </w:p>
              </w:tc>
              <w:tc>
                <w:tcPr>
                  <w:tcW w:w="1276" w:type="dxa"/>
                </w:tcPr>
                <w:p w:rsidR="00EA585A" w:rsidRPr="00FC2C27" w:rsidRDefault="00EA585A" w:rsidP="00EA585A">
                  <w:pPr>
                    <w:pStyle w:val="AStyle1"/>
                    <w:jc w:val="center"/>
                  </w:pPr>
                  <w:r>
                    <w:t>Y / N</w:t>
                  </w:r>
                </w:p>
              </w:tc>
            </w:tr>
          </w:tbl>
          <w:p w:rsidR="00EA585A" w:rsidRPr="00EA585A" w:rsidRDefault="00EA585A" w:rsidP="00EA585A"/>
          <w:p w:rsidR="00EA585A" w:rsidRDefault="00EA585A" w:rsidP="00EA585A">
            <w:pPr>
              <w:pStyle w:val="Heading2"/>
            </w:pPr>
            <w:r>
              <w:br/>
            </w:r>
            <w:bookmarkStart w:id="39" w:name="_Toc497839223"/>
            <w:r>
              <w:t>Manage Import Routines</w:t>
            </w:r>
            <w:bookmarkEnd w:id="39"/>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EA585A" w:rsidTr="00EA585A">
              <w:tc>
                <w:tcPr>
                  <w:tcW w:w="8676" w:type="dxa"/>
                  <w:vAlign w:val="bottom"/>
                </w:tcPr>
                <w:p w:rsidR="00EA585A" w:rsidRPr="00376F7F" w:rsidRDefault="00EA585A" w:rsidP="00EA585A">
                  <w:pPr>
                    <w:pStyle w:val="AStyle1"/>
                    <w:rPr>
                      <w:szCs w:val="20"/>
                    </w:rPr>
                  </w:pPr>
                  <w:r>
                    <w:rPr>
                      <w:szCs w:val="20"/>
                    </w:rPr>
                    <w:t xml:space="preserve">Import Routine </w:t>
                  </w:r>
                </w:p>
              </w:tc>
              <w:tc>
                <w:tcPr>
                  <w:tcW w:w="1276" w:type="dxa"/>
                </w:tcPr>
                <w:p w:rsidR="00EA585A" w:rsidRPr="00FC2C27" w:rsidRDefault="00EA585A" w:rsidP="00EA585A">
                  <w:pPr>
                    <w:pStyle w:val="AStyle1"/>
                    <w:jc w:val="center"/>
                  </w:pPr>
                  <w:r>
                    <w:t>Y / N</w:t>
                  </w:r>
                </w:p>
              </w:tc>
            </w:tr>
          </w:tbl>
          <w:p w:rsidR="00EA585A" w:rsidRDefault="00EA585A" w:rsidP="00EA585A">
            <w:pPr>
              <w:pStyle w:val="Heading2"/>
              <w:jc w:val="both"/>
            </w:pPr>
          </w:p>
          <w:p w:rsidR="008829F3" w:rsidRDefault="008829F3" w:rsidP="008829F3">
            <w:pPr>
              <w:pStyle w:val="Heading2"/>
            </w:pPr>
            <w:bookmarkStart w:id="40" w:name="_Toc497839224"/>
            <w:r>
              <w:t>Menu Groups</w:t>
            </w:r>
            <w:bookmarkEnd w:id="40"/>
          </w:p>
          <w:tbl>
            <w:tblPr>
              <w:tblW w:w="99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76"/>
              <w:gridCol w:w="1276"/>
            </w:tblGrid>
            <w:tr w:rsidR="008829F3" w:rsidTr="008829F3">
              <w:tc>
                <w:tcPr>
                  <w:tcW w:w="8676" w:type="dxa"/>
                  <w:vAlign w:val="bottom"/>
                </w:tcPr>
                <w:p w:rsidR="008829F3" w:rsidRPr="00376F7F" w:rsidRDefault="008829F3" w:rsidP="008829F3">
                  <w:pPr>
                    <w:pStyle w:val="AStyle1"/>
                    <w:rPr>
                      <w:szCs w:val="20"/>
                    </w:rPr>
                  </w:pPr>
                  <w:r w:rsidRPr="00376F7F">
                    <w:rPr>
                      <w:szCs w:val="20"/>
                    </w:rPr>
                    <w:t>Set Up Menu Group Levels</w:t>
                  </w:r>
                </w:p>
              </w:tc>
              <w:tc>
                <w:tcPr>
                  <w:tcW w:w="1276" w:type="dxa"/>
                </w:tcPr>
                <w:p w:rsidR="008829F3" w:rsidRPr="00FC2C27" w:rsidRDefault="008829F3" w:rsidP="008829F3">
                  <w:pPr>
                    <w:pStyle w:val="AStyle1"/>
                    <w:jc w:val="center"/>
                  </w:pPr>
                </w:p>
              </w:tc>
            </w:tr>
          </w:tbl>
          <w:p w:rsidR="008829F3" w:rsidRDefault="008829F3" w:rsidP="0066186D"/>
          <w:p w:rsidR="008829F3" w:rsidRDefault="008829F3" w:rsidP="0066186D"/>
          <w:p w:rsidR="008829F3" w:rsidRDefault="008829F3" w:rsidP="0066186D"/>
          <w:p w:rsidR="008829F3" w:rsidRDefault="008829F3" w:rsidP="0066186D"/>
          <w:p w:rsidR="008829F3" w:rsidRDefault="008829F3" w:rsidP="0066186D"/>
          <w:p w:rsidR="008829F3" w:rsidRPr="0066186D" w:rsidRDefault="008829F3" w:rsidP="0066186D"/>
        </w:tc>
      </w:tr>
    </w:tbl>
    <w:p w:rsidR="009B1235" w:rsidRPr="002462DD" w:rsidRDefault="009B1235" w:rsidP="009B1235">
      <w:r>
        <w:lastRenderedPageBreak/>
        <w:br w:type="page"/>
      </w:r>
    </w:p>
    <w:tbl>
      <w:tblPr>
        <w:tblW w:w="10206" w:type="dxa"/>
        <w:tblInd w:w="-459" w:type="dxa"/>
        <w:tblBorders>
          <w:insideV w:val="dotted" w:sz="4" w:space="0" w:color="2E4D64"/>
        </w:tblBorders>
        <w:tblLayout w:type="fixed"/>
        <w:tblLook w:val="0000" w:firstRow="0" w:lastRow="0" w:firstColumn="0" w:lastColumn="0" w:noHBand="0" w:noVBand="0"/>
      </w:tblPr>
      <w:tblGrid>
        <w:gridCol w:w="10206"/>
      </w:tblGrid>
      <w:tr w:rsidR="007A67F5" w:rsidRPr="00F223FC" w:rsidTr="00062D44">
        <w:trPr>
          <w:trHeight w:val="6350"/>
        </w:trPr>
        <w:tc>
          <w:tcPr>
            <w:tcW w:w="10206" w:type="dxa"/>
            <w:shd w:val="clear" w:color="auto" w:fill="auto"/>
          </w:tcPr>
          <w:p w:rsidR="007A67F5" w:rsidRDefault="007A67F5" w:rsidP="008122F7">
            <w:pPr>
              <w:pStyle w:val="Heading2"/>
            </w:pPr>
            <w:bookmarkStart w:id="41" w:name="_Toc497839225"/>
            <w:r>
              <w:lastRenderedPageBreak/>
              <w:t>Cashbook and Financials Settings</w:t>
            </w:r>
            <w:bookmarkEnd w:id="41"/>
          </w:p>
          <w:p w:rsidR="007A67F5" w:rsidRPr="00F223FC" w:rsidRDefault="007A67F5" w:rsidP="009B1235">
            <w:pPr>
              <w:pStyle w:val="Heading3"/>
              <w:ind w:left="0"/>
            </w:pPr>
            <w:r>
              <w:t>Conversion Date Balances</w:t>
            </w:r>
          </w:p>
          <w:p w:rsidR="007A67F5" w:rsidRPr="00E17907" w:rsidRDefault="007A67F5" w:rsidP="004D19DE">
            <w:pPr>
              <w:pStyle w:val="AStyle1"/>
              <w:numPr>
                <w:ilvl w:val="0"/>
                <w:numId w:val="8"/>
              </w:numPr>
            </w:pPr>
            <w:r w:rsidRPr="00E17907">
              <w:t xml:space="preserve">Enter any conversion date balances under Admin </w:t>
            </w:r>
            <w:r w:rsidR="00376F7F">
              <w:rPr>
                <w:bCs/>
                <w:szCs w:val="20"/>
              </w:rPr>
              <w:t>/</w:t>
            </w:r>
            <w:r w:rsidRPr="00E17907">
              <w:t xml:space="preserve"> Other </w:t>
            </w:r>
            <w:r w:rsidR="00376F7F">
              <w:t>/</w:t>
            </w:r>
            <w:r w:rsidRPr="00E17907">
              <w:t xml:space="preserve"> Enter Conversion</w:t>
            </w:r>
            <w:r w:rsidR="00EA585A">
              <w:t xml:space="preserve"> Date</w:t>
            </w:r>
            <w:r w:rsidRPr="00E17907">
              <w:t xml:space="preserve"> Balances. If you are converting at the start of a financial year then Enter Opening Balances will achieve the same result.</w:t>
            </w:r>
          </w:p>
          <w:p w:rsidR="007A67F5" w:rsidRPr="00F223FC" w:rsidRDefault="007A67F5" w:rsidP="009B1235">
            <w:pPr>
              <w:pStyle w:val="Heading3"/>
              <w:ind w:left="0"/>
            </w:pPr>
            <w:r>
              <w:t>Trial Balance</w:t>
            </w:r>
          </w:p>
          <w:p w:rsidR="007A67F5" w:rsidRDefault="007A67F5" w:rsidP="004D19DE">
            <w:pPr>
              <w:pStyle w:val="AStyle1"/>
              <w:numPr>
                <w:ilvl w:val="0"/>
                <w:numId w:val="8"/>
              </w:numPr>
            </w:pPr>
            <w:r w:rsidRPr="00A46D40">
              <w:t xml:space="preserve">Check the Trial Balance report and Balance Sheet or Profit and Loss for accuracy using Financials </w:t>
            </w:r>
            <w:r w:rsidR="00376F7F">
              <w:rPr>
                <w:bCs/>
                <w:szCs w:val="20"/>
              </w:rPr>
              <w:t>/</w:t>
            </w:r>
            <w:r w:rsidRPr="00A46D40">
              <w:t xml:space="preserve"> Reports.</w:t>
            </w:r>
          </w:p>
          <w:p w:rsidR="007A67F5" w:rsidRPr="00F223FC" w:rsidRDefault="007A67F5" w:rsidP="009B1235">
            <w:pPr>
              <w:pStyle w:val="Heading3"/>
              <w:ind w:left="0"/>
            </w:pPr>
            <w:r>
              <w:t>Bank Account Details</w:t>
            </w:r>
          </w:p>
          <w:p w:rsidR="007A67F5" w:rsidRPr="00E17907" w:rsidRDefault="007A67F5" w:rsidP="004D19DE">
            <w:pPr>
              <w:pStyle w:val="AStyle1"/>
              <w:numPr>
                <w:ilvl w:val="0"/>
                <w:numId w:val="8"/>
              </w:numPr>
            </w:pPr>
            <w:r w:rsidRPr="00E17907">
              <w:t xml:space="preserve">Under Financials </w:t>
            </w:r>
            <w:r w:rsidR="00376F7F">
              <w:rPr>
                <w:bCs/>
                <w:szCs w:val="20"/>
              </w:rPr>
              <w:t>/</w:t>
            </w:r>
            <w:r w:rsidR="002477F5">
              <w:t xml:space="preserve"> </w:t>
            </w:r>
            <w:r w:rsidR="00EA585A">
              <w:t>Manage</w:t>
            </w:r>
            <w:r w:rsidR="002477F5">
              <w:t xml:space="preserve"> G/L ID</w:t>
            </w:r>
            <w:r w:rsidRPr="00E17907">
              <w:t>s</w:t>
            </w:r>
            <w:r w:rsidR="008D500C">
              <w:t xml:space="preserve"> e</w:t>
            </w:r>
            <w:r w:rsidRPr="00E17907">
              <w:t xml:space="preserve">nter </w:t>
            </w:r>
            <w:r>
              <w:t>B</w:t>
            </w:r>
            <w:r w:rsidRPr="00E17907">
              <w:t xml:space="preserve">ank </w:t>
            </w:r>
            <w:r>
              <w:t>A</w:t>
            </w:r>
            <w:r w:rsidRPr="00E17907">
              <w:t xml:space="preserve">ccount </w:t>
            </w:r>
            <w:r>
              <w:t>N</w:t>
            </w:r>
            <w:r w:rsidRPr="00E17907">
              <w:t xml:space="preserve">umbers, the </w:t>
            </w:r>
            <w:r>
              <w:t>N</w:t>
            </w:r>
            <w:r w:rsidRPr="00E17907">
              <w:t xml:space="preserve">ext </w:t>
            </w:r>
            <w:r>
              <w:t>C</w:t>
            </w:r>
            <w:r w:rsidRPr="00E17907">
              <w:t xml:space="preserve">heque </w:t>
            </w:r>
            <w:r>
              <w:t>N</w:t>
            </w:r>
            <w:r w:rsidRPr="00E17907">
              <w:t xml:space="preserve">umbers and </w:t>
            </w:r>
            <w:r>
              <w:t>O</w:t>
            </w:r>
            <w:r w:rsidRPr="00E17907">
              <w:t xml:space="preserve">pening </w:t>
            </w:r>
            <w:r>
              <w:t>B</w:t>
            </w:r>
            <w:r w:rsidRPr="00E17907">
              <w:t xml:space="preserve">ank </w:t>
            </w:r>
            <w:r>
              <w:t>R</w:t>
            </w:r>
            <w:r w:rsidRPr="00E17907">
              <w:t xml:space="preserve">econciliation </w:t>
            </w:r>
            <w:r>
              <w:t>B</w:t>
            </w:r>
            <w:r w:rsidRPr="00E17907">
              <w:t>alances (The account must be a Current Asset Transaction account and have the Bank Account tick box flagged to be able to view these fields).</w:t>
            </w:r>
          </w:p>
          <w:p w:rsidR="007A67F5" w:rsidRDefault="00097CEC" w:rsidP="009B1235">
            <w:pPr>
              <w:pStyle w:val="Heading3"/>
              <w:ind w:left="0"/>
            </w:pPr>
            <w:r>
              <w:t>Un Presented</w:t>
            </w:r>
            <w:r w:rsidR="007A67F5">
              <w:t xml:space="preserve"> Transactions</w:t>
            </w:r>
          </w:p>
          <w:p w:rsidR="007A67F5" w:rsidRPr="001F34B9" w:rsidRDefault="007A67F5" w:rsidP="004D19DE">
            <w:pPr>
              <w:pStyle w:val="AStyle1"/>
              <w:numPr>
                <w:ilvl w:val="0"/>
                <w:numId w:val="8"/>
              </w:numPr>
            </w:pPr>
            <w:r w:rsidRPr="001F34B9">
              <w:t>Enter any un-presented cheques or deposits into the system. If they are already included in the opening balances entered above, mark them as GST Exempt and disburse them to the G/L ID of the bank account they belong to. This will avoid any changes to your balances.</w:t>
            </w:r>
          </w:p>
          <w:p w:rsidR="007A67F5" w:rsidRPr="00F223FC" w:rsidRDefault="007A67F5" w:rsidP="004D19DE">
            <w:pPr>
              <w:pStyle w:val="AStyle1"/>
              <w:numPr>
                <w:ilvl w:val="0"/>
                <w:numId w:val="8"/>
              </w:numPr>
            </w:pPr>
            <w:r w:rsidRPr="00A46D40">
              <w:t>If they are new entries not included in the opening balances, then mark them for GST as normal and disburse them to the correct G/L IDs.</w:t>
            </w:r>
          </w:p>
        </w:tc>
      </w:tr>
      <w:tr w:rsidR="007A67F5" w:rsidRPr="00F223FC" w:rsidTr="00062D44">
        <w:trPr>
          <w:trHeight w:val="3831"/>
        </w:trPr>
        <w:tc>
          <w:tcPr>
            <w:tcW w:w="10206" w:type="dxa"/>
            <w:shd w:val="clear" w:color="auto" w:fill="auto"/>
          </w:tcPr>
          <w:p w:rsidR="007A67F5" w:rsidRDefault="007A67F5" w:rsidP="008122F7">
            <w:pPr>
              <w:pStyle w:val="Heading2"/>
            </w:pPr>
            <w:bookmarkStart w:id="42" w:name="_Toc497839226"/>
            <w:r>
              <w:t>Customer Settings</w:t>
            </w:r>
            <w:bookmarkEnd w:id="42"/>
          </w:p>
          <w:p w:rsidR="007A67F5" w:rsidRPr="00F223FC" w:rsidRDefault="007A67F5" w:rsidP="009B1235">
            <w:pPr>
              <w:pStyle w:val="Heading3"/>
              <w:ind w:left="0"/>
            </w:pPr>
            <w:r>
              <w:t>Opening Balances</w:t>
            </w:r>
          </w:p>
          <w:p w:rsidR="007A67F5" w:rsidRPr="002905C2" w:rsidRDefault="007A67F5" w:rsidP="004D19DE">
            <w:pPr>
              <w:pStyle w:val="AStyle1"/>
              <w:numPr>
                <w:ilvl w:val="0"/>
                <w:numId w:val="29"/>
              </w:numPr>
            </w:pPr>
            <w:r w:rsidRPr="002905C2">
              <w:t>If ther</w:t>
            </w:r>
            <w:r w:rsidR="008D500C">
              <w:t>e are opening balances for the C</w:t>
            </w:r>
            <w:r w:rsidRPr="002905C2">
              <w:t>ustomer then enter these as Adjustments under the Customer dropdown menu. If</w:t>
            </w:r>
            <w:r w:rsidR="008D500C">
              <w:t xml:space="preserve"> the business is on an Invoice B</w:t>
            </w:r>
            <w:r w:rsidRPr="002905C2">
              <w:t xml:space="preserve">asis for GST then you will want to do these all before keying any new transactions. </w:t>
            </w:r>
          </w:p>
          <w:p w:rsidR="007A67F5" w:rsidRPr="002905C2" w:rsidRDefault="007A67F5" w:rsidP="004D19DE">
            <w:pPr>
              <w:pStyle w:val="AStyle1"/>
              <w:numPr>
                <w:ilvl w:val="0"/>
                <w:numId w:val="29"/>
              </w:numPr>
            </w:pPr>
            <w:r w:rsidRPr="002905C2">
              <w:t>You can then print a GST Detail report to list the opening transactions and close off the GST period so the transactions are excluded from the first GST return in Infusion.</w:t>
            </w:r>
          </w:p>
          <w:p w:rsidR="007A67F5" w:rsidRDefault="007A67F5" w:rsidP="00EA585A">
            <w:pPr>
              <w:pStyle w:val="Heading3"/>
              <w:ind w:left="0"/>
            </w:pPr>
            <w:r>
              <w:t>Customer Discount Matrix</w:t>
            </w:r>
          </w:p>
          <w:p w:rsidR="007A67F5" w:rsidRPr="00F223FC" w:rsidRDefault="00376F7F" w:rsidP="004D19DE">
            <w:pPr>
              <w:pStyle w:val="AStyle1"/>
              <w:numPr>
                <w:ilvl w:val="0"/>
                <w:numId w:val="29"/>
              </w:numPr>
            </w:pPr>
            <w:r>
              <w:t>Activate the Discount Matrix option for all Customers from the Customers / Utilities menu</w:t>
            </w:r>
          </w:p>
        </w:tc>
      </w:tr>
      <w:tr w:rsidR="007A67F5" w:rsidRPr="00F223FC" w:rsidTr="00062D44">
        <w:trPr>
          <w:trHeight w:val="2678"/>
        </w:trPr>
        <w:tc>
          <w:tcPr>
            <w:tcW w:w="10206" w:type="dxa"/>
            <w:shd w:val="clear" w:color="auto" w:fill="auto"/>
          </w:tcPr>
          <w:p w:rsidR="007A67F5" w:rsidRDefault="009B1235" w:rsidP="008122F7">
            <w:pPr>
              <w:pStyle w:val="Heading2"/>
            </w:pPr>
            <w:r>
              <w:br w:type="page"/>
            </w:r>
            <w:bookmarkStart w:id="43" w:name="_Toc497839227"/>
            <w:r w:rsidR="007A67F5">
              <w:t>Supplier Settings</w:t>
            </w:r>
            <w:bookmarkEnd w:id="43"/>
          </w:p>
          <w:p w:rsidR="007A67F5" w:rsidRPr="00F223FC" w:rsidRDefault="007A67F5" w:rsidP="005B26C3">
            <w:pPr>
              <w:pStyle w:val="Heading3"/>
              <w:spacing w:before="0" w:after="0"/>
              <w:ind w:left="0"/>
            </w:pPr>
            <w:r>
              <w:t>Opening Balances</w:t>
            </w:r>
          </w:p>
          <w:p w:rsidR="007A67F5" w:rsidRPr="00F223FC" w:rsidRDefault="007A67F5" w:rsidP="004D19DE">
            <w:pPr>
              <w:pStyle w:val="AStyle1"/>
              <w:numPr>
                <w:ilvl w:val="0"/>
                <w:numId w:val="30"/>
              </w:numPr>
            </w:pPr>
            <w:r w:rsidRPr="00A46D40">
              <w:t>If there are opening balances for the supplier then enter these as Adjustments under the Supplier dropdown menu.  If the business is on an Invoice basis for GST then you will want to do these all before keying any new transactions.  You can then print a GST Detail report to list the transactions and close off the GST period so the transactions are excluded from the first GST return in Infusion.</w:t>
            </w:r>
          </w:p>
        </w:tc>
      </w:tr>
      <w:tr w:rsidR="007A67F5" w:rsidRPr="00F223FC" w:rsidTr="00062D44">
        <w:trPr>
          <w:trHeight w:val="5255"/>
        </w:trPr>
        <w:tc>
          <w:tcPr>
            <w:tcW w:w="10206" w:type="dxa"/>
            <w:shd w:val="clear" w:color="auto" w:fill="auto"/>
          </w:tcPr>
          <w:p w:rsidR="007A67F5" w:rsidRDefault="007A67F5" w:rsidP="008122F7">
            <w:pPr>
              <w:pStyle w:val="Heading2"/>
            </w:pPr>
            <w:bookmarkStart w:id="44" w:name="_Toc497839228"/>
            <w:r w:rsidRPr="005B26C3">
              <w:lastRenderedPageBreak/>
              <w:t>Products Settings</w:t>
            </w:r>
            <w:bookmarkEnd w:id="44"/>
          </w:p>
          <w:p w:rsidR="00AA71EE" w:rsidRDefault="00AA71EE" w:rsidP="005B26C3">
            <w:pPr>
              <w:pStyle w:val="AStyle1"/>
              <w:ind w:left="33"/>
              <w:jc w:val="center"/>
              <w:rPr>
                <w:b/>
                <w:sz w:val="28"/>
                <w:szCs w:val="28"/>
                <w:u w:val="single"/>
              </w:rPr>
            </w:pPr>
          </w:p>
          <w:p w:rsidR="007A67F5" w:rsidRPr="005B26C3" w:rsidRDefault="007A67F5" w:rsidP="005B26C3">
            <w:pPr>
              <w:pStyle w:val="AStyle1"/>
              <w:rPr>
                <w:b/>
                <w:u w:val="single"/>
              </w:rPr>
            </w:pPr>
            <w:r w:rsidRPr="005B26C3">
              <w:rPr>
                <w:b/>
                <w:u w:val="single"/>
              </w:rPr>
              <w:t>Product Details</w:t>
            </w:r>
          </w:p>
          <w:p w:rsidR="007A67F5" w:rsidRPr="002905C2" w:rsidRDefault="007A67F5" w:rsidP="004D19DE">
            <w:pPr>
              <w:pStyle w:val="AStyle1"/>
              <w:numPr>
                <w:ilvl w:val="0"/>
                <w:numId w:val="31"/>
              </w:numPr>
            </w:pPr>
            <w:r w:rsidRPr="002905C2">
              <w:t>Select Products from the main menu or Manage Products from the dropdown menu for Products.</w:t>
            </w:r>
          </w:p>
          <w:p w:rsidR="007A67F5" w:rsidRPr="002905C2" w:rsidRDefault="007A67F5" w:rsidP="004D19DE">
            <w:pPr>
              <w:pStyle w:val="AStyle1"/>
              <w:numPr>
                <w:ilvl w:val="0"/>
                <w:numId w:val="31"/>
              </w:numPr>
            </w:pPr>
            <w:r w:rsidRPr="002905C2">
              <w:t>Create each product using the Create option on the menu.</w:t>
            </w:r>
          </w:p>
          <w:p w:rsidR="007A67F5" w:rsidRPr="002905C2" w:rsidRDefault="007A67F5" w:rsidP="004D19DE">
            <w:pPr>
              <w:pStyle w:val="AStyle1"/>
              <w:numPr>
                <w:ilvl w:val="0"/>
                <w:numId w:val="31"/>
              </w:numPr>
            </w:pPr>
            <w:r w:rsidRPr="002905C2">
              <w:t>The product code must be unique within the system; it will automatically be created in upper case.</w:t>
            </w:r>
          </w:p>
          <w:p w:rsidR="007A67F5" w:rsidRPr="002905C2" w:rsidRDefault="007A67F5" w:rsidP="004D19DE">
            <w:pPr>
              <w:pStyle w:val="AStyle1"/>
              <w:numPr>
                <w:ilvl w:val="0"/>
                <w:numId w:val="31"/>
              </w:numPr>
            </w:pPr>
            <w:r w:rsidRPr="002905C2">
              <w:t>Check each tab for settings that relate to the business you are setting up the software for.</w:t>
            </w:r>
          </w:p>
          <w:p w:rsidR="007A67F5" w:rsidRPr="002905C2" w:rsidRDefault="007A67F5" w:rsidP="004D19DE">
            <w:pPr>
              <w:pStyle w:val="AStyle1"/>
              <w:numPr>
                <w:ilvl w:val="0"/>
                <w:numId w:val="31"/>
              </w:numPr>
            </w:pPr>
            <w:r w:rsidRPr="002905C2">
              <w:t>Repeat this process for all Product Codes required.</w:t>
            </w:r>
          </w:p>
          <w:p w:rsidR="007A67F5" w:rsidRDefault="007A67F5" w:rsidP="004D19DE">
            <w:pPr>
              <w:pStyle w:val="AStyle1"/>
              <w:numPr>
                <w:ilvl w:val="0"/>
                <w:numId w:val="31"/>
              </w:numPr>
            </w:pPr>
            <w:r w:rsidRPr="002905C2">
              <w:t xml:space="preserve">If you have any products which are </w:t>
            </w:r>
            <w:proofErr w:type="spellStart"/>
            <w:r w:rsidRPr="002905C2">
              <w:t>Kitsets</w:t>
            </w:r>
            <w:proofErr w:type="spellEnd"/>
            <w:r w:rsidRPr="002905C2">
              <w:t xml:space="preserve"> (made from other products in your product file) create them now.</w:t>
            </w:r>
          </w:p>
          <w:p w:rsidR="005B26C3" w:rsidRPr="002905C2" w:rsidRDefault="005B26C3" w:rsidP="005B26C3">
            <w:pPr>
              <w:pStyle w:val="AStyle1"/>
              <w:ind w:left="720"/>
            </w:pPr>
          </w:p>
          <w:p w:rsidR="007A67F5" w:rsidRPr="005B26C3" w:rsidRDefault="007A67F5" w:rsidP="005B26C3">
            <w:pPr>
              <w:pStyle w:val="AStyle1"/>
              <w:rPr>
                <w:b/>
                <w:u w:val="single"/>
              </w:rPr>
            </w:pPr>
            <w:r w:rsidRPr="005B26C3">
              <w:rPr>
                <w:b/>
                <w:u w:val="single"/>
              </w:rPr>
              <w:t>Opening Quantities</w:t>
            </w:r>
          </w:p>
          <w:p w:rsidR="007A67F5" w:rsidRPr="00747984" w:rsidRDefault="007A67F5" w:rsidP="004D19DE">
            <w:pPr>
              <w:pStyle w:val="AStyle1"/>
              <w:numPr>
                <w:ilvl w:val="0"/>
                <w:numId w:val="32"/>
              </w:numPr>
              <w:rPr>
                <w:b/>
                <w:szCs w:val="20"/>
              </w:rPr>
            </w:pPr>
            <w:r w:rsidRPr="002905C2">
              <w:t>If there are opening quantities to be brought in, you can either do a Stock Receipt Transaction or a stocktake to do this.</w:t>
            </w:r>
          </w:p>
          <w:p w:rsidR="00747984" w:rsidRDefault="00747984" w:rsidP="00747984">
            <w:pPr>
              <w:pStyle w:val="Heading3"/>
              <w:ind w:left="0"/>
            </w:pPr>
            <w:r>
              <w:t>Customer Discount Matrix</w:t>
            </w:r>
          </w:p>
          <w:p w:rsidR="00747984" w:rsidRPr="00747984" w:rsidRDefault="00747984" w:rsidP="004D19DE">
            <w:pPr>
              <w:pStyle w:val="AStyle1"/>
              <w:numPr>
                <w:ilvl w:val="0"/>
                <w:numId w:val="33"/>
              </w:numPr>
              <w:rPr>
                <w:b/>
                <w:szCs w:val="20"/>
              </w:rPr>
            </w:pPr>
            <w:r>
              <w:t>Activate the Discount matrix for all Products from the Products / Utilities menu.</w:t>
            </w:r>
          </w:p>
          <w:p w:rsidR="00747984" w:rsidRPr="007A67F5" w:rsidRDefault="00747984" w:rsidP="00747984">
            <w:pPr>
              <w:pStyle w:val="AStyle1"/>
              <w:rPr>
                <w:b/>
                <w:szCs w:val="20"/>
              </w:rPr>
            </w:pPr>
          </w:p>
        </w:tc>
      </w:tr>
      <w:tr w:rsidR="00567527" w:rsidRPr="00F223FC" w:rsidTr="00062D44">
        <w:trPr>
          <w:trHeight w:val="1226"/>
        </w:trPr>
        <w:tc>
          <w:tcPr>
            <w:tcW w:w="10206" w:type="dxa"/>
            <w:shd w:val="clear" w:color="auto" w:fill="auto"/>
          </w:tcPr>
          <w:p w:rsidR="00567527" w:rsidRPr="009B4643" w:rsidRDefault="00567527" w:rsidP="008122F7">
            <w:pPr>
              <w:pStyle w:val="Heading2"/>
            </w:pPr>
          </w:p>
          <w:p w:rsidR="00567527" w:rsidRDefault="00567527" w:rsidP="008122F7">
            <w:pPr>
              <w:pStyle w:val="Heading2"/>
            </w:pPr>
            <w:bookmarkStart w:id="45" w:name="_Toc497839229"/>
            <w:r>
              <w:t>Staff Settings</w:t>
            </w:r>
            <w:bookmarkEnd w:id="45"/>
          </w:p>
          <w:p w:rsidR="00567527" w:rsidRPr="00567527" w:rsidRDefault="00567527" w:rsidP="00567527"/>
          <w:p w:rsidR="00567527" w:rsidRDefault="00567527" w:rsidP="004D19DE">
            <w:pPr>
              <w:pStyle w:val="AStyle1"/>
              <w:numPr>
                <w:ilvl w:val="0"/>
                <w:numId w:val="9"/>
              </w:numPr>
            </w:pPr>
            <w:r w:rsidRPr="00A52CF7">
              <w:t xml:space="preserve">Create Staff members and control their Login Access under Staff </w:t>
            </w:r>
            <w:r w:rsidR="00A52CF7" w:rsidRPr="00A52CF7">
              <w:t>/</w:t>
            </w:r>
            <w:r w:rsidRPr="00A52CF7">
              <w:t xml:space="preserve"> Manage Staff.</w:t>
            </w:r>
          </w:p>
          <w:p w:rsidR="00C7141C" w:rsidRDefault="00C7141C" w:rsidP="00C7141C">
            <w:pPr>
              <w:pStyle w:val="AStyle1"/>
              <w:ind w:left="720"/>
            </w:pPr>
          </w:p>
          <w:p w:rsidR="00FA1A7D" w:rsidRPr="00A52CF7" w:rsidRDefault="00FA1A7D" w:rsidP="00C7141C">
            <w:pPr>
              <w:pStyle w:val="AStyle1"/>
              <w:ind w:left="720"/>
            </w:pPr>
          </w:p>
        </w:tc>
      </w:tr>
      <w:tr w:rsidR="005247B7" w:rsidRPr="00F223FC" w:rsidTr="00062D44">
        <w:tblPrEx>
          <w:tblBorders>
            <w:insideV w:val="none" w:sz="0" w:space="0" w:color="auto"/>
          </w:tblBorders>
        </w:tblPrEx>
        <w:tc>
          <w:tcPr>
            <w:tcW w:w="10206" w:type="dxa"/>
            <w:shd w:val="clear" w:color="auto" w:fill="auto"/>
          </w:tcPr>
          <w:p w:rsidR="005247B7" w:rsidRPr="00F223FC" w:rsidRDefault="005247B7" w:rsidP="008122F7">
            <w:pPr>
              <w:pStyle w:val="Heading2"/>
            </w:pPr>
            <w:bookmarkStart w:id="46" w:name="_Toc497839230"/>
            <w:r>
              <w:t>Backup</w:t>
            </w:r>
            <w:bookmarkEnd w:id="46"/>
          </w:p>
        </w:tc>
      </w:tr>
      <w:tr w:rsidR="005247B7" w:rsidRPr="00F223FC" w:rsidTr="00062D44">
        <w:tblPrEx>
          <w:tblBorders>
            <w:insideV w:val="none" w:sz="0" w:space="0" w:color="auto"/>
          </w:tblBorders>
        </w:tblPrEx>
        <w:tc>
          <w:tcPr>
            <w:tcW w:w="10206" w:type="dxa"/>
            <w:shd w:val="clear" w:color="auto" w:fill="auto"/>
          </w:tcPr>
          <w:p w:rsidR="005247B7" w:rsidRPr="00055045" w:rsidRDefault="005247B7" w:rsidP="00220E59">
            <w:pPr>
              <w:pStyle w:val="AStyle1"/>
              <w:numPr>
                <w:ilvl w:val="0"/>
                <w:numId w:val="34"/>
              </w:numPr>
            </w:pPr>
            <w:r w:rsidRPr="00055045">
              <w:t xml:space="preserve">To take a backup select Exit from the main menu. If you are the last user to log out you will be prompted as to whether you want to back up the software. </w:t>
            </w:r>
            <w:r w:rsidR="001668D7" w:rsidRPr="00055045">
              <w:t xml:space="preserve">Select </w:t>
            </w:r>
            <w:r w:rsidR="001668D7">
              <w:t>Yes</w:t>
            </w:r>
            <w:r w:rsidRPr="00055045">
              <w:t xml:space="preserve"> to </w:t>
            </w:r>
            <w:proofErr w:type="spellStart"/>
            <w:r w:rsidR="00097CEC">
              <w:t>B</w:t>
            </w:r>
            <w:r w:rsidRPr="00055045">
              <w:t>ackup</w:t>
            </w:r>
            <w:proofErr w:type="spellEnd"/>
            <w:r w:rsidRPr="00055045">
              <w:t xml:space="preserve"> your data. Click Backup and Save to the desired location. Select OK when the message advising that backup has completed appears.</w:t>
            </w:r>
          </w:p>
        </w:tc>
      </w:tr>
      <w:tr w:rsidR="005247B7" w:rsidRPr="00F223FC" w:rsidTr="00062D44">
        <w:tblPrEx>
          <w:tblBorders>
            <w:insideV w:val="none" w:sz="0" w:space="0" w:color="auto"/>
          </w:tblBorders>
        </w:tblPrEx>
        <w:tc>
          <w:tcPr>
            <w:tcW w:w="10206" w:type="dxa"/>
            <w:shd w:val="clear" w:color="auto" w:fill="auto"/>
          </w:tcPr>
          <w:p w:rsidR="005247B7" w:rsidRPr="00055045" w:rsidRDefault="005247B7" w:rsidP="00BF28CB">
            <w:pPr>
              <w:pStyle w:val="AStyle1"/>
            </w:pPr>
          </w:p>
        </w:tc>
      </w:tr>
      <w:tr w:rsidR="005247B7" w:rsidRPr="00127FED" w:rsidTr="00062D44">
        <w:tblPrEx>
          <w:tblBorders>
            <w:insideV w:val="none" w:sz="0" w:space="0" w:color="auto"/>
          </w:tblBorders>
        </w:tblPrEx>
        <w:trPr>
          <w:trHeight w:val="1967"/>
        </w:trPr>
        <w:tc>
          <w:tcPr>
            <w:tcW w:w="10206" w:type="dxa"/>
            <w:shd w:val="clear" w:color="auto" w:fill="auto"/>
          </w:tcPr>
          <w:p w:rsidR="005247B7" w:rsidRPr="00553B2B" w:rsidRDefault="005247B7" w:rsidP="00220E59">
            <w:pPr>
              <w:pStyle w:val="AStyle1"/>
            </w:pPr>
            <w:r w:rsidRPr="00553B2B">
              <w:t xml:space="preserve">All steps required to begin using the Infusion </w:t>
            </w:r>
            <w:r w:rsidR="00220E59">
              <w:t>S</w:t>
            </w:r>
            <w:r w:rsidRPr="00553B2B">
              <w:t>oftware package have now been completed. An icon labe</w:t>
            </w:r>
            <w:r>
              <w:t>l</w:t>
            </w:r>
            <w:r w:rsidRPr="00553B2B">
              <w:t>led Infusion will have been created on your desktop.</w:t>
            </w:r>
            <w:r w:rsidR="007F4CC4">
              <w:t xml:space="preserve"> </w:t>
            </w:r>
            <w:r w:rsidRPr="00553B2B">
              <w:t xml:space="preserve">The software is now ready to be used for </w:t>
            </w:r>
            <w:r>
              <w:t>L</w:t>
            </w:r>
            <w:r w:rsidRPr="00553B2B">
              <w:t xml:space="preserve">ive / </w:t>
            </w:r>
            <w:r>
              <w:t>N</w:t>
            </w:r>
            <w:r w:rsidRPr="00553B2B">
              <w:t xml:space="preserve">ew </w:t>
            </w:r>
            <w:r>
              <w:t>T</w:t>
            </w:r>
            <w:r w:rsidRPr="00553B2B">
              <w:t>ransactions.</w:t>
            </w:r>
            <w:r w:rsidR="007F4CC4">
              <w:t xml:space="preserve"> </w:t>
            </w:r>
            <w:r w:rsidRPr="00553B2B">
              <w:t>This can be done at any point once the necessary accounts / products have been created but remember that if the business is on a GST Invoice basis you have to be able to exclude the opening balance transactions from the first GST return in Infusion.</w:t>
            </w:r>
          </w:p>
        </w:tc>
      </w:tr>
    </w:tbl>
    <w:p w:rsidR="004D1C3F" w:rsidRDefault="004D1C3F" w:rsidP="007A67F5">
      <w:pPr>
        <w:jc w:val="left"/>
      </w:pPr>
    </w:p>
    <w:p w:rsidR="004D1C3F" w:rsidRDefault="004D1C3F" w:rsidP="007A67F5">
      <w:pPr>
        <w:jc w:val="left"/>
        <w:sectPr w:rsidR="004D1C3F" w:rsidSect="00AF36E9">
          <w:headerReference w:type="even" r:id="rId20"/>
          <w:footerReference w:type="even" r:id="rId21"/>
          <w:footerReference w:type="default" r:id="rId22"/>
          <w:pgSz w:w="11906" w:h="16838" w:code="9"/>
          <w:pgMar w:top="1418" w:right="851" w:bottom="1418" w:left="1418" w:header="284" w:footer="618" w:gutter="0"/>
          <w:cols w:space="1134"/>
          <w:docGrid w:linePitch="360"/>
        </w:sectPr>
      </w:pPr>
    </w:p>
    <w:tbl>
      <w:tblPr>
        <w:tblW w:w="5431" w:type="pct"/>
        <w:tblInd w:w="-459" w:type="dxa"/>
        <w:tblLook w:val="0000" w:firstRow="0" w:lastRow="0" w:firstColumn="0" w:lastColumn="0" w:noHBand="0" w:noVBand="0"/>
      </w:tblPr>
      <w:tblGrid>
        <w:gridCol w:w="15445"/>
      </w:tblGrid>
      <w:tr w:rsidR="004D1C3F" w:rsidRPr="00574CB8" w:rsidTr="00271780">
        <w:tc>
          <w:tcPr>
            <w:tcW w:w="5000" w:type="pct"/>
            <w:shd w:val="clear" w:color="auto" w:fill="auto"/>
          </w:tcPr>
          <w:p w:rsidR="004D1C3F" w:rsidRDefault="004D1C3F" w:rsidP="008122F7">
            <w:pPr>
              <w:pStyle w:val="Heading2"/>
            </w:pPr>
            <w:r>
              <w:lastRenderedPageBreak/>
              <w:br w:type="page"/>
            </w:r>
            <w:bookmarkStart w:id="47" w:name="_Toc497839231"/>
            <w:r>
              <w:t>S</w:t>
            </w:r>
            <w:r w:rsidRPr="00574CB8">
              <w:t xml:space="preserve">taff Listing </w:t>
            </w:r>
            <w:r w:rsidR="00303C45">
              <w:t xml:space="preserve">/ Sign off </w:t>
            </w:r>
            <w:r w:rsidRPr="00574CB8">
              <w:t xml:space="preserve">for Infusion </w:t>
            </w:r>
            <w:r w:rsidR="00016E85">
              <w:t xml:space="preserve">Software </w:t>
            </w:r>
            <w:r w:rsidRPr="00574CB8">
              <w:t>Training</w:t>
            </w:r>
            <w:bookmarkEnd w:id="47"/>
          </w:p>
          <w:p w:rsidR="008F4636" w:rsidRPr="008F4636" w:rsidRDefault="008F4636" w:rsidP="008F4636"/>
        </w:tc>
      </w:tr>
      <w:tr w:rsidR="004D1C3F" w:rsidTr="00271780">
        <w:trPr>
          <w:trHeight w:val="8144"/>
        </w:trPr>
        <w:tc>
          <w:tcPr>
            <w:tcW w:w="5000" w:type="pct"/>
            <w:shd w:val="clear" w:color="auto" w:fill="auto"/>
          </w:tcPr>
          <w:tbl>
            <w:tblPr>
              <w:tblW w:w="15229" w:type="dxa"/>
              <w:jc w:val="center"/>
              <w:tblBorders>
                <w:top w:val="dotted" w:sz="4" w:space="0" w:color="2E4D64"/>
                <w:left w:val="dotted" w:sz="4" w:space="0" w:color="2E4D64"/>
                <w:bottom w:val="dotted" w:sz="4" w:space="0" w:color="2E4D64"/>
                <w:right w:val="dotted" w:sz="4" w:space="0" w:color="2E4D64"/>
                <w:insideH w:val="dotted" w:sz="4" w:space="0" w:color="2E4D64"/>
                <w:insideV w:val="dotted" w:sz="4" w:space="0" w:color="2E4D64"/>
              </w:tblBorders>
              <w:tblLook w:val="04A0" w:firstRow="1" w:lastRow="0" w:firstColumn="1" w:lastColumn="0" w:noHBand="0" w:noVBand="1"/>
            </w:tblPr>
            <w:tblGrid>
              <w:gridCol w:w="1594"/>
              <w:gridCol w:w="1647"/>
              <w:gridCol w:w="1200"/>
              <w:gridCol w:w="302"/>
              <w:gridCol w:w="457"/>
              <w:gridCol w:w="851"/>
              <w:gridCol w:w="76"/>
              <w:gridCol w:w="114"/>
              <w:gridCol w:w="267"/>
              <w:gridCol w:w="190"/>
              <w:gridCol w:w="661"/>
              <w:gridCol w:w="76"/>
              <w:gridCol w:w="247"/>
              <w:gridCol w:w="512"/>
              <w:gridCol w:w="48"/>
              <w:gridCol w:w="392"/>
              <w:gridCol w:w="236"/>
              <w:gridCol w:w="76"/>
              <w:gridCol w:w="236"/>
              <w:gridCol w:w="14"/>
              <w:gridCol w:w="457"/>
              <w:gridCol w:w="581"/>
              <w:gridCol w:w="251"/>
              <w:gridCol w:w="61"/>
              <w:gridCol w:w="105"/>
              <w:gridCol w:w="154"/>
              <w:gridCol w:w="396"/>
              <w:gridCol w:w="574"/>
              <w:gridCol w:w="160"/>
              <w:gridCol w:w="166"/>
              <w:gridCol w:w="156"/>
              <w:gridCol w:w="326"/>
              <w:gridCol w:w="562"/>
              <w:gridCol w:w="84"/>
              <w:gridCol w:w="149"/>
              <w:gridCol w:w="100"/>
              <w:gridCol w:w="149"/>
              <w:gridCol w:w="19"/>
              <w:gridCol w:w="172"/>
              <w:gridCol w:w="256"/>
              <w:gridCol w:w="919"/>
              <w:gridCol w:w="47"/>
              <w:gridCol w:w="102"/>
              <w:gridCol w:w="44"/>
              <w:gridCol w:w="43"/>
            </w:tblGrid>
            <w:tr w:rsidR="00717EE0" w:rsidTr="00E32DCF">
              <w:trPr>
                <w:gridAfter w:val="5"/>
                <w:wAfter w:w="1155" w:type="dxa"/>
                <w:jc w:val="center"/>
              </w:trPr>
              <w:tc>
                <w:tcPr>
                  <w:tcW w:w="6051" w:type="dxa"/>
                  <w:gridSpan w:val="6"/>
                  <w:tcBorders>
                    <w:top w:val="nil"/>
                    <w:left w:val="nil"/>
                    <w:right w:val="nil"/>
                  </w:tcBorders>
                  <w:vAlign w:val="bottom"/>
                </w:tcPr>
                <w:p w:rsidR="00717EE0" w:rsidRDefault="00717EE0" w:rsidP="004D1C3F">
                  <w:pPr>
                    <w:pStyle w:val="AStyle1"/>
                  </w:pPr>
                  <w:r>
                    <w:t>Shop: _______________________________________________</w:t>
                  </w:r>
                </w:p>
                <w:p w:rsidR="00717EE0" w:rsidRDefault="00717EE0" w:rsidP="004D1C3F">
                  <w:pPr>
                    <w:pStyle w:val="AStyle1"/>
                  </w:pPr>
                </w:p>
                <w:p w:rsidR="00717EE0" w:rsidRDefault="00717EE0" w:rsidP="004D1C3F">
                  <w:pPr>
                    <w:pStyle w:val="AStyle1"/>
                  </w:pPr>
                  <w:r>
                    <w:t>Location: ____________________________________________</w:t>
                  </w:r>
                </w:p>
                <w:p w:rsidR="00717EE0" w:rsidRDefault="00717EE0" w:rsidP="004D1C3F">
                  <w:pPr>
                    <w:pStyle w:val="AStyle1"/>
                  </w:pPr>
                </w:p>
                <w:p w:rsidR="00717EE0" w:rsidRDefault="00717EE0" w:rsidP="008F4636">
                  <w:pPr>
                    <w:pStyle w:val="AStyle1"/>
                  </w:pPr>
                  <w:r>
                    <w:t>Contact: _____________________________________________</w:t>
                  </w:r>
                </w:p>
                <w:p w:rsidR="00717EE0" w:rsidRPr="00465ACB" w:rsidRDefault="00717EE0" w:rsidP="008F4636">
                  <w:pPr>
                    <w:pStyle w:val="AStyle1"/>
                    <w:rPr>
                      <w:szCs w:val="28"/>
                    </w:rPr>
                  </w:pPr>
                </w:p>
              </w:tc>
              <w:tc>
                <w:tcPr>
                  <w:tcW w:w="457" w:type="dxa"/>
                  <w:gridSpan w:val="3"/>
                  <w:tcBorders>
                    <w:top w:val="nil"/>
                    <w:left w:val="nil"/>
                    <w:bottom w:val="nil"/>
                    <w:right w:val="nil"/>
                  </w:tcBorders>
                </w:tcPr>
                <w:p w:rsidR="00717EE0" w:rsidRPr="00465ACB" w:rsidRDefault="00717EE0" w:rsidP="004D1C3F">
                  <w:pPr>
                    <w:pStyle w:val="AStyle1"/>
                    <w:rPr>
                      <w:szCs w:val="28"/>
                    </w:rPr>
                  </w:pPr>
                </w:p>
              </w:tc>
              <w:tc>
                <w:tcPr>
                  <w:tcW w:w="1734" w:type="dxa"/>
                  <w:gridSpan w:val="6"/>
                  <w:tcBorders>
                    <w:top w:val="nil"/>
                    <w:left w:val="nil"/>
                    <w:bottom w:val="nil"/>
                    <w:right w:val="nil"/>
                  </w:tcBorders>
                </w:tcPr>
                <w:p w:rsidR="00717EE0" w:rsidRPr="00465ACB" w:rsidRDefault="00717EE0" w:rsidP="004D1C3F">
                  <w:pPr>
                    <w:pStyle w:val="AStyle1"/>
                    <w:rPr>
                      <w:szCs w:val="28"/>
                    </w:rPr>
                  </w:pPr>
                </w:p>
              </w:tc>
              <w:tc>
                <w:tcPr>
                  <w:tcW w:w="3533" w:type="dxa"/>
                  <w:gridSpan w:val="13"/>
                  <w:tcBorders>
                    <w:top w:val="nil"/>
                    <w:left w:val="nil"/>
                    <w:bottom w:val="nil"/>
                    <w:right w:val="nil"/>
                  </w:tcBorders>
                </w:tcPr>
                <w:p w:rsidR="00717EE0" w:rsidRPr="00465ACB" w:rsidRDefault="00717EE0" w:rsidP="004D1C3F">
                  <w:pPr>
                    <w:pStyle w:val="AStyle1"/>
                    <w:rPr>
                      <w:szCs w:val="28"/>
                    </w:rPr>
                  </w:pPr>
                  <w:r>
                    <w:rPr>
                      <w:szCs w:val="28"/>
                    </w:rPr>
                    <w:t>Date: _____________________</w:t>
                  </w:r>
                </w:p>
              </w:tc>
              <w:tc>
                <w:tcPr>
                  <w:tcW w:w="482" w:type="dxa"/>
                  <w:gridSpan w:val="3"/>
                  <w:tcBorders>
                    <w:top w:val="nil"/>
                    <w:left w:val="nil"/>
                    <w:bottom w:val="nil"/>
                    <w:right w:val="nil"/>
                  </w:tcBorders>
                </w:tcPr>
                <w:p w:rsidR="00717EE0" w:rsidRPr="00465ACB" w:rsidRDefault="00717EE0" w:rsidP="004D1C3F">
                  <w:pPr>
                    <w:pStyle w:val="AStyle1"/>
                    <w:rPr>
                      <w:szCs w:val="28"/>
                    </w:rPr>
                  </w:pPr>
                </w:p>
              </w:tc>
              <w:tc>
                <w:tcPr>
                  <w:tcW w:w="888" w:type="dxa"/>
                  <w:gridSpan w:val="2"/>
                  <w:tcBorders>
                    <w:top w:val="nil"/>
                    <w:left w:val="nil"/>
                    <w:bottom w:val="nil"/>
                    <w:right w:val="nil"/>
                  </w:tcBorders>
                </w:tcPr>
                <w:p w:rsidR="00717EE0" w:rsidRPr="00465ACB" w:rsidRDefault="00717EE0" w:rsidP="004D1C3F">
                  <w:pPr>
                    <w:pStyle w:val="AStyle1"/>
                    <w:rPr>
                      <w:szCs w:val="28"/>
                    </w:rPr>
                  </w:pPr>
                </w:p>
              </w:tc>
              <w:tc>
                <w:tcPr>
                  <w:tcW w:w="673" w:type="dxa"/>
                  <w:gridSpan w:val="6"/>
                  <w:tcBorders>
                    <w:top w:val="nil"/>
                    <w:left w:val="nil"/>
                    <w:bottom w:val="nil"/>
                    <w:right w:val="nil"/>
                  </w:tcBorders>
                </w:tcPr>
                <w:p w:rsidR="00717EE0" w:rsidRPr="00465ACB" w:rsidRDefault="00717EE0" w:rsidP="004D1C3F">
                  <w:pPr>
                    <w:pStyle w:val="AStyle1"/>
                    <w:rPr>
                      <w:szCs w:val="28"/>
                    </w:rPr>
                  </w:pPr>
                </w:p>
              </w:tc>
              <w:tc>
                <w:tcPr>
                  <w:tcW w:w="256" w:type="dxa"/>
                  <w:tcBorders>
                    <w:top w:val="nil"/>
                    <w:left w:val="nil"/>
                    <w:bottom w:val="nil"/>
                    <w:right w:val="nil"/>
                  </w:tcBorders>
                </w:tcPr>
                <w:p w:rsidR="00717EE0" w:rsidRPr="00465ACB" w:rsidRDefault="00717EE0" w:rsidP="004D1C3F">
                  <w:pPr>
                    <w:pStyle w:val="AStyle1"/>
                    <w:rPr>
                      <w:szCs w:val="28"/>
                    </w:rPr>
                  </w:pPr>
                </w:p>
              </w:tc>
            </w:tr>
            <w:tr w:rsidR="00310962" w:rsidTr="00E32DCF">
              <w:trPr>
                <w:gridAfter w:val="3"/>
                <w:wAfter w:w="189" w:type="dxa"/>
                <w:jc w:val="center"/>
              </w:trPr>
              <w:tc>
                <w:tcPr>
                  <w:tcW w:w="4743" w:type="dxa"/>
                  <w:gridSpan w:val="4"/>
                  <w:tcBorders>
                    <w:bottom w:val="dotted" w:sz="4" w:space="0" w:color="2E4D64"/>
                  </w:tcBorders>
                </w:tcPr>
                <w:p w:rsidR="00310962" w:rsidRPr="00465ACB" w:rsidRDefault="00310962" w:rsidP="004D1C3F">
                  <w:pPr>
                    <w:pStyle w:val="AStyle1"/>
                    <w:jc w:val="center"/>
                    <w:rPr>
                      <w:b/>
                    </w:rPr>
                  </w:pPr>
                  <w:r w:rsidRPr="00465ACB">
                    <w:rPr>
                      <w:b/>
                    </w:rPr>
                    <w:t>Staff Member</w:t>
                  </w:r>
                  <w:r w:rsidR="00646C6F">
                    <w:rPr>
                      <w:b/>
                    </w:rPr>
                    <w:t>:</w:t>
                  </w:r>
                </w:p>
              </w:tc>
              <w:tc>
                <w:tcPr>
                  <w:tcW w:w="10297" w:type="dxa"/>
                  <w:gridSpan w:val="38"/>
                  <w:tcBorders>
                    <w:bottom w:val="dotted" w:sz="4" w:space="0" w:color="2E4D64"/>
                  </w:tcBorders>
                </w:tcPr>
                <w:p w:rsidR="00310962" w:rsidRPr="00465ACB" w:rsidRDefault="00310962" w:rsidP="004D1C3F">
                  <w:pPr>
                    <w:pStyle w:val="AStyle1"/>
                    <w:jc w:val="center"/>
                    <w:rPr>
                      <w:b/>
                    </w:rPr>
                  </w:pPr>
                  <w:r w:rsidRPr="00465ACB">
                    <w:rPr>
                      <w:b/>
                    </w:rPr>
                    <w:t>Modules to be trained on</w:t>
                  </w:r>
                  <w:r w:rsidR="00646C6F">
                    <w:rPr>
                      <w:b/>
                    </w:rPr>
                    <w:t>:</w:t>
                  </w:r>
                </w:p>
              </w:tc>
            </w:tr>
            <w:tr w:rsidR="00E32DCF" w:rsidTr="00E32DCF">
              <w:trPr>
                <w:gridAfter w:val="2"/>
                <w:wAfter w:w="87" w:type="dxa"/>
                <w:jc w:val="center"/>
              </w:trPr>
              <w:tc>
                <w:tcPr>
                  <w:tcW w:w="1594" w:type="dxa"/>
                  <w:tcBorders>
                    <w:left w:val="nil"/>
                    <w:right w:val="nil"/>
                  </w:tcBorders>
                  <w:vAlign w:val="center"/>
                </w:tcPr>
                <w:p w:rsidR="00E32DCF" w:rsidRPr="00465ACB" w:rsidRDefault="00E32DCF" w:rsidP="004D1C3F">
                  <w:pPr>
                    <w:pStyle w:val="AStyle1"/>
                    <w:jc w:val="left"/>
                    <w:rPr>
                      <w:b/>
                      <w:sz w:val="18"/>
                      <w:szCs w:val="18"/>
                    </w:rPr>
                  </w:pPr>
                  <w:r w:rsidRPr="00465ACB">
                    <w:rPr>
                      <w:b/>
                      <w:sz w:val="18"/>
                      <w:szCs w:val="18"/>
                    </w:rPr>
                    <w:t>First Name</w:t>
                  </w:r>
                </w:p>
              </w:tc>
              <w:tc>
                <w:tcPr>
                  <w:tcW w:w="1647" w:type="dxa"/>
                  <w:tcBorders>
                    <w:left w:val="nil"/>
                    <w:right w:val="nil"/>
                  </w:tcBorders>
                  <w:vAlign w:val="center"/>
                </w:tcPr>
                <w:p w:rsidR="00E32DCF" w:rsidRPr="00465ACB" w:rsidRDefault="00E32DCF" w:rsidP="004D1C3F">
                  <w:pPr>
                    <w:pStyle w:val="AStyle1"/>
                    <w:jc w:val="left"/>
                    <w:rPr>
                      <w:b/>
                      <w:sz w:val="18"/>
                      <w:szCs w:val="18"/>
                    </w:rPr>
                  </w:pPr>
                  <w:r w:rsidRPr="00465ACB">
                    <w:rPr>
                      <w:b/>
                      <w:sz w:val="18"/>
                      <w:szCs w:val="18"/>
                    </w:rPr>
                    <w:t>Surname</w:t>
                  </w:r>
                </w:p>
              </w:tc>
              <w:tc>
                <w:tcPr>
                  <w:tcW w:w="1200" w:type="dxa"/>
                  <w:tcBorders>
                    <w:left w:val="nil"/>
                    <w:right w:val="nil"/>
                  </w:tcBorders>
                </w:tcPr>
                <w:p w:rsidR="00E32DCF" w:rsidRPr="00465ACB" w:rsidRDefault="00E32DCF" w:rsidP="004D1C3F">
                  <w:pPr>
                    <w:pStyle w:val="AStyle1"/>
                    <w:rPr>
                      <w:b/>
                    </w:rPr>
                  </w:pPr>
                  <w:r>
                    <w:rPr>
                      <w:b/>
                    </w:rPr>
                    <w:t xml:space="preserve">      </w:t>
                  </w:r>
                  <w:r w:rsidRPr="00465ACB">
                    <w:rPr>
                      <w:b/>
                    </w:rPr>
                    <w:t>Role</w:t>
                  </w:r>
                </w:p>
              </w:tc>
              <w:tc>
                <w:tcPr>
                  <w:tcW w:w="1686" w:type="dxa"/>
                  <w:gridSpan w:val="4"/>
                  <w:tcBorders>
                    <w:left w:val="nil"/>
                    <w:right w:val="nil"/>
                  </w:tcBorders>
                </w:tcPr>
                <w:p w:rsidR="00E32DCF" w:rsidRPr="00465ACB" w:rsidRDefault="00E32DCF" w:rsidP="00310962">
                  <w:pPr>
                    <w:pStyle w:val="AStyle1"/>
                    <w:ind w:left="240"/>
                    <w:rPr>
                      <w:b/>
                    </w:rPr>
                  </w:pPr>
                  <w:r>
                    <w:rPr>
                      <w:b/>
                    </w:rPr>
                    <w:t xml:space="preserve">  Customers</w:t>
                  </w:r>
                </w:p>
              </w:tc>
              <w:tc>
                <w:tcPr>
                  <w:tcW w:w="1308" w:type="dxa"/>
                  <w:gridSpan w:val="5"/>
                  <w:tcBorders>
                    <w:left w:val="nil"/>
                    <w:right w:val="nil"/>
                  </w:tcBorders>
                </w:tcPr>
                <w:p w:rsidR="00E32DCF" w:rsidRPr="00465ACB" w:rsidRDefault="00E32DCF" w:rsidP="004D1C3F">
                  <w:pPr>
                    <w:pStyle w:val="AStyle1"/>
                    <w:rPr>
                      <w:b/>
                    </w:rPr>
                  </w:pPr>
                  <w:r>
                    <w:rPr>
                      <w:b/>
                    </w:rPr>
                    <w:t xml:space="preserve">    Products</w:t>
                  </w:r>
                </w:p>
              </w:tc>
              <w:tc>
                <w:tcPr>
                  <w:tcW w:w="1511" w:type="dxa"/>
                  <w:gridSpan w:val="6"/>
                  <w:tcBorders>
                    <w:left w:val="nil"/>
                    <w:right w:val="nil"/>
                  </w:tcBorders>
                </w:tcPr>
                <w:p w:rsidR="00E32DCF" w:rsidRPr="00465ACB" w:rsidRDefault="00E32DCF" w:rsidP="00310962">
                  <w:pPr>
                    <w:pStyle w:val="AStyle1"/>
                    <w:ind w:right="-250"/>
                    <w:rPr>
                      <w:b/>
                    </w:rPr>
                  </w:pPr>
                  <w:r>
                    <w:rPr>
                      <w:b/>
                    </w:rPr>
                    <w:t xml:space="preserve">      Suppliers</w:t>
                  </w:r>
                </w:p>
              </w:tc>
              <w:tc>
                <w:tcPr>
                  <w:tcW w:w="236" w:type="dxa"/>
                  <w:tcBorders>
                    <w:left w:val="nil"/>
                    <w:right w:val="nil"/>
                  </w:tcBorders>
                </w:tcPr>
                <w:p w:rsidR="00E32DCF" w:rsidRPr="00465ACB" w:rsidRDefault="00E32DCF" w:rsidP="00B52212">
                  <w:pPr>
                    <w:pStyle w:val="AStyle1"/>
                    <w:ind w:left="-29" w:right="-137"/>
                    <w:rPr>
                      <w:b/>
                    </w:rPr>
                  </w:pPr>
                </w:p>
              </w:tc>
              <w:tc>
                <w:tcPr>
                  <w:tcW w:w="1364" w:type="dxa"/>
                  <w:gridSpan w:val="5"/>
                  <w:tcBorders>
                    <w:left w:val="nil"/>
                    <w:right w:val="nil"/>
                  </w:tcBorders>
                </w:tcPr>
                <w:p w:rsidR="00E32DCF" w:rsidRPr="00465ACB" w:rsidRDefault="00E32DCF" w:rsidP="00310962">
                  <w:pPr>
                    <w:pStyle w:val="AStyle1"/>
                    <w:ind w:left="-29" w:right="-392"/>
                    <w:rPr>
                      <w:b/>
                    </w:rPr>
                  </w:pPr>
                  <w:r>
                    <w:rPr>
                      <w:b/>
                    </w:rPr>
                    <w:t xml:space="preserve">      Job Man.</w:t>
                  </w:r>
                </w:p>
              </w:tc>
              <w:tc>
                <w:tcPr>
                  <w:tcW w:w="259" w:type="dxa"/>
                  <w:gridSpan w:val="2"/>
                  <w:tcBorders>
                    <w:left w:val="nil"/>
                    <w:right w:val="nil"/>
                  </w:tcBorders>
                </w:tcPr>
                <w:p w:rsidR="00E32DCF" w:rsidRPr="00465ACB" w:rsidRDefault="00E32DCF" w:rsidP="00B52212">
                  <w:pPr>
                    <w:pStyle w:val="AStyle1"/>
                    <w:ind w:left="-29" w:right="-137"/>
                    <w:rPr>
                      <w:b/>
                    </w:rPr>
                  </w:pPr>
                </w:p>
              </w:tc>
              <w:tc>
                <w:tcPr>
                  <w:tcW w:w="1452" w:type="dxa"/>
                  <w:gridSpan w:val="5"/>
                  <w:tcBorders>
                    <w:left w:val="nil"/>
                    <w:right w:val="nil"/>
                  </w:tcBorders>
                </w:tcPr>
                <w:p w:rsidR="00E32DCF" w:rsidRPr="00465ACB" w:rsidRDefault="00E32DCF" w:rsidP="00B52212">
                  <w:pPr>
                    <w:pStyle w:val="AStyle1"/>
                    <w:ind w:left="-29" w:right="-137"/>
                    <w:rPr>
                      <w:b/>
                    </w:rPr>
                  </w:pPr>
                  <w:r>
                    <w:rPr>
                      <w:b/>
                    </w:rPr>
                    <w:t xml:space="preserve"> Financials</w:t>
                  </w:r>
                </w:p>
              </w:tc>
              <w:tc>
                <w:tcPr>
                  <w:tcW w:w="1121" w:type="dxa"/>
                  <w:gridSpan w:val="4"/>
                  <w:tcBorders>
                    <w:left w:val="nil"/>
                    <w:right w:val="nil"/>
                  </w:tcBorders>
                </w:tcPr>
                <w:p w:rsidR="00E32DCF" w:rsidRPr="00465ACB" w:rsidRDefault="00E32DCF" w:rsidP="00310962">
                  <w:pPr>
                    <w:pStyle w:val="AStyle1"/>
                    <w:ind w:left="-29" w:right="-250"/>
                    <w:rPr>
                      <w:b/>
                    </w:rPr>
                  </w:pPr>
                  <w:r>
                    <w:rPr>
                      <w:b/>
                    </w:rPr>
                    <w:t xml:space="preserve">     POS</w:t>
                  </w:r>
                </w:p>
              </w:tc>
              <w:tc>
                <w:tcPr>
                  <w:tcW w:w="249" w:type="dxa"/>
                  <w:gridSpan w:val="2"/>
                  <w:tcBorders>
                    <w:left w:val="nil"/>
                    <w:right w:val="nil"/>
                  </w:tcBorders>
                </w:tcPr>
                <w:p w:rsidR="00E32DCF" w:rsidRPr="00465ACB" w:rsidRDefault="00E32DCF" w:rsidP="00B52212">
                  <w:pPr>
                    <w:pStyle w:val="AStyle1"/>
                    <w:ind w:left="-29" w:right="-137"/>
                    <w:rPr>
                      <w:b/>
                    </w:rPr>
                  </w:pPr>
                </w:p>
              </w:tc>
              <w:tc>
                <w:tcPr>
                  <w:tcW w:w="1515" w:type="dxa"/>
                  <w:gridSpan w:val="6"/>
                  <w:tcBorders>
                    <w:left w:val="nil"/>
                    <w:right w:val="nil"/>
                  </w:tcBorders>
                </w:tcPr>
                <w:p w:rsidR="00E32DCF" w:rsidRPr="00465ACB" w:rsidRDefault="00E32DCF" w:rsidP="00B52212">
                  <w:pPr>
                    <w:pStyle w:val="AStyle1"/>
                    <w:ind w:left="-29" w:right="-137"/>
                    <w:rPr>
                      <w:b/>
                    </w:rPr>
                  </w:pPr>
                  <w:r>
                    <w:rPr>
                      <w:b/>
                    </w:rPr>
                    <w:t xml:space="preserve">     Admin</w:t>
                  </w:r>
                </w:p>
              </w:tc>
            </w:tr>
            <w:tr w:rsidR="00EC5CBF" w:rsidTr="00E32DCF">
              <w:trPr>
                <w:trHeight w:hRule="exact" w:val="454"/>
                <w:jc w:val="center"/>
              </w:trPr>
              <w:tc>
                <w:tcPr>
                  <w:tcW w:w="1594" w:type="dxa"/>
                  <w:tcBorders>
                    <w:left w:val="nil"/>
                    <w:right w:val="nil"/>
                  </w:tcBorders>
                  <w:vAlign w:val="bottom"/>
                </w:tcPr>
                <w:p w:rsidR="00EC5CBF" w:rsidRPr="00EC5CBF" w:rsidRDefault="00EC5CBF" w:rsidP="004D1C3F">
                  <w:pPr>
                    <w:pStyle w:val="AStyle1"/>
                    <w:jc w:val="left"/>
                    <w:rPr>
                      <w:sz w:val="16"/>
                      <w:szCs w:val="16"/>
                    </w:rPr>
                  </w:pPr>
                </w:p>
              </w:tc>
              <w:tc>
                <w:tcPr>
                  <w:tcW w:w="1647" w:type="dxa"/>
                  <w:tcBorders>
                    <w:left w:val="nil"/>
                    <w:right w:val="nil"/>
                  </w:tcBorders>
                  <w:vAlign w:val="bottom"/>
                </w:tcPr>
                <w:p w:rsidR="00EC5CBF" w:rsidRPr="00EC5CBF" w:rsidRDefault="00EC5CBF" w:rsidP="004D1C3F">
                  <w:pPr>
                    <w:pStyle w:val="AStyle1"/>
                    <w:jc w:val="left"/>
                    <w:rPr>
                      <w:sz w:val="16"/>
                      <w:szCs w:val="16"/>
                    </w:rPr>
                  </w:pPr>
                </w:p>
              </w:tc>
              <w:tc>
                <w:tcPr>
                  <w:tcW w:w="1200" w:type="dxa"/>
                  <w:tcBorders>
                    <w:left w:val="nil"/>
                    <w:right w:val="nil"/>
                  </w:tcBorders>
                  <w:vAlign w:val="bottom"/>
                </w:tcPr>
                <w:p w:rsidR="00EC5CBF" w:rsidRPr="00EC5CBF" w:rsidRDefault="00EC5CBF" w:rsidP="004D1C3F">
                  <w:pPr>
                    <w:pStyle w:val="AStyle1"/>
                    <w:rPr>
                      <w:sz w:val="16"/>
                      <w:szCs w:val="16"/>
                    </w:rPr>
                  </w:pPr>
                </w:p>
              </w:tc>
              <w:tc>
                <w:tcPr>
                  <w:tcW w:w="1610" w:type="dxa"/>
                  <w:gridSpan w:val="3"/>
                  <w:tcBorders>
                    <w:left w:val="nil"/>
                    <w:right w:val="nil"/>
                  </w:tcBorders>
                  <w:vAlign w:val="bottom"/>
                </w:tcPr>
                <w:p w:rsidR="00EC5CBF" w:rsidRPr="00EC5CBF" w:rsidRDefault="00EC5CBF" w:rsidP="00310962">
                  <w:pPr>
                    <w:pStyle w:val="AStyle1"/>
                    <w:ind w:left="240"/>
                    <w:rPr>
                      <w:sz w:val="16"/>
                      <w:szCs w:val="16"/>
                    </w:rPr>
                  </w:pPr>
                  <w:r w:rsidRPr="00EC5CBF">
                    <w:rPr>
                      <w:sz w:val="16"/>
                      <w:szCs w:val="16"/>
                    </w:rPr>
                    <w:t>Tick</w:t>
                  </w:r>
                  <w:r>
                    <w:rPr>
                      <w:sz w:val="16"/>
                      <w:szCs w:val="16"/>
                    </w:rPr>
                    <w:t xml:space="preserve">    </w:t>
                  </w:r>
                  <w:r w:rsidR="00E32DCF">
                    <w:rPr>
                      <w:sz w:val="16"/>
                      <w:szCs w:val="16"/>
                    </w:rPr>
                    <w:t xml:space="preserve">  </w:t>
                  </w:r>
                  <w:r>
                    <w:rPr>
                      <w:sz w:val="16"/>
                      <w:szCs w:val="16"/>
                    </w:rPr>
                    <w:t xml:space="preserve">Sign </w:t>
                  </w:r>
                </w:p>
              </w:tc>
              <w:tc>
                <w:tcPr>
                  <w:tcW w:w="1308" w:type="dxa"/>
                  <w:gridSpan w:val="5"/>
                  <w:tcBorders>
                    <w:left w:val="nil"/>
                    <w:right w:val="nil"/>
                  </w:tcBorders>
                  <w:vAlign w:val="bottom"/>
                </w:tcPr>
                <w:p w:rsidR="00EC5CBF" w:rsidRPr="00EC5CBF" w:rsidRDefault="00E46FBA" w:rsidP="004D1C3F">
                  <w:pPr>
                    <w:pStyle w:val="AStyle1"/>
                    <w:rPr>
                      <w:sz w:val="16"/>
                      <w:szCs w:val="16"/>
                    </w:rPr>
                  </w:pPr>
                  <w:r>
                    <w:rPr>
                      <w:sz w:val="16"/>
                      <w:szCs w:val="16"/>
                    </w:rPr>
                    <w:t xml:space="preserve">  </w:t>
                  </w:r>
                  <w:r w:rsidR="00EC5CBF" w:rsidRPr="00EC5CBF">
                    <w:rPr>
                      <w:sz w:val="16"/>
                      <w:szCs w:val="16"/>
                    </w:rPr>
                    <w:t>Tick</w:t>
                  </w:r>
                  <w:r w:rsidR="00EC5CBF">
                    <w:rPr>
                      <w:sz w:val="16"/>
                      <w:szCs w:val="16"/>
                    </w:rPr>
                    <w:t xml:space="preserve">    </w:t>
                  </w:r>
                  <w:r w:rsidR="00E32DCF">
                    <w:rPr>
                      <w:sz w:val="16"/>
                      <w:szCs w:val="16"/>
                    </w:rPr>
                    <w:t xml:space="preserve">  </w:t>
                  </w:r>
                  <w:r w:rsidR="00EC5CBF">
                    <w:rPr>
                      <w:sz w:val="16"/>
                      <w:szCs w:val="16"/>
                    </w:rPr>
                    <w:t>Sign</w:t>
                  </w:r>
                </w:p>
              </w:tc>
              <w:tc>
                <w:tcPr>
                  <w:tcW w:w="1275" w:type="dxa"/>
                  <w:gridSpan w:val="5"/>
                  <w:tcBorders>
                    <w:left w:val="nil"/>
                    <w:right w:val="nil"/>
                  </w:tcBorders>
                  <w:vAlign w:val="bottom"/>
                </w:tcPr>
                <w:p w:rsidR="00EC5CBF" w:rsidRPr="00EC5CBF" w:rsidRDefault="00E46FBA" w:rsidP="00310962">
                  <w:pPr>
                    <w:pStyle w:val="AStyle1"/>
                    <w:ind w:right="-250"/>
                    <w:rPr>
                      <w:sz w:val="16"/>
                      <w:szCs w:val="16"/>
                    </w:rPr>
                  </w:pPr>
                  <w:r>
                    <w:rPr>
                      <w:sz w:val="16"/>
                      <w:szCs w:val="16"/>
                    </w:rPr>
                    <w:t xml:space="preserve">      </w:t>
                  </w:r>
                  <w:r w:rsidR="00EC5CBF" w:rsidRPr="00EC5CBF">
                    <w:rPr>
                      <w:sz w:val="16"/>
                      <w:szCs w:val="16"/>
                    </w:rPr>
                    <w:t>Tick</w:t>
                  </w:r>
                  <w:r w:rsidR="00EC5CBF">
                    <w:rPr>
                      <w:sz w:val="16"/>
                      <w:szCs w:val="16"/>
                    </w:rPr>
                    <w:t xml:space="preserve">    </w:t>
                  </w:r>
                  <w:r w:rsidR="00E32DCF">
                    <w:rPr>
                      <w:sz w:val="16"/>
                      <w:szCs w:val="16"/>
                    </w:rPr>
                    <w:t xml:space="preserve">  </w:t>
                  </w:r>
                  <w:r w:rsidR="00EC5CBF">
                    <w:rPr>
                      <w:sz w:val="16"/>
                      <w:szCs w:val="16"/>
                    </w:rPr>
                    <w:t>Sign</w:t>
                  </w:r>
                </w:p>
              </w:tc>
              <w:tc>
                <w:tcPr>
                  <w:tcW w:w="236" w:type="dxa"/>
                  <w:tcBorders>
                    <w:left w:val="nil"/>
                    <w:right w:val="nil"/>
                  </w:tcBorders>
                  <w:vAlign w:val="bottom"/>
                </w:tcPr>
                <w:p w:rsidR="00EC5CBF" w:rsidRPr="00EC5CBF" w:rsidRDefault="00EC5CBF" w:rsidP="00B52212">
                  <w:pPr>
                    <w:pStyle w:val="AStyle1"/>
                    <w:ind w:left="-29" w:right="-137"/>
                    <w:rPr>
                      <w:sz w:val="16"/>
                      <w:szCs w:val="16"/>
                    </w:rPr>
                  </w:pPr>
                </w:p>
              </w:tc>
              <w:tc>
                <w:tcPr>
                  <w:tcW w:w="1364" w:type="dxa"/>
                  <w:gridSpan w:val="5"/>
                  <w:tcBorders>
                    <w:left w:val="nil"/>
                    <w:right w:val="nil"/>
                  </w:tcBorders>
                  <w:vAlign w:val="bottom"/>
                </w:tcPr>
                <w:p w:rsidR="00EC5CBF" w:rsidRPr="00EC5CBF" w:rsidRDefault="00E46FBA" w:rsidP="00310962">
                  <w:pPr>
                    <w:pStyle w:val="AStyle1"/>
                    <w:ind w:left="-29" w:right="-392"/>
                    <w:rPr>
                      <w:sz w:val="16"/>
                      <w:szCs w:val="16"/>
                    </w:rPr>
                  </w:pPr>
                  <w:r>
                    <w:rPr>
                      <w:sz w:val="16"/>
                      <w:szCs w:val="16"/>
                    </w:rPr>
                    <w:t xml:space="preserve">      </w:t>
                  </w:r>
                  <w:r w:rsidR="00EC5CBF" w:rsidRPr="00EC5CBF">
                    <w:rPr>
                      <w:sz w:val="16"/>
                      <w:szCs w:val="16"/>
                    </w:rPr>
                    <w:t>Tick</w:t>
                  </w:r>
                  <w:r w:rsidR="00EC5CBF">
                    <w:rPr>
                      <w:sz w:val="16"/>
                      <w:szCs w:val="16"/>
                    </w:rPr>
                    <w:t xml:space="preserve">    </w:t>
                  </w:r>
                  <w:r w:rsidR="00E32DCF">
                    <w:rPr>
                      <w:sz w:val="16"/>
                      <w:szCs w:val="16"/>
                    </w:rPr>
                    <w:t xml:space="preserve">  </w:t>
                  </w:r>
                  <w:r w:rsidR="00EC5CBF">
                    <w:rPr>
                      <w:sz w:val="16"/>
                      <w:szCs w:val="16"/>
                    </w:rPr>
                    <w:t>Sign</w:t>
                  </w:r>
                </w:p>
              </w:tc>
              <w:tc>
                <w:tcPr>
                  <w:tcW w:w="251" w:type="dxa"/>
                  <w:tcBorders>
                    <w:left w:val="nil"/>
                    <w:right w:val="nil"/>
                  </w:tcBorders>
                  <w:vAlign w:val="bottom"/>
                </w:tcPr>
                <w:p w:rsidR="00EC5CBF" w:rsidRPr="00EC5CBF" w:rsidRDefault="00EC5CBF" w:rsidP="00B52212">
                  <w:pPr>
                    <w:pStyle w:val="AStyle1"/>
                    <w:ind w:left="-29" w:right="-137"/>
                    <w:rPr>
                      <w:sz w:val="16"/>
                      <w:szCs w:val="16"/>
                    </w:rPr>
                  </w:pPr>
                </w:p>
              </w:tc>
              <w:tc>
                <w:tcPr>
                  <w:tcW w:w="1450" w:type="dxa"/>
                  <w:gridSpan w:val="6"/>
                  <w:tcBorders>
                    <w:left w:val="nil"/>
                    <w:right w:val="nil"/>
                  </w:tcBorders>
                  <w:vAlign w:val="bottom"/>
                </w:tcPr>
                <w:p w:rsidR="00EC5CBF" w:rsidRPr="00EC5CBF" w:rsidRDefault="00E32DCF" w:rsidP="00B52212">
                  <w:pPr>
                    <w:pStyle w:val="AStyle1"/>
                    <w:ind w:left="-29" w:right="-137"/>
                    <w:rPr>
                      <w:sz w:val="16"/>
                      <w:szCs w:val="16"/>
                    </w:rPr>
                  </w:pPr>
                  <w:r>
                    <w:rPr>
                      <w:sz w:val="16"/>
                      <w:szCs w:val="16"/>
                    </w:rPr>
                    <w:t xml:space="preserve">     </w:t>
                  </w:r>
                  <w:r w:rsidR="00EC5CBF" w:rsidRPr="00EC5CBF">
                    <w:rPr>
                      <w:sz w:val="16"/>
                      <w:szCs w:val="16"/>
                    </w:rPr>
                    <w:t>Tick</w:t>
                  </w:r>
                  <w:r w:rsidR="00EC5CBF">
                    <w:rPr>
                      <w:sz w:val="16"/>
                      <w:szCs w:val="16"/>
                    </w:rPr>
                    <w:t xml:space="preserve">    </w:t>
                  </w:r>
                  <w:r w:rsidR="00E46FBA">
                    <w:rPr>
                      <w:sz w:val="16"/>
                      <w:szCs w:val="16"/>
                    </w:rPr>
                    <w:t xml:space="preserve"> </w:t>
                  </w:r>
                  <w:r>
                    <w:rPr>
                      <w:sz w:val="16"/>
                      <w:szCs w:val="16"/>
                    </w:rPr>
                    <w:t xml:space="preserve">  </w:t>
                  </w:r>
                  <w:r w:rsidR="00EC5CBF">
                    <w:rPr>
                      <w:sz w:val="16"/>
                      <w:szCs w:val="16"/>
                    </w:rPr>
                    <w:t>Sign</w:t>
                  </w:r>
                </w:p>
              </w:tc>
              <w:tc>
                <w:tcPr>
                  <w:tcW w:w="1294" w:type="dxa"/>
                  <w:gridSpan w:val="5"/>
                  <w:tcBorders>
                    <w:left w:val="nil"/>
                    <w:right w:val="nil"/>
                  </w:tcBorders>
                  <w:vAlign w:val="bottom"/>
                </w:tcPr>
                <w:p w:rsidR="00EC5CBF" w:rsidRPr="00EC5CBF" w:rsidRDefault="00E32DCF" w:rsidP="00310962">
                  <w:pPr>
                    <w:pStyle w:val="AStyle1"/>
                    <w:ind w:left="-29" w:right="-250"/>
                    <w:rPr>
                      <w:sz w:val="16"/>
                      <w:szCs w:val="16"/>
                    </w:rPr>
                  </w:pPr>
                  <w:r>
                    <w:rPr>
                      <w:sz w:val="16"/>
                      <w:szCs w:val="16"/>
                    </w:rPr>
                    <w:t xml:space="preserve">    </w:t>
                  </w:r>
                  <w:r w:rsidR="00EC5CBF" w:rsidRPr="00EC5CBF">
                    <w:rPr>
                      <w:sz w:val="16"/>
                      <w:szCs w:val="16"/>
                    </w:rPr>
                    <w:t>Tick</w:t>
                  </w:r>
                  <w:r w:rsidR="00EC5CBF">
                    <w:rPr>
                      <w:sz w:val="16"/>
                      <w:szCs w:val="16"/>
                    </w:rPr>
                    <w:t xml:space="preserve">    </w:t>
                  </w:r>
                  <w:r>
                    <w:rPr>
                      <w:sz w:val="16"/>
                      <w:szCs w:val="16"/>
                    </w:rPr>
                    <w:t xml:space="preserve">  </w:t>
                  </w:r>
                  <w:r w:rsidR="00EC5CBF">
                    <w:rPr>
                      <w:sz w:val="16"/>
                      <w:szCs w:val="16"/>
                    </w:rPr>
                    <w:t>Sign</w:t>
                  </w:r>
                </w:p>
              </w:tc>
              <w:tc>
                <w:tcPr>
                  <w:tcW w:w="249" w:type="dxa"/>
                  <w:gridSpan w:val="2"/>
                  <w:tcBorders>
                    <w:left w:val="nil"/>
                    <w:right w:val="nil"/>
                  </w:tcBorders>
                  <w:vAlign w:val="bottom"/>
                </w:tcPr>
                <w:p w:rsidR="00EC5CBF" w:rsidRPr="00EC5CBF" w:rsidRDefault="00EC5CBF" w:rsidP="00B52212">
                  <w:pPr>
                    <w:pStyle w:val="AStyle1"/>
                    <w:ind w:left="-29" w:right="-137"/>
                    <w:rPr>
                      <w:sz w:val="16"/>
                      <w:szCs w:val="16"/>
                    </w:rPr>
                  </w:pPr>
                </w:p>
              </w:tc>
              <w:tc>
                <w:tcPr>
                  <w:tcW w:w="1515" w:type="dxa"/>
                  <w:gridSpan w:val="5"/>
                  <w:tcBorders>
                    <w:left w:val="nil"/>
                    <w:right w:val="nil"/>
                  </w:tcBorders>
                  <w:vAlign w:val="bottom"/>
                </w:tcPr>
                <w:p w:rsidR="00EC5CBF" w:rsidRPr="00EC5CBF" w:rsidRDefault="00EC5CBF" w:rsidP="00B52212">
                  <w:pPr>
                    <w:pStyle w:val="AStyle1"/>
                    <w:ind w:left="-29" w:right="-137"/>
                    <w:rPr>
                      <w:sz w:val="16"/>
                      <w:szCs w:val="16"/>
                    </w:rPr>
                  </w:pPr>
                  <w:r>
                    <w:rPr>
                      <w:sz w:val="16"/>
                      <w:szCs w:val="16"/>
                    </w:rPr>
                    <w:t xml:space="preserve">    </w:t>
                  </w:r>
                  <w:r w:rsidRPr="00EC5CBF">
                    <w:rPr>
                      <w:sz w:val="16"/>
                      <w:szCs w:val="16"/>
                    </w:rPr>
                    <w:t>Tick</w:t>
                  </w:r>
                  <w:r>
                    <w:rPr>
                      <w:sz w:val="16"/>
                      <w:szCs w:val="16"/>
                    </w:rPr>
                    <w:t xml:space="preserve">    </w:t>
                  </w:r>
                  <w:r w:rsidR="00E32DCF">
                    <w:rPr>
                      <w:sz w:val="16"/>
                      <w:szCs w:val="16"/>
                    </w:rPr>
                    <w:t xml:space="preserve">  </w:t>
                  </w:r>
                  <w:r>
                    <w:rPr>
                      <w:sz w:val="16"/>
                      <w:szCs w:val="16"/>
                    </w:rPr>
                    <w:t>Sign</w:t>
                  </w:r>
                </w:p>
              </w:tc>
              <w:tc>
                <w:tcPr>
                  <w:tcW w:w="236" w:type="dxa"/>
                  <w:gridSpan w:val="4"/>
                  <w:tcBorders>
                    <w:left w:val="nil"/>
                    <w:right w:val="nil"/>
                  </w:tcBorders>
                  <w:vAlign w:val="bottom"/>
                </w:tcPr>
                <w:p w:rsidR="00EC5CBF" w:rsidRPr="00EC5CBF" w:rsidRDefault="00EC5CBF" w:rsidP="00B52212">
                  <w:pPr>
                    <w:pStyle w:val="AStyle1"/>
                    <w:ind w:left="-29" w:right="-137"/>
                    <w:rPr>
                      <w:sz w:val="16"/>
                      <w:szCs w:val="16"/>
                    </w:rPr>
                  </w:pPr>
                </w:p>
              </w:tc>
            </w:tr>
            <w:tr w:rsidR="00E2776E" w:rsidTr="00E32DCF">
              <w:trPr>
                <w:gridAfter w:val="1"/>
                <w:wAfter w:w="43" w:type="dxa"/>
                <w:jc w:val="center"/>
              </w:trPr>
              <w:tc>
                <w:tcPr>
                  <w:tcW w:w="1594" w:type="dxa"/>
                  <w:tcBorders>
                    <w:top w:val="single" w:sz="4" w:space="0" w:color="auto"/>
                    <w:left w:val="single" w:sz="4" w:space="0" w:color="auto"/>
                  </w:tcBorders>
                </w:tcPr>
                <w:p w:rsidR="008136D0" w:rsidRPr="00FF1932" w:rsidRDefault="008136D0" w:rsidP="004D1C3F">
                  <w:pPr>
                    <w:pStyle w:val="AStyle1"/>
                    <w:jc w:val="left"/>
                    <w:rPr>
                      <w:sz w:val="18"/>
                      <w:szCs w:val="18"/>
                    </w:rPr>
                  </w:pPr>
                </w:p>
              </w:tc>
              <w:tc>
                <w:tcPr>
                  <w:tcW w:w="1647" w:type="dxa"/>
                  <w:tcBorders>
                    <w:top w:val="single" w:sz="4" w:space="0" w:color="auto"/>
                  </w:tcBorders>
                </w:tcPr>
                <w:p w:rsidR="008136D0" w:rsidRPr="00FF1932" w:rsidRDefault="008136D0" w:rsidP="004D1C3F">
                  <w:pPr>
                    <w:pStyle w:val="AStyle1"/>
                    <w:jc w:val="left"/>
                    <w:rPr>
                      <w:sz w:val="18"/>
                      <w:szCs w:val="18"/>
                    </w:rPr>
                  </w:pPr>
                </w:p>
              </w:tc>
              <w:tc>
                <w:tcPr>
                  <w:tcW w:w="1502" w:type="dxa"/>
                  <w:gridSpan w:val="2"/>
                  <w:tcBorders>
                    <w:top w:val="single" w:sz="4" w:space="0" w:color="auto"/>
                    <w:right w:val="single" w:sz="4" w:space="0" w:color="auto"/>
                  </w:tcBorders>
                </w:tcPr>
                <w:p w:rsidR="008136D0" w:rsidRDefault="008136D0" w:rsidP="004D1C3F">
                  <w:pPr>
                    <w:pStyle w:val="AStyle1"/>
                  </w:pPr>
                </w:p>
              </w:tc>
              <w:tc>
                <w:tcPr>
                  <w:tcW w:w="457" w:type="dxa"/>
                  <w:tcBorders>
                    <w:top w:val="single" w:sz="4" w:space="0" w:color="auto"/>
                    <w:left w:val="single" w:sz="4" w:space="0" w:color="auto"/>
                  </w:tcBorders>
                </w:tcPr>
                <w:p w:rsidR="008136D0" w:rsidRDefault="008136D0" w:rsidP="004D1C3F">
                  <w:pPr>
                    <w:pStyle w:val="AStyle1"/>
                  </w:pPr>
                </w:p>
              </w:tc>
              <w:tc>
                <w:tcPr>
                  <w:tcW w:w="1041" w:type="dxa"/>
                  <w:gridSpan w:val="3"/>
                  <w:tcBorders>
                    <w:top w:val="single" w:sz="4" w:space="0" w:color="auto"/>
                    <w:right w:val="single" w:sz="4" w:space="0" w:color="auto"/>
                  </w:tcBorders>
                </w:tcPr>
                <w:p w:rsidR="008136D0" w:rsidRDefault="008136D0" w:rsidP="004D1C3F">
                  <w:pPr>
                    <w:pStyle w:val="AStyle1"/>
                  </w:pPr>
                </w:p>
              </w:tc>
              <w:tc>
                <w:tcPr>
                  <w:tcW w:w="457" w:type="dxa"/>
                  <w:gridSpan w:val="2"/>
                  <w:tcBorders>
                    <w:top w:val="single" w:sz="4" w:space="0" w:color="auto"/>
                    <w:left w:val="single" w:sz="4" w:space="0" w:color="auto"/>
                  </w:tcBorders>
                </w:tcPr>
                <w:p w:rsidR="008136D0" w:rsidRDefault="008136D0" w:rsidP="004D1C3F">
                  <w:pPr>
                    <w:pStyle w:val="AStyle1"/>
                  </w:pPr>
                </w:p>
              </w:tc>
              <w:tc>
                <w:tcPr>
                  <w:tcW w:w="984" w:type="dxa"/>
                  <w:gridSpan w:val="3"/>
                  <w:tcBorders>
                    <w:top w:val="single" w:sz="4" w:space="0" w:color="auto"/>
                    <w:right w:val="single" w:sz="4" w:space="0" w:color="auto"/>
                  </w:tcBorders>
                </w:tcPr>
                <w:p w:rsidR="008136D0" w:rsidRDefault="008136D0" w:rsidP="004D1C3F">
                  <w:pPr>
                    <w:pStyle w:val="AStyle1"/>
                  </w:pPr>
                </w:p>
              </w:tc>
              <w:tc>
                <w:tcPr>
                  <w:tcW w:w="512" w:type="dxa"/>
                  <w:tcBorders>
                    <w:top w:val="single" w:sz="4" w:space="0" w:color="auto"/>
                    <w:left w:val="single" w:sz="4" w:space="0" w:color="auto"/>
                  </w:tcBorders>
                </w:tcPr>
                <w:p w:rsidR="008136D0" w:rsidRDefault="008136D0" w:rsidP="00D81A41">
                  <w:pPr>
                    <w:pStyle w:val="AStyle1"/>
                    <w:ind w:left="-110"/>
                  </w:pPr>
                </w:p>
              </w:tc>
              <w:tc>
                <w:tcPr>
                  <w:tcW w:w="1002" w:type="dxa"/>
                  <w:gridSpan w:val="6"/>
                  <w:tcBorders>
                    <w:top w:val="single" w:sz="4" w:space="0" w:color="auto"/>
                    <w:right w:val="single" w:sz="4" w:space="0" w:color="auto"/>
                  </w:tcBorders>
                </w:tcPr>
                <w:p w:rsidR="008136D0" w:rsidRDefault="008136D0" w:rsidP="004D1C3F">
                  <w:pPr>
                    <w:pStyle w:val="AStyle1"/>
                  </w:pPr>
                </w:p>
              </w:tc>
              <w:tc>
                <w:tcPr>
                  <w:tcW w:w="457" w:type="dxa"/>
                  <w:tcBorders>
                    <w:top w:val="single" w:sz="4" w:space="0" w:color="auto"/>
                    <w:left w:val="single" w:sz="4" w:space="0" w:color="auto"/>
                  </w:tcBorders>
                </w:tcPr>
                <w:p w:rsidR="008136D0" w:rsidRDefault="008136D0" w:rsidP="004D1C3F">
                  <w:pPr>
                    <w:pStyle w:val="AStyle1"/>
                  </w:pPr>
                </w:p>
              </w:tc>
              <w:tc>
                <w:tcPr>
                  <w:tcW w:w="998" w:type="dxa"/>
                  <w:gridSpan w:val="4"/>
                  <w:tcBorders>
                    <w:top w:val="single" w:sz="4" w:space="0" w:color="auto"/>
                    <w:right w:val="single" w:sz="4" w:space="0" w:color="auto"/>
                  </w:tcBorders>
                </w:tcPr>
                <w:p w:rsidR="008136D0" w:rsidRDefault="008136D0" w:rsidP="004D1C3F">
                  <w:pPr>
                    <w:pStyle w:val="AStyle1"/>
                  </w:pPr>
                </w:p>
              </w:tc>
              <w:tc>
                <w:tcPr>
                  <w:tcW w:w="550" w:type="dxa"/>
                  <w:gridSpan w:val="2"/>
                  <w:tcBorders>
                    <w:top w:val="single" w:sz="4" w:space="0" w:color="auto"/>
                    <w:left w:val="single" w:sz="4" w:space="0" w:color="auto"/>
                  </w:tcBorders>
                </w:tcPr>
                <w:p w:rsidR="008136D0" w:rsidRDefault="008136D0" w:rsidP="004D1C3F">
                  <w:pPr>
                    <w:pStyle w:val="AStyle1"/>
                  </w:pPr>
                </w:p>
              </w:tc>
              <w:tc>
                <w:tcPr>
                  <w:tcW w:w="900" w:type="dxa"/>
                  <w:gridSpan w:val="3"/>
                  <w:tcBorders>
                    <w:top w:val="single" w:sz="4" w:space="0" w:color="auto"/>
                    <w:right w:val="single" w:sz="4" w:space="0" w:color="auto"/>
                  </w:tcBorders>
                </w:tcPr>
                <w:p w:rsidR="008136D0" w:rsidRDefault="008136D0" w:rsidP="004D1C3F">
                  <w:pPr>
                    <w:pStyle w:val="AStyle1"/>
                  </w:pPr>
                </w:p>
              </w:tc>
              <w:tc>
                <w:tcPr>
                  <w:tcW w:w="482" w:type="dxa"/>
                  <w:gridSpan w:val="2"/>
                  <w:tcBorders>
                    <w:top w:val="single" w:sz="4" w:space="0" w:color="auto"/>
                    <w:left w:val="single" w:sz="4" w:space="0" w:color="auto"/>
                  </w:tcBorders>
                </w:tcPr>
                <w:p w:rsidR="008136D0" w:rsidRDefault="008136D0" w:rsidP="004D1C3F">
                  <w:pPr>
                    <w:pStyle w:val="AStyle1"/>
                  </w:pPr>
                </w:p>
              </w:tc>
              <w:tc>
                <w:tcPr>
                  <w:tcW w:w="1063" w:type="dxa"/>
                  <w:gridSpan w:val="6"/>
                  <w:tcBorders>
                    <w:top w:val="single" w:sz="4" w:space="0" w:color="auto"/>
                    <w:right w:val="single" w:sz="4" w:space="0" w:color="auto"/>
                  </w:tcBorders>
                </w:tcPr>
                <w:p w:rsidR="008136D0" w:rsidRDefault="008136D0" w:rsidP="004D1C3F">
                  <w:pPr>
                    <w:pStyle w:val="AStyle1"/>
                  </w:pPr>
                </w:p>
              </w:tc>
              <w:tc>
                <w:tcPr>
                  <w:tcW w:w="428" w:type="dxa"/>
                  <w:gridSpan w:val="2"/>
                  <w:tcBorders>
                    <w:top w:val="single" w:sz="4" w:space="0" w:color="auto"/>
                    <w:left w:val="single" w:sz="4" w:space="0" w:color="auto"/>
                  </w:tcBorders>
                </w:tcPr>
                <w:p w:rsidR="008136D0" w:rsidRDefault="008136D0" w:rsidP="004D1C3F">
                  <w:pPr>
                    <w:pStyle w:val="AStyle1"/>
                  </w:pPr>
                </w:p>
              </w:tc>
              <w:tc>
                <w:tcPr>
                  <w:tcW w:w="1112" w:type="dxa"/>
                  <w:gridSpan w:val="4"/>
                  <w:tcBorders>
                    <w:top w:val="single" w:sz="4" w:space="0" w:color="auto"/>
                    <w:right w:val="single" w:sz="4" w:space="0" w:color="auto"/>
                  </w:tcBorders>
                </w:tcPr>
                <w:p w:rsidR="008136D0" w:rsidRDefault="008136D0" w:rsidP="004D1C3F">
                  <w:pPr>
                    <w:pStyle w:val="AStyle1"/>
                  </w:pPr>
                </w:p>
              </w:tc>
            </w:tr>
            <w:tr w:rsidR="00E2776E" w:rsidTr="00E32DCF">
              <w:trPr>
                <w:gridAfter w:val="1"/>
                <w:wAfter w:w="43" w:type="dxa"/>
                <w:jc w:val="center"/>
              </w:trPr>
              <w:tc>
                <w:tcPr>
                  <w:tcW w:w="1594" w:type="dxa"/>
                  <w:tcBorders>
                    <w:left w:val="single" w:sz="4" w:space="0" w:color="auto"/>
                  </w:tcBorders>
                </w:tcPr>
                <w:p w:rsidR="008136D0" w:rsidRPr="00FF1932" w:rsidRDefault="008136D0" w:rsidP="004D1C3F">
                  <w:pPr>
                    <w:pStyle w:val="AStyle1"/>
                    <w:jc w:val="left"/>
                    <w:rPr>
                      <w:sz w:val="18"/>
                      <w:szCs w:val="18"/>
                    </w:rPr>
                  </w:pPr>
                </w:p>
              </w:tc>
              <w:tc>
                <w:tcPr>
                  <w:tcW w:w="1647" w:type="dxa"/>
                </w:tcPr>
                <w:p w:rsidR="008136D0" w:rsidRPr="00FF1932" w:rsidRDefault="008136D0" w:rsidP="004D1C3F">
                  <w:pPr>
                    <w:pStyle w:val="AStyle1"/>
                    <w:jc w:val="left"/>
                    <w:rPr>
                      <w:sz w:val="18"/>
                      <w:szCs w:val="18"/>
                    </w:rPr>
                  </w:pPr>
                </w:p>
              </w:tc>
              <w:tc>
                <w:tcPr>
                  <w:tcW w:w="1502" w:type="dxa"/>
                  <w:gridSpan w:val="2"/>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1041" w:type="dxa"/>
                  <w:gridSpan w:val="3"/>
                  <w:tcBorders>
                    <w:right w:val="single" w:sz="4" w:space="0" w:color="auto"/>
                  </w:tcBorders>
                </w:tcPr>
                <w:p w:rsidR="008136D0" w:rsidRDefault="008136D0" w:rsidP="004D1C3F">
                  <w:pPr>
                    <w:pStyle w:val="AStyle1"/>
                  </w:pPr>
                </w:p>
              </w:tc>
              <w:tc>
                <w:tcPr>
                  <w:tcW w:w="457" w:type="dxa"/>
                  <w:gridSpan w:val="2"/>
                  <w:tcBorders>
                    <w:left w:val="single" w:sz="4" w:space="0" w:color="auto"/>
                  </w:tcBorders>
                </w:tcPr>
                <w:p w:rsidR="008136D0" w:rsidRDefault="008136D0" w:rsidP="004D1C3F">
                  <w:pPr>
                    <w:pStyle w:val="AStyle1"/>
                  </w:pPr>
                </w:p>
              </w:tc>
              <w:tc>
                <w:tcPr>
                  <w:tcW w:w="984" w:type="dxa"/>
                  <w:gridSpan w:val="3"/>
                  <w:tcBorders>
                    <w:right w:val="single" w:sz="4" w:space="0" w:color="auto"/>
                  </w:tcBorders>
                </w:tcPr>
                <w:p w:rsidR="008136D0" w:rsidRDefault="008136D0" w:rsidP="004D1C3F">
                  <w:pPr>
                    <w:pStyle w:val="AStyle1"/>
                  </w:pPr>
                </w:p>
              </w:tc>
              <w:tc>
                <w:tcPr>
                  <w:tcW w:w="512" w:type="dxa"/>
                  <w:tcBorders>
                    <w:left w:val="single" w:sz="4" w:space="0" w:color="auto"/>
                  </w:tcBorders>
                </w:tcPr>
                <w:p w:rsidR="008136D0" w:rsidRDefault="008136D0" w:rsidP="00D81A41">
                  <w:pPr>
                    <w:pStyle w:val="AStyle1"/>
                    <w:ind w:left="-110"/>
                  </w:pPr>
                </w:p>
              </w:tc>
              <w:tc>
                <w:tcPr>
                  <w:tcW w:w="1002" w:type="dxa"/>
                  <w:gridSpan w:val="6"/>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998" w:type="dxa"/>
                  <w:gridSpan w:val="4"/>
                  <w:tcBorders>
                    <w:right w:val="single" w:sz="4" w:space="0" w:color="auto"/>
                  </w:tcBorders>
                </w:tcPr>
                <w:p w:rsidR="008136D0" w:rsidRDefault="008136D0" w:rsidP="004D1C3F">
                  <w:pPr>
                    <w:pStyle w:val="AStyle1"/>
                  </w:pPr>
                </w:p>
              </w:tc>
              <w:tc>
                <w:tcPr>
                  <w:tcW w:w="550" w:type="dxa"/>
                  <w:gridSpan w:val="2"/>
                  <w:tcBorders>
                    <w:left w:val="single" w:sz="4" w:space="0" w:color="auto"/>
                  </w:tcBorders>
                </w:tcPr>
                <w:p w:rsidR="008136D0" w:rsidRDefault="008136D0" w:rsidP="004D1C3F">
                  <w:pPr>
                    <w:pStyle w:val="AStyle1"/>
                  </w:pPr>
                </w:p>
              </w:tc>
              <w:tc>
                <w:tcPr>
                  <w:tcW w:w="900" w:type="dxa"/>
                  <w:gridSpan w:val="3"/>
                  <w:tcBorders>
                    <w:right w:val="single" w:sz="4" w:space="0" w:color="auto"/>
                  </w:tcBorders>
                </w:tcPr>
                <w:p w:rsidR="008136D0" w:rsidRDefault="008136D0" w:rsidP="004D1C3F">
                  <w:pPr>
                    <w:pStyle w:val="AStyle1"/>
                  </w:pPr>
                </w:p>
              </w:tc>
              <w:tc>
                <w:tcPr>
                  <w:tcW w:w="482" w:type="dxa"/>
                  <w:gridSpan w:val="2"/>
                  <w:tcBorders>
                    <w:left w:val="single" w:sz="4" w:space="0" w:color="auto"/>
                  </w:tcBorders>
                </w:tcPr>
                <w:p w:rsidR="008136D0" w:rsidRDefault="008136D0" w:rsidP="004D1C3F">
                  <w:pPr>
                    <w:pStyle w:val="AStyle1"/>
                  </w:pPr>
                </w:p>
              </w:tc>
              <w:tc>
                <w:tcPr>
                  <w:tcW w:w="1063" w:type="dxa"/>
                  <w:gridSpan w:val="6"/>
                  <w:tcBorders>
                    <w:right w:val="single" w:sz="4" w:space="0" w:color="auto"/>
                  </w:tcBorders>
                </w:tcPr>
                <w:p w:rsidR="008136D0" w:rsidRDefault="008136D0" w:rsidP="004D1C3F">
                  <w:pPr>
                    <w:pStyle w:val="AStyle1"/>
                  </w:pPr>
                </w:p>
              </w:tc>
              <w:tc>
                <w:tcPr>
                  <w:tcW w:w="428" w:type="dxa"/>
                  <w:gridSpan w:val="2"/>
                  <w:tcBorders>
                    <w:left w:val="single" w:sz="4" w:space="0" w:color="auto"/>
                  </w:tcBorders>
                </w:tcPr>
                <w:p w:rsidR="008136D0" w:rsidRDefault="008136D0" w:rsidP="004D1C3F">
                  <w:pPr>
                    <w:pStyle w:val="AStyle1"/>
                  </w:pPr>
                </w:p>
              </w:tc>
              <w:tc>
                <w:tcPr>
                  <w:tcW w:w="1112" w:type="dxa"/>
                  <w:gridSpan w:val="4"/>
                  <w:tcBorders>
                    <w:right w:val="single" w:sz="4" w:space="0" w:color="auto"/>
                  </w:tcBorders>
                </w:tcPr>
                <w:p w:rsidR="008136D0" w:rsidRDefault="008136D0" w:rsidP="004D1C3F">
                  <w:pPr>
                    <w:pStyle w:val="AStyle1"/>
                  </w:pPr>
                </w:p>
              </w:tc>
            </w:tr>
            <w:tr w:rsidR="00E2776E" w:rsidTr="00E32DCF">
              <w:trPr>
                <w:gridAfter w:val="1"/>
                <w:wAfter w:w="43" w:type="dxa"/>
                <w:jc w:val="center"/>
              </w:trPr>
              <w:tc>
                <w:tcPr>
                  <w:tcW w:w="1594" w:type="dxa"/>
                  <w:tcBorders>
                    <w:left w:val="single" w:sz="4" w:space="0" w:color="auto"/>
                  </w:tcBorders>
                </w:tcPr>
                <w:p w:rsidR="008136D0" w:rsidRPr="00FF1932" w:rsidRDefault="008136D0" w:rsidP="004D1C3F">
                  <w:pPr>
                    <w:pStyle w:val="AStyle1"/>
                    <w:jc w:val="left"/>
                    <w:rPr>
                      <w:sz w:val="18"/>
                      <w:szCs w:val="18"/>
                    </w:rPr>
                  </w:pPr>
                </w:p>
              </w:tc>
              <w:tc>
                <w:tcPr>
                  <w:tcW w:w="1647" w:type="dxa"/>
                </w:tcPr>
                <w:p w:rsidR="008136D0" w:rsidRPr="00FF1932" w:rsidRDefault="008136D0" w:rsidP="004D1C3F">
                  <w:pPr>
                    <w:pStyle w:val="AStyle1"/>
                    <w:jc w:val="left"/>
                    <w:rPr>
                      <w:sz w:val="18"/>
                      <w:szCs w:val="18"/>
                    </w:rPr>
                  </w:pPr>
                </w:p>
              </w:tc>
              <w:tc>
                <w:tcPr>
                  <w:tcW w:w="1502" w:type="dxa"/>
                  <w:gridSpan w:val="2"/>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1041" w:type="dxa"/>
                  <w:gridSpan w:val="3"/>
                  <w:tcBorders>
                    <w:right w:val="single" w:sz="4" w:space="0" w:color="auto"/>
                  </w:tcBorders>
                </w:tcPr>
                <w:p w:rsidR="008136D0" w:rsidRDefault="008136D0" w:rsidP="004D1C3F">
                  <w:pPr>
                    <w:pStyle w:val="AStyle1"/>
                  </w:pPr>
                </w:p>
              </w:tc>
              <w:tc>
                <w:tcPr>
                  <w:tcW w:w="457" w:type="dxa"/>
                  <w:gridSpan w:val="2"/>
                  <w:tcBorders>
                    <w:left w:val="single" w:sz="4" w:space="0" w:color="auto"/>
                  </w:tcBorders>
                </w:tcPr>
                <w:p w:rsidR="008136D0" w:rsidRDefault="008136D0" w:rsidP="004D1C3F">
                  <w:pPr>
                    <w:pStyle w:val="AStyle1"/>
                  </w:pPr>
                </w:p>
              </w:tc>
              <w:tc>
                <w:tcPr>
                  <w:tcW w:w="984" w:type="dxa"/>
                  <w:gridSpan w:val="3"/>
                  <w:tcBorders>
                    <w:right w:val="single" w:sz="4" w:space="0" w:color="auto"/>
                  </w:tcBorders>
                </w:tcPr>
                <w:p w:rsidR="008136D0" w:rsidRDefault="008136D0" w:rsidP="004D1C3F">
                  <w:pPr>
                    <w:pStyle w:val="AStyle1"/>
                  </w:pPr>
                </w:p>
              </w:tc>
              <w:tc>
                <w:tcPr>
                  <w:tcW w:w="512" w:type="dxa"/>
                  <w:tcBorders>
                    <w:left w:val="single" w:sz="4" w:space="0" w:color="auto"/>
                  </w:tcBorders>
                </w:tcPr>
                <w:p w:rsidR="008136D0" w:rsidRDefault="008136D0" w:rsidP="00D81A41">
                  <w:pPr>
                    <w:pStyle w:val="AStyle1"/>
                    <w:ind w:left="-110"/>
                  </w:pPr>
                </w:p>
              </w:tc>
              <w:tc>
                <w:tcPr>
                  <w:tcW w:w="1002" w:type="dxa"/>
                  <w:gridSpan w:val="6"/>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998" w:type="dxa"/>
                  <w:gridSpan w:val="4"/>
                  <w:tcBorders>
                    <w:right w:val="single" w:sz="4" w:space="0" w:color="auto"/>
                  </w:tcBorders>
                </w:tcPr>
                <w:p w:rsidR="008136D0" w:rsidRDefault="008136D0" w:rsidP="004D1C3F">
                  <w:pPr>
                    <w:pStyle w:val="AStyle1"/>
                  </w:pPr>
                </w:p>
              </w:tc>
              <w:tc>
                <w:tcPr>
                  <w:tcW w:w="550" w:type="dxa"/>
                  <w:gridSpan w:val="2"/>
                  <w:tcBorders>
                    <w:left w:val="single" w:sz="4" w:space="0" w:color="auto"/>
                  </w:tcBorders>
                </w:tcPr>
                <w:p w:rsidR="008136D0" w:rsidRDefault="008136D0" w:rsidP="004D1C3F">
                  <w:pPr>
                    <w:pStyle w:val="AStyle1"/>
                  </w:pPr>
                </w:p>
              </w:tc>
              <w:tc>
                <w:tcPr>
                  <w:tcW w:w="900" w:type="dxa"/>
                  <w:gridSpan w:val="3"/>
                  <w:tcBorders>
                    <w:right w:val="single" w:sz="4" w:space="0" w:color="auto"/>
                  </w:tcBorders>
                </w:tcPr>
                <w:p w:rsidR="008136D0" w:rsidRDefault="008136D0" w:rsidP="004D1C3F">
                  <w:pPr>
                    <w:pStyle w:val="AStyle1"/>
                  </w:pPr>
                </w:p>
              </w:tc>
              <w:tc>
                <w:tcPr>
                  <w:tcW w:w="482" w:type="dxa"/>
                  <w:gridSpan w:val="2"/>
                  <w:tcBorders>
                    <w:left w:val="single" w:sz="4" w:space="0" w:color="auto"/>
                  </w:tcBorders>
                </w:tcPr>
                <w:p w:rsidR="008136D0" w:rsidRDefault="008136D0" w:rsidP="004D1C3F">
                  <w:pPr>
                    <w:pStyle w:val="AStyle1"/>
                  </w:pPr>
                </w:p>
              </w:tc>
              <w:tc>
                <w:tcPr>
                  <w:tcW w:w="1063" w:type="dxa"/>
                  <w:gridSpan w:val="6"/>
                  <w:tcBorders>
                    <w:right w:val="single" w:sz="4" w:space="0" w:color="auto"/>
                  </w:tcBorders>
                </w:tcPr>
                <w:p w:rsidR="008136D0" w:rsidRDefault="008136D0" w:rsidP="004D1C3F">
                  <w:pPr>
                    <w:pStyle w:val="AStyle1"/>
                  </w:pPr>
                </w:p>
              </w:tc>
              <w:tc>
                <w:tcPr>
                  <w:tcW w:w="428" w:type="dxa"/>
                  <w:gridSpan w:val="2"/>
                  <w:tcBorders>
                    <w:left w:val="single" w:sz="4" w:space="0" w:color="auto"/>
                  </w:tcBorders>
                </w:tcPr>
                <w:p w:rsidR="008136D0" w:rsidRDefault="008136D0" w:rsidP="004D1C3F">
                  <w:pPr>
                    <w:pStyle w:val="AStyle1"/>
                  </w:pPr>
                </w:p>
              </w:tc>
              <w:tc>
                <w:tcPr>
                  <w:tcW w:w="1112" w:type="dxa"/>
                  <w:gridSpan w:val="4"/>
                  <w:tcBorders>
                    <w:right w:val="single" w:sz="4" w:space="0" w:color="auto"/>
                  </w:tcBorders>
                </w:tcPr>
                <w:p w:rsidR="008136D0" w:rsidRDefault="008136D0" w:rsidP="004D1C3F">
                  <w:pPr>
                    <w:pStyle w:val="AStyle1"/>
                  </w:pPr>
                </w:p>
              </w:tc>
            </w:tr>
            <w:tr w:rsidR="00E2776E" w:rsidTr="00E32DCF">
              <w:trPr>
                <w:gridAfter w:val="1"/>
                <w:wAfter w:w="43" w:type="dxa"/>
                <w:jc w:val="center"/>
              </w:trPr>
              <w:tc>
                <w:tcPr>
                  <w:tcW w:w="1594" w:type="dxa"/>
                  <w:tcBorders>
                    <w:left w:val="single" w:sz="4" w:space="0" w:color="auto"/>
                  </w:tcBorders>
                </w:tcPr>
                <w:p w:rsidR="008136D0" w:rsidRPr="00FF1932" w:rsidRDefault="008136D0" w:rsidP="004D1C3F">
                  <w:pPr>
                    <w:pStyle w:val="AStyle1"/>
                    <w:jc w:val="left"/>
                    <w:rPr>
                      <w:sz w:val="18"/>
                      <w:szCs w:val="18"/>
                    </w:rPr>
                  </w:pPr>
                </w:p>
              </w:tc>
              <w:tc>
                <w:tcPr>
                  <w:tcW w:w="1647" w:type="dxa"/>
                </w:tcPr>
                <w:p w:rsidR="008136D0" w:rsidRPr="00FF1932" w:rsidRDefault="008136D0" w:rsidP="004D1C3F">
                  <w:pPr>
                    <w:pStyle w:val="AStyle1"/>
                    <w:jc w:val="left"/>
                    <w:rPr>
                      <w:sz w:val="18"/>
                      <w:szCs w:val="18"/>
                    </w:rPr>
                  </w:pPr>
                </w:p>
              </w:tc>
              <w:tc>
                <w:tcPr>
                  <w:tcW w:w="1502" w:type="dxa"/>
                  <w:gridSpan w:val="2"/>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1041" w:type="dxa"/>
                  <w:gridSpan w:val="3"/>
                  <w:tcBorders>
                    <w:right w:val="single" w:sz="4" w:space="0" w:color="auto"/>
                  </w:tcBorders>
                </w:tcPr>
                <w:p w:rsidR="008136D0" w:rsidRDefault="008136D0" w:rsidP="004D1C3F">
                  <w:pPr>
                    <w:pStyle w:val="AStyle1"/>
                  </w:pPr>
                </w:p>
              </w:tc>
              <w:tc>
                <w:tcPr>
                  <w:tcW w:w="457" w:type="dxa"/>
                  <w:gridSpan w:val="2"/>
                  <w:tcBorders>
                    <w:left w:val="single" w:sz="4" w:space="0" w:color="auto"/>
                  </w:tcBorders>
                </w:tcPr>
                <w:p w:rsidR="008136D0" w:rsidRDefault="008136D0" w:rsidP="004D1C3F">
                  <w:pPr>
                    <w:pStyle w:val="AStyle1"/>
                  </w:pPr>
                </w:p>
              </w:tc>
              <w:tc>
                <w:tcPr>
                  <w:tcW w:w="984" w:type="dxa"/>
                  <w:gridSpan w:val="3"/>
                  <w:tcBorders>
                    <w:right w:val="single" w:sz="4" w:space="0" w:color="auto"/>
                  </w:tcBorders>
                </w:tcPr>
                <w:p w:rsidR="008136D0" w:rsidRDefault="008136D0" w:rsidP="004D1C3F">
                  <w:pPr>
                    <w:pStyle w:val="AStyle1"/>
                  </w:pPr>
                </w:p>
              </w:tc>
              <w:tc>
                <w:tcPr>
                  <w:tcW w:w="512" w:type="dxa"/>
                  <w:tcBorders>
                    <w:left w:val="single" w:sz="4" w:space="0" w:color="auto"/>
                  </w:tcBorders>
                </w:tcPr>
                <w:p w:rsidR="008136D0" w:rsidRDefault="008136D0" w:rsidP="00D81A41">
                  <w:pPr>
                    <w:pStyle w:val="AStyle1"/>
                    <w:ind w:left="-110"/>
                  </w:pPr>
                </w:p>
              </w:tc>
              <w:tc>
                <w:tcPr>
                  <w:tcW w:w="1002" w:type="dxa"/>
                  <w:gridSpan w:val="6"/>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998" w:type="dxa"/>
                  <w:gridSpan w:val="4"/>
                  <w:tcBorders>
                    <w:right w:val="single" w:sz="4" w:space="0" w:color="auto"/>
                  </w:tcBorders>
                </w:tcPr>
                <w:p w:rsidR="008136D0" w:rsidRDefault="008136D0" w:rsidP="004D1C3F">
                  <w:pPr>
                    <w:pStyle w:val="AStyle1"/>
                  </w:pPr>
                </w:p>
              </w:tc>
              <w:tc>
                <w:tcPr>
                  <w:tcW w:w="550" w:type="dxa"/>
                  <w:gridSpan w:val="2"/>
                  <w:tcBorders>
                    <w:left w:val="single" w:sz="4" w:space="0" w:color="auto"/>
                  </w:tcBorders>
                </w:tcPr>
                <w:p w:rsidR="008136D0" w:rsidRDefault="008136D0" w:rsidP="004D1C3F">
                  <w:pPr>
                    <w:pStyle w:val="AStyle1"/>
                  </w:pPr>
                </w:p>
              </w:tc>
              <w:tc>
                <w:tcPr>
                  <w:tcW w:w="900" w:type="dxa"/>
                  <w:gridSpan w:val="3"/>
                  <w:tcBorders>
                    <w:right w:val="single" w:sz="4" w:space="0" w:color="auto"/>
                  </w:tcBorders>
                </w:tcPr>
                <w:p w:rsidR="008136D0" w:rsidRDefault="008136D0" w:rsidP="004D1C3F">
                  <w:pPr>
                    <w:pStyle w:val="AStyle1"/>
                  </w:pPr>
                </w:p>
              </w:tc>
              <w:tc>
                <w:tcPr>
                  <w:tcW w:w="482" w:type="dxa"/>
                  <w:gridSpan w:val="2"/>
                  <w:tcBorders>
                    <w:left w:val="single" w:sz="4" w:space="0" w:color="auto"/>
                  </w:tcBorders>
                </w:tcPr>
                <w:p w:rsidR="008136D0" w:rsidRDefault="008136D0" w:rsidP="004D1C3F">
                  <w:pPr>
                    <w:pStyle w:val="AStyle1"/>
                  </w:pPr>
                </w:p>
              </w:tc>
              <w:tc>
                <w:tcPr>
                  <w:tcW w:w="1063" w:type="dxa"/>
                  <w:gridSpan w:val="6"/>
                  <w:tcBorders>
                    <w:right w:val="single" w:sz="4" w:space="0" w:color="auto"/>
                  </w:tcBorders>
                </w:tcPr>
                <w:p w:rsidR="008136D0" w:rsidRDefault="008136D0" w:rsidP="004D1C3F">
                  <w:pPr>
                    <w:pStyle w:val="AStyle1"/>
                  </w:pPr>
                </w:p>
              </w:tc>
              <w:tc>
                <w:tcPr>
                  <w:tcW w:w="428" w:type="dxa"/>
                  <w:gridSpan w:val="2"/>
                  <w:tcBorders>
                    <w:left w:val="single" w:sz="4" w:space="0" w:color="auto"/>
                  </w:tcBorders>
                </w:tcPr>
                <w:p w:rsidR="008136D0" w:rsidRDefault="008136D0" w:rsidP="004D1C3F">
                  <w:pPr>
                    <w:pStyle w:val="AStyle1"/>
                  </w:pPr>
                </w:p>
              </w:tc>
              <w:tc>
                <w:tcPr>
                  <w:tcW w:w="1112" w:type="dxa"/>
                  <w:gridSpan w:val="4"/>
                  <w:tcBorders>
                    <w:right w:val="single" w:sz="4" w:space="0" w:color="auto"/>
                  </w:tcBorders>
                </w:tcPr>
                <w:p w:rsidR="008136D0" w:rsidRDefault="008136D0" w:rsidP="004D1C3F">
                  <w:pPr>
                    <w:pStyle w:val="AStyle1"/>
                  </w:pPr>
                </w:p>
              </w:tc>
            </w:tr>
            <w:tr w:rsidR="00E2776E" w:rsidTr="00E32DCF">
              <w:trPr>
                <w:gridAfter w:val="1"/>
                <w:wAfter w:w="43" w:type="dxa"/>
                <w:jc w:val="center"/>
              </w:trPr>
              <w:tc>
                <w:tcPr>
                  <w:tcW w:w="1594" w:type="dxa"/>
                  <w:tcBorders>
                    <w:left w:val="single" w:sz="4" w:space="0" w:color="auto"/>
                  </w:tcBorders>
                </w:tcPr>
                <w:p w:rsidR="008136D0" w:rsidRPr="00FF1932" w:rsidRDefault="008136D0" w:rsidP="004D1C3F">
                  <w:pPr>
                    <w:pStyle w:val="AStyle1"/>
                    <w:jc w:val="left"/>
                    <w:rPr>
                      <w:sz w:val="18"/>
                      <w:szCs w:val="18"/>
                    </w:rPr>
                  </w:pPr>
                </w:p>
              </w:tc>
              <w:tc>
                <w:tcPr>
                  <w:tcW w:w="1647" w:type="dxa"/>
                </w:tcPr>
                <w:p w:rsidR="008136D0" w:rsidRPr="00FF1932" w:rsidRDefault="008136D0" w:rsidP="004D1C3F">
                  <w:pPr>
                    <w:pStyle w:val="AStyle1"/>
                    <w:jc w:val="left"/>
                    <w:rPr>
                      <w:sz w:val="18"/>
                      <w:szCs w:val="18"/>
                    </w:rPr>
                  </w:pPr>
                </w:p>
              </w:tc>
              <w:tc>
                <w:tcPr>
                  <w:tcW w:w="1502" w:type="dxa"/>
                  <w:gridSpan w:val="2"/>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1041" w:type="dxa"/>
                  <w:gridSpan w:val="3"/>
                  <w:tcBorders>
                    <w:right w:val="single" w:sz="4" w:space="0" w:color="auto"/>
                  </w:tcBorders>
                </w:tcPr>
                <w:p w:rsidR="008136D0" w:rsidRDefault="008136D0" w:rsidP="004D1C3F">
                  <w:pPr>
                    <w:pStyle w:val="AStyle1"/>
                  </w:pPr>
                </w:p>
              </w:tc>
              <w:tc>
                <w:tcPr>
                  <w:tcW w:w="457" w:type="dxa"/>
                  <w:gridSpan w:val="2"/>
                  <w:tcBorders>
                    <w:left w:val="single" w:sz="4" w:space="0" w:color="auto"/>
                  </w:tcBorders>
                </w:tcPr>
                <w:p w:rsidR="008136D0" w:rsidRDefault="008136D0" w:rsidP="004D1C3F">
                  <w:pPr>
                    <w:pStyle w:val="AStyle1"/>
                  </w:pPr>
                </w:p>
              </w:tc>
              <w:tc>
                <w:tcPr>
                  <w:tcW w:w="984" w:type="dxa"/>
                  <w:gridSpan w:val="3"/>
                  <w:tcBorders>
                    <w:right w:val="single" w:sz="4" w:space="0" w:color="auto"/>
                  </w:tcBorders>
                </w:tcPr>
                <w:p w:rsidR="008136D0" w:rsidRDefault="008136D0" w:rsidP="004D1C3F">
                  <w:pPr>
                    <w:pStyle w:val="AStyle1"/>
                  </w:pPr>
                </w:p>
              </w:tc>
              <w:tc>
                <w:tcPr>
                  <w:tcW w:w="512" w:type="dxa"/>
                  <w:tcBorders>
                    <w:left w:val="single" w:sz="4" w:space="0" w:color="auto"/>
                  </w:tcBorders>
                </w:tcPr>
                <w:p w:rsidR="008136D0" w:rsidRDefault="008136D0" w:rsidP="00D81A41">
                  <w:pPr>
                    <w:pStyle w:val="AStyle1"/>
                    <w:ind w:left="-110"/>
                  </w:pPr>
                </w:p>
              </w:tc>
              <w:tc>
                <w:tcPr>
                  <w:tcW w:w="1002" w:type="dxa"/>
                  <w:gridSpan w:val="6"/>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998" w:type="dxa"/>
                  <w:gridSpan w:val="4"/>
                  <w:tcBorders>
                    <w:right w:val="single" w:sz="4" w:space="0" w:color="auto"/>
                  </w:tcBorders>
                </w:tcPr>
                <w:p w:rsidR="008136D0" w:rsidRDefault="008136D0" w:rsidP="004D1C3F">
                  <w:pPr>
                    <w:pStyle w:val="AStyle1"/>
                  </w:pPr>
                </w:p>
              </w:tc>
              <w:tc>
                <w:tcPr>
                  <w:tcW w:w="550" w:type="dxa"/>
                  <w:gridSpan w:val="2"/>
                  <w:tcBorders>
                    <w:left w:val="single" w:sz="4" w:space="0" w:color="auto"/>
                  </w:tcBorders>
                </w:tcPr>
                <w:p w:rsidR="008136D0" w:rsidRDefault="008136D0" w:rsidP="004D1C3F">
                  <w:pPr>
                    <w:pStyle w:val="AStyle1"/>
                  </w:pPr>
                </w:p>
              </w:tc>
              <w:tc>
                <w:tcPr>
                  <w:tcW w:w="900" w:type="dxa"/>
                  <w:gridSpan w:val="3"/>
                  <w:tcBorders>
                    <w:right w:val="single" w:sz="4" w:space="0" w:color="auto"/>
                  </w:tcBorders>
                </w:tcPr>
                <w:p w:rsidR="008136D0" w:rsidRDefault="008136D0" w:rsidP="004D1C3F">
                  <w:pPr>
                    <w:pStyle w:val="AStyle1"/>
                  </w:pPr>
                </w:p>
              </w:tc>
              <w:tc>
                <w:tcPr>
                  <w:tcW w:w="482" w:type="dxa"/>
                  <w:gridSpan w:val="2"/>
                  <w:tcBorders>
                    <w:left w:val="single" w:sz="4" w:space="0" w:color="auto"/>
                  </w:tcBorders>
                </w:tcPr>
                <w:p w:rsidR="008136D0" w:rsidRDefault="008136D0" w:rsidP="004D1C3F">
                  <w:pPr>
                    <w:pStyle w:val="AStyle1"/>
                  </w:pPr>
                </w:p>
              </w:tc>
              <w:tc>
                <w:tcPr>
                  <w:tcW w:w="1063" w:type="dxa"/>
                  <w:gridSpan w:val="6"/>
                  <w:tcBorders>
                    <w:right w:val="single" w:sz="4" w:space="0" w:color="auto"/>
                  </w:tcBorders>
                </w:tcPr>
                <w:p w:rsidR="008136D0" w:rsidRDefault="008136D0" w:rsidP="004D1C3F">
                  <w:pPr>
                    <w:pStyle w:val="AStyle1"/>
                  </w:pPr>
                </w:p>
              </w:tc>
              <w:tc>
                <w:tcPr>
                  <w:tcW w:w="428" w:type="dxa"/>
                  <w:gridSpan w:val="2"/>
                  <w:tcBorders>
                    <w:left w:val="single" w:sz="4" w:space="0" w:color="auto"/>
                  </w:tcBorders>
                </w:tcPr>
                <w:p w:rsidR="008136D0" w:rsidRDefault="008136D0" w:rsidP="004D1C3F">
                  <w:pPr>
                    <w:pStyle w:val="AStyle1"/>
                  </w:pPr>
                </w:p>
              </w:tc>
              <w:tc>
                <w:tcPr>
                  <w:tcW w:w="1112" w:type="dxa"/>
                  <w:gridSpan w:val="4"/>
                  <w:tcBorders>
                    <w:right w:val="single" w:sz="4" w:space="0" w:color="auto"/>
                  </w:tcBorders>
                </w:tcPr>
                <w:p w:rsidR="008136D0" w:rsidRDefault="008136D0" w:rsidP="004D1C3F">
                  <w:pPr>
                    <w:pStyle w:val="AStyle1"/>
                  </w:pPr>
                </w:p>
              </w:tc>
            </w:tr>
            <w:tr w:rsidR="00E2776E" w:rsidTr="00E32DCF">
              <w:trPr>
                <w:gridAfter w:val="1"/>
                <w:wAfter w:w="43" w:type="dxa"/>
                <w:jc w:val="center"/>
              </w:trPr>
              <w:tc>
                <w:tcPr>
                  <w:tcW w:w="1594" w:type="dxa"/>
                  <w:tcBorders>
                    <w:left w:val="single" w:sz="4" w:space="0" w:color="auto"/>
                  </w:tcBorders>
                  <w:vAlign w:val="center"/>
                </w:tcPr>
                <w:p w:rsidR="008136D0" w:rsidRPr="00FF1932" w:rsidRDefault="008136D0" w:rsidP="004D1C3F">
                  <w:pPr>
                    <w:pStyle w:val="AStyle1"/>
                    <w:jc w:val="left"/>
                    <w:rPr>
                      <w:sz w:val="18"/>
                      <w:szCs w:val="18"/>
                    </w:rPr>
                  </w:pPr>
                </w:p>
              </w:tc>
              <w:tc>
                <w:tcPr>
                  <w:tcW w:w="1647" w:type="dxa"/>
                  <w:vAlign w:val="center"/>
                </w:tcPr>
                <w:p w:rsidR="008136D0" w:rsidRPr="00FF1932" w:rsidRDefault="008136D0" w:rsidP="004D1C3F">
                  <w:pPr>
                    <w:pStyle w:val="AStyle1"/>
                    <w:jc w:val="left"/>
                    <w:rPr>
                      <w:sz w:val="18"/>
                      <w:szCs w:val="18"/>
                    </w:rPr>
                  </w:pPr>
                </w:p>
              </w:tc>
              <w:tc>
                <w:tcPr>
                  <w:tcW w:w="1502" w:type="dxa"/>
                  <w:gridSpan w:val="2"/>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1041" w:type="dxa"/>
                  <w:gridSpan w:val="3"/>
                  <w:tcBorders>
                    <w:right w:val="single" w:sz="4" w:space="0" w:color="auto"/>
                  </w:tcBorders>
                </w:tcPr>
                <w:p w:rsidR="008136D0" w:rsidRDefault="008136D0" w:rsidP="004D1C3F">
                  <w:pPr>
                    <w:pStyle w:val="AStyle1"/>
                  </w:pPr>
                </w:p>
              </w:tc>
              <w:tc>
                <w:tcPr>
                  <w:tcW w:w="457" w:type="dxa"/>
                  <w:gridSpan w:val="2"/>
                  <w:tcBorders>
                    <w:left w:val="single" w:sz="4" w:space="0" w:color="auto"/>
                  </w:tcBorders>
                </w:tcPr>
                <w:p w:rsidR="008136D0" w:rsidRDefault="008136D0" w:rsidP="004D1C3F">
                  <w:pPr>
                    <w:pStyle w:val="AStyle1"/>
                  </w:pPr>
                </w:p>
              </w:tc>
              <w:tc>
                <w:tcPr>
                  <w:tcW w:w="984" w:type="dxa"/>
                  <w:gridSpan w:val="3"/>
                  <w:tcBorders>
                    <w:right w:val="single" w:sz="4" w:space="0" w:color="auto"/>
                  </w:tcBorders>
                </w:tcPr>
                <w:p w:rsidR="008136D0" w:rsidRDefault="008136D0" w:rsidP="004D1C3F">
                  <w:pPr>
                    <w:pStyle w:val="AStyle1"/>
                  </w:pPr>
                </w:p>
              </w:tc>
              <w:tc>
                <w:tcPr>
                  <w:tcW w:w="512" w:type="dxa"/>
                  <w:tcBorders>
                    <w:left w:val="single" w:sz="4" w:space="0" w:color="auto"/>
                  </w:tcBorders>
                </w:tcPr>
                <w:p w:rsidR="008136D0" w:rsidRDefault="008136D0" w:rsidP="00D81A41">
                  <w:pPr>
                    <w:pStyle w:val="AStyle1"/>
                    <w:ind w:left="-110"/>
                  </w:pPr>
                </w:p>
              </w:tc>
              <w:tc>
                <w:tcPr>
                  <w:tcW w:w="1002" w:type="dxa"/>
                  <w:gridSpan w:val="6"/>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998" w:type="dxa"/>
                  <w:gridSpan w:val="4"/>
                  <w:tcBorders>
                    <w:right w:val="single" w:sz="4" w:space="0" w:color="auto"/>
                  </w:tcBorders>
                </w:tcPr>
                <w:p w:rsidR="008136D0" w:rsidRDefault="008136D0" w:rsidP="004D1C3F">
                  <w:pPr>
                    <w:pStyle w:val="AStyle1"/>
                  </w:pPr>
                </w:p>
              </w:tc>
              <w:tc>
                <w:tcPr>
                  <w:tcW w:w="550" w:type="dxa"/>
                  <w:gridSpan w:val="2"/>
                  <w:tcBorders>
                    <w:left w:val="single" w:sz="4" w:space="0" w:color="auto"/>
                  </w:tcBorders>
                </w:tcPr>
                <w:p w:rsidR="008136D0" w:rsidRDefault="008136D0" w:rsidP="004D1C3F">
                  <w:pPr>
                    <w:pStyle w:val="AStyle1"/>
                  </w:pPr>
                </w:p>
              </w:tc>
              <w:tc>
                <w:tcPr>
                  <w:tcW w:w="900" w:type="dxa"/>
                  <w:gridSpan w:val="3"/>
                  <w:tcBorders>
                    <w:right w:val="single" w:sz="4" w:space="0" w:color="auto"/>
                  </w:tcBorders>
                </w:tcPr>
                <w:p w:rsidR="008136D0" w:rsidRDefault="008136D0" w:rsidP="004D1C3F">
                  <w:pPr>
                    <w:pStyle w:val="AStyle1"/>
                  </w:pPr>
                </w:p>
              </w:tc>
              <w:tc>
                <w:tcPr>
                  <w:tcW w:w="482" w:type="dxa"/>
                  <w:gridSpan w:val="2"/>
                  <w:tcBorders>
                    <w:left w:val="single" w:sz="4" w:space="0" w:color="auto"/>
                  </w:tcBorders>
                </w:tcPr>
                <w:p w:rsidR="008136D0" w:rsidRDefault="008136D0" w:rsidP="004D1C3F">
                  <w:pPr>
                    <w:pStyle w:val="AStyle1"/>
                  </w:pPr>
                </w:p>
              </w:tc>
              <w:tc>
                <w:tcPr>
                  <w:tcW w:w="1063" w:type="dxa"/>
                  <w:gridSpan w:val="6"/>
                  <w:tcBorders>
                    <w:right w:val="single" w:sz="4" w:space="0" w:color="auto"/>
                  </w:tcBorders>
                </w:tcPr>
                <w:p w:rsidR="008136D0" w:rsidRDefault="008136D0" w:rsidP="004D1C3F">
                  <w:pPr>
                    <w:pStyle w:val="AStyle1"/>
                  </w:pPr>
                </w:p>
              </w:tc>
              <w:tc>
                <w:tcPr>
                  <w:tcW w:w="428" w:type="dxa"/>
                  <w:gridSpan w:val="2"/>
                  <w:tcBorders>
                    <w:left w:val="single" w:sz="4" w:space="0" w:color="auto"/>
                  </w:tcBorders>
                </w:tcPr>
                <w:p w:rsidR="008136D0" w:rsidRDefault="008136D0" w:rsidP="004D1C3F">
                  <w:pPr>
                    <w:pStyle w:val="AStyle1"/>
                  </w:pPr>
                </w:p>
              </w:tc>
              <w:tc>
                <w:tcPr>
                  <w:tcW w:w="1112" w:type="dxa"/>
                  <w:gridSpan w:val="4"/>
                  <w:tcBorders>
                    <w:right w:val="single" w:sz="4" w:space="0" w:color="auto"/>
                  </w:tcBorders>
                </w:tcPr>
                <w:p w:rsidR="008136D0" w:rsidRDefault="008136D0" w:rsidP="004D1C3F">
                  <w:pPr>
                    <w:pStyle w:val="AStyle1"/>
                  </w:pPr>
                </w:p>
              </w:tc>
            </w:tr>
            <w:tr w:rsidR="00E2776E" w:rsidTr="00E32DCF">
              <w:trPr>
                <w:gridAfter w:val="1"/>
                <w:wAfter w:w="43" w:type="dxa"/>
                <w:jc w:val="center"/>
              </w:trPr>
              <w:tc>
                <w:tcPr>
                  <w:tcW w:w="1594" w:type="dxa"/>
                  <w:tcBorders>
                    <w:left w:val="single" w:sz="4" w:space="0" w:color="auto"/>
                  </w:tcBorders>
                </w:tcPr>
                <w:p w:rsidR="008136D0" w:rsidRPr="00FF1932" w:rsidRDefault="008136D0" w:rsidP="004D1C3F">
                  <w:pPr>
                    <w:pStyle w:val="AStyle1"/>
                    <w:jc w:val="left"/>
                    <w:rPr>
                      <w:sz w:val="18"/>
                      <w:szCs w:val="18"/>
                    </w:rPr>
                  </w:pPr>
                </w:p>
              </w:tc>
              <w:tc>
                <w:tcPr>
                  <w:tcW w:w="1647" w:type="dxa"/>
                </w:tcPr>
                <w:p w:rsidR="008136D0" w:rsidRPr="00FF1932" w:rsidRDefault="008136D0" w:rsidP="004D1C3F">
                  <w:pPr>
                    <w:pStyle w:val="AStyle1"/>
                    <w:jc w:val="left"/>
                    <w:rPr>
                      <w:sz w:val="18"/>
                      <w:szCs w:val="18"/>
                    </w:rPr>
                  </w:pPr>
                </w:p>
              </w:tc>
              <w:tc>
                <w:tcPr>
                  <w:tcW w:w="1502" w:type="dxa"/>
                  <w:gridSpan w:val="2"/>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1041" w:type="dxa"/>
                  <w:gridSpan w:val="3"/>
                  <w:tcBorders>
                    <w:right w:val="single" w:sz="4" w:space="0" w:color="auto"/>
                  </w:tcBorders>
                </w:tcPr>
                <w:p w:rsidR="008136D0" w:rsidRDefault="008136D0" w:rsidP="004D1C3F">
                  <w:pPr>
                    <w:pStyle w:val="AStyle1"/>
                  </w:pPr>
                </w:p>
              </w:tc>
              <w:tc>
                <w:tcPr>
                  <w:tcW w:w="457" w:type="dxa"/>
                  <w:gridSpan w:val="2"/>
                  <w:tcBorders>
                    <w:left w:val="single" w:sz="4" w:space="0" w:color="auto"/>
                  </w:tcBorders>
                </w:tcPr>
                <w:p w:rsidR="008136D0" w:rsidRDefault="008136D0" w:rsidP="004D1C3F">
                  <w:pPr>
                    <w:pStyle w:val="AStyle1"/>
                  </w:pPr>
                </w:p>
              </w:tc>
              <w:tc>
                <w:tcPr>
                  <w:tcW w:w="984" w:type="dxa"/>
                  <w:gridSpan w:val="3"/>
                  <w:tcBorders>
                    <w:right w:val="single" w:sz="4" w:space="0" w:color="auto"/>
                  </w:tcBorders>
                </w:tcPr>
                <w:p w:rsidR="008136D0" w:rsidRDefault="008136D0" w:rsidP="004D1C3F">
                  <w:pPr>
                    <w:pStyle w:val="AStyle1"/>
                  </w:pPr>
                </w:p>
              </w:tc>
              <w:tc>
                <w:tcPr>
                  <w:tcW w:w="512" w:type="dxa"/>
                  <w:tcBorders>
                    <w:left w:val="single" w:sz="4" w:space="0" w:color="auto"/>
                  </w:tcBorders>
                </w:tcPr>
                <w:p w:rsidR="008136D0" w:rsidRDefault="008136D0" w:rsidP="00D81A41">
                  <w:pPr>
                    <w:pStyle w:val="AStyle1"/>
                    <w:ind w:left="-110"/>
                  </w:pPr>
                </w:p>
              </w:tc>
              <w:tc>
                <w:tcPr>
                  <w:tcW w:w="1002" w:type="dxa"/>
                  <w:gridSpan w:val="6"/>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998" w:type="dxa"/>
                  <w:gridSpan w:val="4"/>
                  <w:tcBorders>
                    <w:right w:val="single" w:sz="4" w:space="0" w:color="auto"/>
                  </w:tcBorders>
                </w:tcPr>
                <w:p w:rsidR="008136D0" w:rsidRDefault="008136D0" w:rsidP="004D1C3F">
                  <w:pPr>
                    <w:pStyle w:val="AStyle1"/>
                  </w:pPr>
                </w:p>
              </w:tc>
              <w:tc>
                <w:tcPr>
                  <w:tcW w:w="550" w:type="dxa"/>
                  <w:gridSpan w:val="2"/>
                  <w:tcBorders>
                    <w:left w:val="single" w:sz="4" w:space="0" w:color="auto"/>
                  </w:tcBorders>
                </w:tcPr>
                <w:p w:rsidR="008136D0" w:rsidRDefault="008136D0" w:rsidP="004D1C3F">
                  <w:pPr>
                    <w:pStyle w:val="AStyle1"/>
                  </w:pPr>
                </w:p>
              </w:tc>
              <w:tc>
                <w:tcPr>
                  <w:tcW w:w="900" w:type="dxa"/>
                  <w:gridSpan w:val="3"/>
                  <w:tcBorders>
                    <w:right w:val="single" w:sz="4" w:space="0" w:color="auto"/>
                  </w:tcBorders>
                </w:tcPr>
                <w:p w:rsidR="008136D0" w:rsidRDefault="008136D0" w:rsidP="004D1C3F">
                  <w:pPr>
                    <w:pStyle w:val="AStyle1"/>
                  </w:pPr>
                </w:p>
              </w:tc>
              <w:tc>
                <w:tcPr>
                  <w:tcW w:w="482" w:type="dxa"/>
                  <w:gridSpan w:val="2"/>
                  <w:tcBorders>
                    <w:left w:val="single" w:sz="4" w:space="0" w:color="auto"/>
                  </w:tcBorders>
                </w:tcPr>
                <w:p w:rsidR="008136D0" w:rsidRDefault="008136D0" w:rsidP="004D1C3F">
                  <w:pPr>
                    <w:pStyle w:val="AStyle1"/>
                  </w:pPr>
                </w:p>
              </w:tc>
              <w:tc>
                <w:tcPr>
                  <w:tcW w:w="1063" w:type="dxa"/>
                  <w:gridSpan w:val="6"/>
                  <w:tcBorders>
                    <w:right w:val="single" w:sz="4" w:space="0" w:color="auto"/>
                  </w:tcBorders>
                </w:tcPr>
                <w:p w:rsidR="008136D0" w:rsidRDefault="008136D0" w:rsidP="004D1C3F">
                  <w:pPr>
                    <w:pStyle w:val="AStyle1"/>
                  </w:pPr>
                </w:p>
              </w:tc>
              <w:tc>
                <w:tcPr>
                  <w:tcW w:w="428" w:type="dxa"/>
                  <w:gridSpan w:val="2"/>
                  <w:tcBorders>
                    <w:left w:val="single" w:sz="4" w:space="0" w:color="auto"/>
                  </w:tcBorders>
                </w:tcPr>
                <w:p w:rsidR="008136D0" w:rsidRDefault="008136D0" w:rsidP="004D1C3F">
                  <w:pPr>
                    <w:pStyle w:val="AStyle1"/>
                  </w:pPr>
                </w:p>
              </w:tc>
              <w:tc>
                <w:tcPr>
                  <w:tcW w:w="1112" w:type="dxa"/>
                  <w:gridSpan w:val="4"/>
                  <w:tcBorders>
                    <w:right w:val="single" w:sz="4" w:space="0" w:color="auto"/>
                  </w:tcBorders>
                </w:tcPr>
                <w:p w:rsidR="008136D0" w:rsidRDefault="008136D0" w:rsidP="004D1C3F">
                  <w:pPr>
                    <w:pStyle w:val="AStyle1"/>
                  </w:pPr>
                </w:p>
              </w:tc>
            </w:tr>
            <w:tr w:rsidR="00E2776E" w:rsidTr="00E32DCF">
              <w:trPr>
                <w:gridAfter w:val="1"/>
                <w:wAfter w:w="43" w:type="dxa"/>
                <w:trHeight w:val="195"/>
                <w:jc w:val="center"/>
              </w:trPr>
              <w:tc>
                <w:tcPr>
                  <w:tcW w:w="1594" w:type="dxa"/>
                  <w:tcBorders>
                    <w:left w:val="single" w:sz="4" w:space="0" w:color="auto"/>
                  </w:tcBorders>
                </w:tcPr>
                <w:p w:rsidR="008136D0" w:rsidRPr="00FF1932" w:rsidRDefault="008136D0" w:rsidP="004D1C3F">
                  <w:pPr>
                    <w:pStyle w:val="AStyle1"/>
                    <w:jc w:val="left"/>
                    <w:rPr>
                      <w:sz w:val="18"/>
                      <w:szCs w:val="18"/>
                    </w:rPr>
                  </w:pPr>
                </w:p>
              </w:tc>
              <w:tc>
                <w:tcPr>
                  <w:tcW w:w="1647" w:type="dxa"/>
                </w:tcPr>
                <w:p w:rsidR="008136D0" w:rsidRPr="00FF1932" w:rsidRDefault="008136D0" w:rsidP="004D1C3F">
                  <w:pPr>
                    <w:pStyle w:val="AStyle1"/>
                    <w:jc w:val="left"/>
                    <w:rPr>
                      <w:sz w:val="18"/>
                      <w:szCs w:val="18"/>
                    </w:rPr>
                  </w:pPr>
                </w:p>
              </w:tc>
              <w:tc>
                <w:tcPr>
                  <w:tcW w:w="1502" w:type="dxa"/>
                  <w:gridSpan w:val="2"/>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1041" w:type="dxa"/>
                  <w:gridSpan w:val="3"/>
                  <w:tcBorders>
                    <w:right w:val="single" w:sz="4" w:space="0" w:color="auto"/>
                  </w:tcBorders>
                </w:tcPr>
                <w:p w:rsidR="008136D0" w:rsidRDefault="008136D0" w:rsidP="004D1C3F">
                  <w:pPr>
                    <w:pStyle w:val="AStyle1"/>
                  </w:pPr>
                </w:p>
              </w:tc>
              <w:tc>
                <w:tcPr>
                  <w:tcW w:w="457" w:type="dxa"/>
                  <w:gridSpan w:val="2"/>
                  <w:tcBorders>
                    <w:left w:val="single" w:sz="4" w:space="0" w:color="auto"/>
                  </w:tcBorders>
                </w:tcPr>
                <w:p w:rsidR="008136D0" w:rsidRDefault="008136D0" w:rsidP="004D1C3F">
                  <w:pPr>
                    <w:pStyle w:val="AStyle1"/>
                  </w:pPr>
                </w:p>
              </w:tc>
              <w:tc>
                <w:tcPr>
                  <w:tcW w:w="984" w:type="dxa"/>
                  <w:gridSpan w:val="3"/>
                  <w:tcBorders>
                    <w:right w:val="single" w:sz="4" w:space="0" w:color="auto"/>
                  </w:tcBorders>
                </w:tcPr>
                <w:p w:rsidR="008136D0" w:rsidRDefault="008136D0" w:rsidP="004D1C3F">
                  <w:pPr>
                    <w:pStyle w:val="AStyle1"/>
                  </w:pPr>
                </w:p>
              </w:tc>
              <w:tc>
                <w:tcPr>
                  <w:tcW w:w="512" w:type="dxa"/>
                  <w:tcBorders>
                    <w:left w:val="single" w:sz="4" w:space="0" w:color="auto"/>
                  </w:tcBorders>
                </w:tcPr>
                <w:p w:rsidR="008136D0" w:rsidRDefault="008136D0" w:rsidP="00D81A41">
                  <w:pPr>
                    <w:pStyle w:val="AStyle1"/>
                    <w:ind w:left="-110"/>
                  </w:pPr>
                </w:p>
              </w:tc>
              <w:tc>
                <w:tcPr>
                  <w:tcW w:w="1002" w:type="dxa"/>
                  <w:gridSpan w:val="6"/>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998" w:type="dxa"/>
                  <w:gridSpan w:val="4"/>
                  <w:tcBorders>
                    <w:right w:val="single" w:sz="4" w:space="0" w:color="auto"/>
                  </w:tcBorders>
                </w:tcPr>
                <w:p w:rsidR="008136D0" w:rsidRDefault="008136D0" w:rsidP="004D1C3F">
                  <w:pPr>
                    <w:pStyle w:val="AStyle1"/>
                  </w:pPr>
                </w:p>
              </w:tc>
              <w:tc>
                <w:tcPr>
                  <w:tcW w:w="550" w:type="dxa"/>
                  <w:gridSpan w:val="2"/>
                  <w:tcBorders>
                    <w:left w:val="single" w:sz="4" w:space="0" w:color="auto"/>
                  </w:tcBorders>
                </w:tcPr>
                <w:p w:rsidR="008136D0" w:rsidRDefault="008136D0" w:rsidP="004D1C3F">
                  <w:pPr>
                    <w:pStyle w:val="AStyle1"/>
                  </w:pPr>
                </w:p>
              </w:tc>
              <w:tc>
                <w:tcPr>
                  <w:tcW w:w="900" w:type="dxa"/>
                  <w:gridSpan w:val="3"/>
                  <w:tcBorders>
                    <w:right w:val="single" w:sz="4" w:space="0" w:color="auto"/>
                  </w:tcBorders>
                </w:tcPr>
                <w:p w:rsidR="008136D0" w:rsidRDefault="008136D0" w:rsidP="004D1C3F">
                  <w:pPr>
                    <w:pStyle w:val="AStyle1"/>
                  </w:pPr>
                </w:p>
              </w:tc>
              <w:tc>
                <w:tcPr>
                  <w:tcW w:w="482" w:type="dxa"/>
                  <w:gridSpan w:val="2"/>
                  <w:tcBorders>
                    <w:left w:val="single" w:sz="4" w:space="0" w:color="auto"/>
                  </w:tcBorders>
                </w:tcPr>
                <w:p w:rsidR="008136D0" w:rsidRDefault="008136D0" w:rsidP="004D1C3F">
                  <w:pPr>
                    <w:pStyle w:val="AStyle1"/>
                  </w:pPr>
                </w:p>
              </w:tc>
              <w:tc>
                <w:tcPr>
                  <w:tcW w:w="1063" w:type="dxa"/>
                  <w:gridSpan w:val="6"/>
                  <w:tcBorders>
                    <w:right w:val="single" w:sz="4" w:space="0" w:color="auto"/>
                  </w:tcBorders>
                </w:tcPr>
                <w:p w:rsidR="008136D0" w:rsidRDefault="008136D0" w:rsidP="004D1C3F">
                  <w:pPr>
                    <w:pStyle w:val="AStyle1"/>
                  </w:pPr>
                </w:p>
              </w:tc>
              <w:tc>
                <w:tcPr>
                  <w:tcW w:w="428" w:type="dxa"/>
                  <w:gridSpan w:val="2"/>
                  <w:tcBorders>
                    <w:left w:val="single" w:sz="4" w:space="0" w:color="auto"/>
                  </w:tcBorders>
                </w:tcPr>
                <w:p w:rsidR="008136D0" w:rsidRDefault="008136D0" w:rsidP="004D1C3F">
                  <w:pPr>
                    <w:pStyle w:val="AStyle1"/>
                  </w:pPr>
                </w:p>
              </w:tc>
              <w:tc>
                <w:tcPr>
                  <w:tcW w:w="1112" w:type="dxa"/>
                  <w:gridSpan w:val="4"/>
                  <w:tcBorders>
                    <w:right w:val="single" w:sz="4" w:space="0" w:color="auto"/>
                  </w:tcBorders>
                </w:tcPr>
                <w:p w:rsidR="008136D0" w:rsidRDefault="008136D0" w:rsidP="004D1C3F">
                  <w:pPr>
                    <w:pStyle w:val="AStyle1"/>
                  </w:pPr>
                </w:p>
              </w:tc>
            </w:tr>
            <w:tr w:rsidR="00E2776E" w:rsidTr="00E32DCF">
              <w:trPr>
                <w:gridAfter w:val="1"/>
                <w:wAfter w:w="43" w:type="dxa"/>
                <w:trHeight w:val="195"/>
                <w:jc w:val="center"/>
              </w:trPr>
              <w:tc>
                <w:tcPr>
                  <w:tcW w:w="1594" w:type="dxa"/>
                  <w:tcBorders>
                    <w:left w:val="single" w:sz="4" w:space="0" w:color="auto"/>
                  </w:tcBorders>
                </w:tcPr>
                <w:p w:rsidR="008136D0" w:rsidRPr="00FF1932" w:rsidRDefault="008136D0" w:rsidP="004D1C3F">
                  <w:pPr>
                    <w:pStyle w:val="AStyle1"/>
                    <w:jc w:val="left"/>
                    <w:rPr>
                      <w:sz w:val="18"/>
                      <w:szCs w:val="18"/>
                    </w:rPr>
                  </w:pPr>
                </w:p>
              </w:tc>
              <w:tc>
                <w:tcPr>
                  <w:tcW w:w="1647" w:type="dxa"/>
                </w:tcPr>
                <w:p w:rsidR="008136D0" w:rsidRPr="00FF1932" w:rsidRDefault="008136D0" w:rsidP="004D1C3F">
                  <w:pPr>
                    <w:pStyle w:val="AStyle1"/>
                    <w:jc w:val="left"/>
                    <w:rPr>
                      <w:sz w:val="18"/>
                      <w:szCs w:val="18"/>
                    </w:rPr>
                  </w:pPr>
                </w:p>
              </w:tc>
              <w:tc>
                <w:tcPr>
                  <w:tcW w:w="1502" w:type="dxa"/>
                  <w:gridSpan w:val="2"/>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1041" w:type="dxa"/>
                  <w:gridSpan w:val="3"/>
                  <w:tcBorders>
                    <w:right w:val="single" w:sz="4" w:space="0" w:color="auto"/>
                  </w:tcBorders>
                </w:tcPr>
                <w:p w:rsidR="008136D0" w:rsidRDefault="008136D0" w:rsidP="004D1C3F">
                  <w:pPr>
                    <w:pStyle w:val="AStyle1"/>
                  </w:pPr>
                </w:p>
              </w:tc>
              <w:tc>
                <w:tcPr>
                  <w:tcW w:w="457" w:type="dxa"/>
                  <w:gridSpan w:val="2"/>
                  <w:tcBorders>
                    <w:left w:val="single" w:sz="4" w:space="0" w:color="auto"/>
                  </w:tcBorders>
                </w:tcPr>
                <w:p w:rsidR="008136D0" w:rsidRDefault="008136D0" w:rsidP="004D1C3F">
                  <w:pPr>
                    <w:pStyle w:val="AStyle1"/>
                  </w:pPr>
                </w:p>
              </w:tc>
              <w:tc>
                <w:tcPr>
                  <w:tcW w:w="984" w:type="dxa"/>
                  <w:gridSpan w:val="3"/>
                  <w:tcBorders>
                    <w:right w:val="single" w:sz="4" w:space="0" w:color="auto"/>
                  </w:tcBorders>
                </w:tcPr>
                <w:p w:rsidR="008136D0" w:rsidRDefault="008136D0" w:rsidP="004D1C3F">
                  <w:pPr>
                    <w:pStyle w:val="AStyle1"/>
                  </w:pPr>
                </w:p>
              </w:tc>
              <w:tc>
                <w:tcPr>
                  <w:tcW w:w="512" w:type="dxa"/>
                  <w:tcBorders>
                    <w:left w:val="single" w:sz="4" w:space="0" w:color="auto"/>
                  </w:tcBorders>
                </w:tcPr>
                <w:p w:rsidR="008136D0" w:rsidRDefault="008136D0" w:rsidP="00D81A41">
                  <w:pPr>
                    <w:pStyle w:val="AStyle1"/>
                    <w:ind w:left="-110"/>
                  </w:pPr>
                </w:p>
              </w:tc>
              <w:tc>
                <w:tcPr>
                  <w:tcW w:w="1002" w:type="dxa"/>
                  <w:gridSpan w:val="6"/>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998" w:type="dxa"/>
                  <w:gridSpan w:val="4"/>
                  <w:tcBorders>
                    <w:right w:val="single" w:sz="4" w:space="0" w:color="auto"/>
                  </w:tcBorders>
                </w:tcPr>
                <w:p w:rsidR="008136D0" w:rsidRDefault="008136D0" w:rsidP="004D1C3F">
                  <w:pPr>
                    <w:pStyle w:val="AStyle1"/>
                  </w:pPr>
                </w:p>
              </w:tc>
              <w:tc>
                <w:tcPr>
                  <w:tcW w:w="550" w:type="dxa"/>
                  <w:gridSpan w:val="2"/>
                  <w:tcBorders>
                    <w:left w:val="single" w:sz="4" w:space="0" w:color="auto"/>
                  </w:tcBorders>
                </w:tcPr>
                <w:p w:rsidR="008136D0" w:rsidRDefault="008136D0" w:rsidP="004D1C3F">
                  <w:pPr>
                    <w:pStyle w:val="AStyle1"/>
                  </w:pPr>
                </w:p>
              </w:tc>
              <w:tc>
                <w:tcPr>
                  <w:tcW w:w="900" w:type="dxa"/>
                  <w:gridSpan w:val="3"/>
                  <w:tcBorders>
                    <w:right w:val="single" w:sz="4" w:space="0" w:color="auto"/>
                  </w:tcBorders>
                </w:tcPr>
                <w:p w:rsidR="008136D0" w:rsidRDefault="008136D0" w:rsidP="004D1C3F">
                  <w:pPr>
                    <w:pStyle w:val="AStyle1"/>
                  </w:pPr>
                </w:p>
              </w:tc>
              <w:tc>
                <w:tcPr>
                  <w:tcW w:w="482" w:type="dxa"/>
                  <w:gridSpan w:val="2"/>
                  <w:tcBorders>
                    <w:left w:val="single" w:sz="4" w:space="0" w:color="auto"/>
                  </w:tcBorders>
                </w:tcPr>
                <w:p w:rsidR="008136D0" w:rsidRDefault="008136D0" w:rsidP="004D1C3F">
                  <w:pPr>
                    <w:pStyle w:val="AStyle1"/>
                  </w:pPr>
                </w:p>
              </w:tc>
              <w:tc>
                <w:tcPr>
                  <w:tcW w:w="1063" w:type="dxa"/>
                  <w:gridSpan w:val="6"/>
                  <w:tcBorders>
                    <w:right w:val="single" w:sz="4" w:space="0" w:color="auto"/>
                  </w:tcBorders>
                </w:tcPr>
                <w:p w:rsidR="008136D0" w:rsidRDefault="008136D0" w:rsidP="004D1C3F">
                  <w:pPr>
                    <w:pStyle w:val="AStyle1"/>
                  </w:pPr>
                </w:p>
              </w:tc>
              <w:tc>
                <w:tcPr>
                  <w:tcW w:w="428" w:type="dxa"/>
                  <w:gridSpan w:val="2"/>
                  <w:tcBorders>
                    <w:left w:val="single" w:sz="4" w:space="0" w:color="auto"/>
                  </w:tcBorders>
                </w:tcPr>
                <w:p w:rsidR="008136D0" w:rsidRDefault="008136D0" w:rsidP="004D1C3F">
                  <w:pPr>
                    <w:pStyle w:val="AStyle1"/>
                  </w:pPr>
                </w:p>
              </w:tc>
              <w:tc>
                <w:tcPr>
                  <w:tcW w:w="1112" w:type="dxa"/>
                  <w:gridSpan w:val="4"/>
                  <w:tcBorders>
                    <w:right w:val="single" w:sz="4" w:space="0" w:color="auto"/>
                  </w:tcBorders>
                </w:tcPr>
                <w:p w:rsidR="008136D0" w:rsidRDefault="008136D0" w:rsidP="004D1C3F">
                  <w:pPr>
                    <w:pStyle w:val="AStyle1"/>
                  </w:pPr>
                </w:p>
              </w:tc>
            </w:tr>
            <w:tr w:rsidR="00E2776E" w:rsidTr="00E32DCF">
              <w:trPr>
                <w:gridAfter w:val="1"/>
                <w:wAfter w:w="43" w:type="dxa"/>
                <w:jc w:val="center"/>
              </w:trPr>
              <w:tc>
                <w:tcPr>
                  <w:tcW w:w="1594" w:type="dxa"/>
                  <w:tcBorders>
                    <w:left w:val="single" w:sz="4" w:space="0" w:color="auto"/>
                  </w:tcBorders>
                  <w:vAlign w:val="center"/>
                </w:tcPr>
                <w:p w:rsidR="008136D0" w:rsidRPr="00FF1932" w:rsidRDefault="008136D0" w:rsidP="004D1C3F">
                  <w:pPr>
                    <w:pStyle w:val="AStyle1"/>
                    <w:jc w:val="left"/>
                    <w:rPr>
                      <w:sz w:val="18"/>
                      <w:szCs w:val="18"/>
                    </w:rPr>
                  </w:pPr>
                </w:p>
              </w:tc>
              <w:tc>
                <w:tcPr>
                  <w:tcW w:w="1647" w:type="dxa"/>
                  <w:vAlign w:val="center"/>
                </w:tcPr>
                <w:p w:rsidR="008136D0" w:rsidRPr="00FF1932" w:rsidRDefault="008136D0" w:rsidP="004D1C3F">
                  <w:pPr>
                    <w:pStyle w:val="AStyle1"/>
                    <w:jc w:val="left"/>
                    <w:rPr>
                      <w:sz w:val="18"/>
                      <w:szCs w:val="18"/>
                    </w:rPr>
                  </w:pPr>
                </w:p>
              </w:tc>
              <w:tc>
                <w:tcPr>
                  <w:tcW w:w="1502" w:type="dxa"/>
                  <w:gridSpan w:val="2"/>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1041" w:type="dxa"/>
                  <w:gridSpan w:val="3"/>
                  <w:tcBorders>
                    <w:right w:val="single" w:sz="4" w:space="0" w:color="auto"/>
                  </w:tcBorders>
                </w:tcPr>
                <w:p w:rsidR="008136D0" w:rsidRDefault="008136D0" w:rsidP="004D1C3F">
                  <w:pPr>
                    <w:pStyle w:val="AStyle1"/>
                  </w:pPr>
                </w:p>
              </w:tc>
              <w:tc>
                <w:tcPr>
                  <w:tcW w:w="457" w:type="dxa"/>
                  <w:gridSpan w:val="2"/>
                  <w:tcBorders>
                    <w:left w:val="single" w:sz="4" w:space="0" w:color="auto"/>
                  </w:tcBorders>
                </w:tcPr>
                <w:p w:rsidR="008136D0" w:rsidRDefault="008136D0" w:rsidP="004D1C3F">
                  <w:pPr>
                    <w:pStyle w:val="AStyle1"/>
                  </w:pPr>
                </w:p>
              </w:tc>
              <w:tc>
                <w:tcPr>
                  <w:tcW w:w="984" w:type="dxa"/>
                  <w:gridSpan w:val="3"/>
                  <w:tcBorders>
                    <w:right w:val="single" w:sz="4" w:space="0" w:color="auto"/>
                  </w:tcBorders>
                </w:tcPr>
                <w:p w:rsidR="008136D0" w:rsidRDefault="008136D0" w:rsidP="004D1C3F">
                  <w:pPr>
                    <w:pStyle w:val="AStyle1"/>
                  </w:pPr>
                </w:p>
              </w:tc>
              <w:tc>
                <w:tcPr>
                  <w:tcW w:w="512" w:type="dxa"/>
                  <w:tcBorders>
                    <w:left w:val="single" w:sz="4" w:space="0" w:color="auto"/>
                  </w:tcBorders>
                </w:tcPr>
                <w:p w:rsidR="008136D0" w:rsidRDefault="008136D0" w:rsidP="00D81A41">
                  <w:pPr>
                    <w:pStyle w:val="AStyle1"/>
                    <w:ind w:left="-110"/>
                  </w:pPr>
                </w:p>
              </w:tc>
              <w:tc>
                <w:tcPr>
                  <w:tcW w:w="1002" w:type="dxa"/>
                  <w:gridSpan w:val="6"/>
                  <w:tcBorders>
                    <w:right w:val="single" w:sz="4" w:space="0" w:color="auto"/>
                  </w:tcBorders>
                </w:tcPr>
                <w:p w:rsidR="008136D0" w:rsidRDefault="008136D0" w:rsidP="004D1C3F">
                  <w:pPr>
                    <w:pStyle w:val="AStyle1"/>
                  </w:pPr>
                </w:p>
              </w:tc>
              <w:tc>
                <w:tcPr>
                  <w:tcW w:w="457" w:type="dxa"/>
                  <w:tcBorders>
                    <w:left w:val="single" w:sz="4" w:space="0" w:color="auto"/>
                  </w:tcBorders>
                </w:tcPr>
                <w:p w:rsidR="008136D0" w:rsidRDefault="008136D0" w:rsidP="004D1C3F">
                  <w:pPr>
                    <w:pStyle w:val="AStyle1"/>
                  </w:pPr>
                </w:p>
              </w:tc>
              <w:tc>
                <w:tcPr>
                  <w:tcW w:w="998" w:type="dxa"/>
                  <w:gridSpan w:val="4"/>
                  <w:tcBorders>
                    <w:right w:val="single" w:sz="4" w:space="0" w:color="auto"/>
                  </w:tcBorders>
                </w:tcPr>
                <w:p w:rsidR="008136D0" w:rsidRDefault="008136D0" w:rsidP="004D1C3F">
                  <w:pPr>
                    <w:pStyle w:val="AStyle1"/>
                  </w:pPr>
                </w:p>
              </w:tc>
              <w:tc>
                <w:tcPr>
                  <w:tcW w:w="550" w:type="dxa"/>
                  <w:gridSpan w:val="2"/>
                  <w:tcBorders>
                    <w:left w:val="single" w:sz="4" w:space="0" w:color="auto"/>
                  </w:tcBorders>
                </w:tcPr>
                <w:p w:rsidR="008136D0" w:rsidRDefault="008136D0" w:rsidP="004D1C3F">
                  <w:pPr>
                    <w:pStyle w:val="AStyle1"/>
                  </w:pPr>
                </w:p>
              </w:tc>
              <w:tc>
                <w:tcPr>
                  <w:tcW w:w="900" w:type="dxa"/>
                  <w:gridSpan w:val="3"/>
                  <w:tcBorders>
                    <w:right w:val="single" w:sz="4" w:space="0" w:color="auto"/>
                  </w:tcBorders>
                </w:tcPr>
                <w:p w:rsidR="008136D0" w:rsidRDefault="008136D0" w:rsidP="004D1C3F">
                  <w:pPr>
                    <w:pStyle w:val="AStyle1"/>
                  </w:pPr>
                </w:p>
              </w:tc>
              <w:tc>
                <w:tcPr>
                  <w:tcW w:w="482" w:type="dxa"/>
                  <w:gridSpan w:val="2"/>
                  <w:tcBorders>
                    <w:left w:val="single" w:sz="4" w:space="0" w:color="auto"/>
                  </w:tcBorders>
                </w:tcPr>
                <w:p w:rsidR="008136D0" w:rsidRDefault="008136D0" w:rsidP="004D1C3F">
                  <w:pPr>
                    <w:pStyle w:val="AStyle1"/>
                  </w:pPr>
                </w:p>
              </w:tc>
              <w:tc>
                <w:tcPr>
                  <w:tcW w:w="1063" w:type="dxa"/>
                  <w:gridSpan w:val="6"/>
                  <w:tcBorders>
                    <w:right w:val="single" w:sz="4" w:space="0" w:color="auto"/>
                  </w:tcBorders>
                </w:tcPr>
                <w:p w:rsidR="008136D0" w:rsidRDefault="008136D0" w:rsidP="004D1C3F">
                  <w:pPr>
                    <w:pStyle w:val="AStyle1"/>
                  </w:pPr>
                </w:p>
              </w:tc>
              <w:tc>
                <w:tcPr>
                  <w:tcW w:w="428" w:type="dxa"/>
                  <w:gridSpan w:val="2"/>
                  <w:tcBorders>
                    <w:left w:val="single" w:sz="4" w:space="0" w:color="auto"/>
                  </w:tcBorders>
                </w:tcPr>
                <w:p w:rsidR="008136D0" w:rsidRDefault="008136D0" w:rsidP="004D1C3F">
                  <w:pPr>
                    <w:pStyle w:val="AStyle1"/>
                  </w:pPr>
                </w:p>
              </w:tc>
              <w:tc>
                <w:tcPr>
                  <w:tcW w:w="1112" w:type="dxa"/>
                  <w:gridSpan w:val="4"/>
                  <w:tcBorders>
                    <w:right w:val="single" w:sz="4" w:space="0" w:color="auto"/>
                  </w:tcBorders>
                </w:tcPr>
                <w:p w:rsidR="008136D0" w:rsidRDefault="008136D0" w:rsidP="004D1C3F">
                  <w:pPr>
                    <w:pStyle w:val="AStyle1"/>
                  </w:pPr>
                </w:p>
              </w:tc>
            </w:tr>
            <w:tr w:rsidR="00E2776E" w:rsidTr="00E32DCF">
              <w:trPr>
                <w:gridAfter w:val="1"/>
                <w:wAfter w:w="43" w:type="dxa"/>
                <w:jc w:val="center"/>
              </w:trPr>
              <w:tc>
                <w:tcPr>
                  <w:tcW w:w="1594" w:type="dxa"/>
                  <w:tcBorders>
                    <w:left w:val="single" w:sz="4" w:space="0" w:color="auto"/>
                    <w:bottom w:val="single" w:sz="4" w:space="0" w:color="auto"/>
                  </w:tcBorders>
                  <w:vAlign w:val="center"/>
                </w:tcPr>
                <w:p w:rsidR="008136D0" w:rsidRPr="00FF1932" w:rsidRDefault="008136D0" w:rsidP="004D1C3F">
                  <w:pPr>
                    <w:pStyle w:val="AStyle1"/>
                    <w:jc w:val="left"/>
                    <w:rPr>
                      <w:sz w:val="18"/>
                      <w:szCs w:val="18"/>
                    </w:rPr>
                  </w:pPr>
                </w:p>
              </w:tc>
              <w:tc>
                <w:tcPr>
                  <w:tcW w:w="1647" w:type="dxa"/>
                  <w:tcBorders>
                    <w:bottom w:val="single" w:sz="4" w:space="0" w:color="auto"/>
                  </w:tcBorders>
                  <w:vAlign w:val="center"/>
                </w:tcPr>
                <w:p w:rsidR="008136D0" w:rsidRPr="00FF1932" w:rsidRDefault="008136D0" w:rsidP="004D1C3F">
                  <w:pPr>
                    <w:pStyle w:val="AStyle1"/>
                    <w:jc w:val="left"/>
                    <w:rPr>
                      <w:sz w:val="18"/>
                      <w:szCs w:val="18"/>
                    </w:rPr>
                  </w:pPr>
                </w:p>
              </w:tc>
              <w:tc>
                <w:tcPr>
                  <w:tcW w:w="1502" w:type="dxa"/>
                  <w:gridSpan w:val="2"/>
                  <w:tcBorders>
                    <w:bottom w:val="single" w:sz="4" w:space="0" w:color="auto"/>
                    <w:right w:val="single" w:sz="4" w:space="0" w:color="auto"/>
                  </w:tcBorders>
                </w:tcPr>
                <w:p w:rsidR="008136D0" w:rsidRDefault="008136D0" w:rsidP="004D1C3F">
                  <w:pPr>
                    <w:pStyle w:val="AStyle1"/>
                  </w:pPr>
                </w:p>
              </w:tc>
              <w:tc>
                <w:tcPr>
                  <w:tcW w:w="457" w:type="dxa"/>
                  <w:tcBorders>
                    <w:left w:val="single" w:sz="4" w:space="0" w:color="auto"/>
                    <w:bottom w:val="single" w:sz="4" w:space="0" w:color="auto"/>
                  </w:tcBorders>
                </w:tcPr>
                <w:p w:rsidR="008136D0" w:rsidRDefault="008136D0" w:rsidP="004D1C3F">
                  <w:pPr>
                    <w:pStyle w:val="AStyle1"/>
                  </w:pPr>
                </w:p>
              </w:tc>
              <w:tc>
                <w:tcPr>
                  <w:tcW w:w="1041" w:type="dxa"/>
                  <w:gridSpan w:val="3"/>
                  <w:tcBorders>
                    <w:bottom w:val="single" w:sz="4" w:space="0" w:color="auto"/>
                    <w:right w:val="single" w:sz="4" w:space="0" w:color="auto"/>
                  </w:tcBorders>
                </w:tcPr>
                <w:p w:rsidR="008136D0" w:rsidRDefault="008136D0" w:rsidP="004D1C3F">
                  <w:pPr>
                    <w:pStyle w:val="AStyle1"/>
                  </w:pPr>
                </w:p>
              </w:tc>
              <w:tc>
                <w:tcPr>
                  <w:tcW w:w="457" w:type="dxa"/>
                  <w:gridSpan w:val="2"/>
                  <w:tcBorders>
                    <w:left w:val="single" w:sz="4" w:space="0" w:color="auto"/>
                    <w:bottom w:val="single" w:sz="4" w:space="0" w:color="auto"/>
                  </w:tcBorders>
                </w:tcPr>
                <w:p w:rsidR="008136D0" w:rsidRDefault="008136D0" w:rsidP="004D1C3F">
                  <w:pPr>
                    <w:pStyle w:val="AStyle1"/>
                  </w:pPr>
                </w:p>
              </w:tc>
              <w:tc>
                <w:tcPr>
                  <w:tcW w:w="984" w:type="dxa"/>
                  <w:gridSpan w:val="3"/>
                  <w:tcBorders>
                    <w:bottom w:val="single" w:sz="4" w:space="0" w:color="auto"/>
                    <w:right w:val="single" w:sz="4" w:space="0" w:color="auto"/>
                  </w:tcBorders>
                </w:tcPr>
                <w:p w:rsidR="008136D0" w:rsidRDefault="008136D0" w:rsidP="004D1C3F">
                  <w:pPr>
                    <w:pStyle w:val="AStyle1"/>
                  </w:pPr>
                </w:p>
              </w:tc>
              <w:tc>
                <w:tcPr>
                  <w:tcW w:w="512" w:type="dxa"/>
                  <w:tcBorders>
                    <w:left w:val="single" w:sz="4" w:space="0" w:color="auto"/>
                    <w:bottom w:val="single" w:sz="4" w:space="0" w:color="auto"/>
                  </w:tcBorders>
                </w:tcPr>
                <w:p w:rsidR="008136D0" w:rsidRDefault="008136D0" w:rsidP="00D81A41">
                  <w:pPr>
                    <w:pStyle w:val="AStyle1"/>
                    <w:ind w:left="-110"/>
                  </w:pPr>
                </w:p>
              </w:tc>
              <w:tc>
                <w:tcPr>
                  <w:tcW w:w="1002" w:type="dxa"/>
                  <w:gridSpan w:val="6"/>
                  <w:tcBorders>
                    <w:bottom w:val="single" w:sz="4" w:space="0" w:color="auto"/>
                    <w:right w:val="single" w:sz="4" w:space="0" w:color="auto"/>
                  </w:tcBorders>
                </w:tcPr>
                <w:p w:rsidR="008136D0" w:rsidRDefault="008136D0" w:rsidP="004D1C3F">
                  <w:pPr>
                    <w:pStyle w:val="AStyle1"/>
                  </w:pPr>
                </w:p>
              </w:tc>
              <w:tc>
                <w:tcPr>
                  <w:tcW w:w="457" w:type="dxa"/>
                  <w:tcBorders>
                    <w:left w:val="single" w:sz="4" w:space="0" w:color="auto"/>
                    <w:bottom w:val="single" w:sz="4" w:space="0" w:color="auto"/>
                  </w:tcBorders>
                </w:tcPr>
                <w:p w:rsidR="008136D0" w:rsidRDefault="008136D0" w:rsidP="004D1C3F">
                  <w:pPr>
                    <w:pStyle w:val="AStyle1"/>
                  </w:pPr>
                </w:p>
              </w:tc>
              <w:tc>
                <w:tcPr>
                  <w:tcW w:w="998" w:type="dxa"/>
                  <w:gridSpan w:val="4"/>
                  <w:tcBorders>
                    <w:bottom w:val="single" w:sz="4" w:space="0" w:color="auto"/>
                    <w:right w:val="single" w:sz="4" w:space="0" w:color="auto"/>
                  </w:tcBorders>
                </w:tcPr>
                <w:p w:rsidR="008136D0" w:rsidRDefault="008136D0" w:rsidP="004D1C3F">
                  <w:pPr>
                    <w:pStyle w:val="AStyle1"/>
                  </w:pPr>
                </w:p>
              </w:tc>
              <w:tc>
                <w:tcPr>
                  <w:tcW w:w="550" w:type="dxa"/>
                  <w:gridSpan w:val="2"/>
                  <w:tcBorders>
                    <w:left w:val="single" w:sz="4" w:space="0" w:color="auto"/>
                    <w:bottom w:val="single" w:sz="4" w:space="0" w:color="auto"/>
                  </w:tcBorders>
                </w:tcPr>
                <w:p w:rsidR="008136D0" w:rsidRDefault="008136D0" w:rsidP="004D1C3F">
                  <w:pPr>
                    <w:pStyle w:val="AStyle1"/>
                  </w:pPr>
                </w:p>
              </w:tc>
              <w:tc>
                <w:tcPr>
                  <w:tcW w:w="900" w:type="dxa"/>
                  <w:gridSpan w:val="3"/>
                  <w:tcBorders>
                    <w:bottom w:val="single" w:sz="4" w:space="0" w:color="auto"/>
                    <w:right w:val="single" w:sz="4" w:space="0" w:color="auto"/>
                  </w:tcBorders>
                </w:tcPr>
                <w:p w:rsidR="008136D0" w:rsidRDefault="008136D0" w:rsidP="004D1C3F">
                  <w:pPr>
                    <w:pStyle w:val="AStyle1"/>
                  </w:pPr>
                </w:p>
              </w:tc>
              <w:tc>
                <w:tcPr>
                  <w:tcW w:w="482" w:type="dxa"/>
                  <w:gridSpan w:val="2"/>
                  <w:tcBorders>
                    <w:left w:val="single" w:sz="4" w:space="0" w:color="auto"/>
                    <w:bottom w:val="single" w:sz="4" w:space="0" w:color="auto"/>
                  </w:tcBorders>
                </w:tcPr>
                <w:p w:rsidR="008136D0" w:rsidRDefault="008136D0" w:rsidP="004D1C3F">
                  <w:pPr>
                    <w:pStyle w:val="AStyle1"/>
                  </w:pPr>
                </w:p>
              </w:tc>
              <w:tc>
                <w:tcPr>
                  <w:tcW w:w="1063" w:type="dxa"/>
                  <w:gridSpan w:val="6"/>
                  <w:tcBorders>
                    <w:bottom w:val="single" w:sz="4" w:space="0" w:color="auto"/>
                    <w:right w:val="single" w:sz="4" w:space="0" w:color="auto"/>
                  </w:tcBorders>
                </w:tcPr>
                <w:p w:rsidR="008136D0" w:rsidRDefault="008136D0" w:rsidP="004D1C3F">
                  <w:pPr>
                    <w:pStyle w:val="AStyle1"/>
                  </w:pPr>
                </w:p>
              </w:tc>
              <w:tc>
                <w:tcPr>
                  <w:tcW w:w="428" w:type="dxa"/>
                  <w:gridSpan w:val="2"/>
                  <w:tcBorders>
                    <w:left w:val="single" w:sz="4" w:space="0" w:color="auto"/>
                    <w:bottom w:val="single" w:sz="4" w:space="0" w:color="auto"/>
                  </w:tcBorders>
                </w:tcPr>
                <w:p w:rsidR="008136D0" w:rsidRDefault="008136D0" w:rsidP="004D1C3F">
                  <w:pPr>
                    <w:pStyle w:val="AStyle1"/>
                  </w:pPr>
                </w:p>
              </w:tc>
              <w:tc>
                <w:tcPr>
                  <w:tcW w:w="1112" w:type="dxa"/>
                  <w:gridSpan w:val="4"/>
                  <w:tcBorders>
                    <w:bottom w:val="single" w:sz="4" w:space="0" w:color="auto"/>
                    <w:right w:val="single" w:sz="4" w:space="0" w:color="auto"/>
                  </w:tcBorders>
                </w:tcPr>
                <w:p w:rsidR="008136D0" w:rsidRDefault="008136D0" w:rsidP="004D1C3F">
                  <w:pPr>
                    <w:pStyle w:val="AStyle1"/>
                  </w:pPr>
                </w:p>
              </w:tc>
            </w:tr>
          </w:tbl>
          <w:p w:rsidR="00740BB0" w:rsidRDefault="00740BB0" w:rsidP="00E32DCF">
            <w:pPr>
              <w:pStyle w:val="AStyle1"/>
            </w:pPr>
            <w:r>
              <w:rPr>
                <w:b/>
              </w:rPr>
              <w:t>*</w:t>
            </w:r>
            <w:r w:rsidRPr="00740BB0">
              <w:rPr>
                <w:b/>
              </w:rPr>
              <w:t>Tick</w:t>
            </w:r>
            <w:r>
              <w:t xml:space="preserve"> where training is required. Staff to </w:t>
            </w:r>
            <w:r w:rsidRPr="00740BB0">
              <w:rPr>
                <w:b/>
              </w:rPr>
              <w:t>Sign</w:t>
            </w:r>
            <w:r>
              <w:t xml:space="preserve"> off once training is </w:t>
            </w:r>
            <w:r w:rsidR="00E32DCF">
              <w:t>completed</w:t>
            </w:r>
            <w:r>
              <w:t xml:space="preserve"> </w:t>
            </w:r>
          </w:p>
        </w:tc>
      </w:tr>
    </w:tbl>
    <w:p w:rsidR="004D1C3F" w:rsidRDefault="004D1C3F">
      <w:pPr>
        <w:ind w:left="0"/>
        <w:jc w:val="left"/>
        <w:sectPr w:rsidR="004D1C3F" w:rsidSect="004D1C3F">
          <w:pgSz w:w="16838" w:h="11906" w:orient="landscape" w:code="9"/>
          <w:pgMar w:top="1418" w:right="1418" w:bottom="851" w:left="1418" w:header="720" w:footer="618" w:gutter="0"/>
          <w:cols w:space="1134"/>
          <w:docGrid w:linePitch="360"/>
        </w:sectPr>
      </w:pPr>
    </w:p>
    <w:p w:rsidR="00BD0E7D" w:rsidRDefault="00BD0E7D">
      <w:pPr>
        <w:ind w:left="0"/>
        <w:jc w:val="left"/>
      </w:pPr>
    </w:p>
    <w:p w:rsidR="00BD0E7D" w:rsidRPr="008E57D6" w:rsidRDefault="00CB3307" w:rsidP="008122F7">
      <w:pPr>
        <w:pStyle w:val="Heading2"/>
      </w:pPr>
      <w:bookmarkStart w:id="48" w:name="_Toc497839232"/>
      <w:r w:rsidRPr="008E57D6">
        <w:t>Signoff Software Installation and Data</w:t>
      </w:r>
      <w:r w:rsidR="00BD0E7D" w:rsidRPr="008E57D6">
        <w:t xml:space="preserve"> Conversion</w:t>
      </w:r>
      <w:bookmarkEnd w:id="48"/>
      <w:r w:rsidR="00BD0E7D" w:rsidRPr="008E57D6">
        <w:t xml:space="preserve"> </w:t>
      </w:r>
    </w:p>
    <w:p w:rsidR="00BD0E7D" w:rsidRPr="00BD0E7D" w:rsidRDefault="00BD0E7D" w:rsidP="004D19DE">
      <w:pPr>
        <w:pStyle w:val="ListParagraph"/>
        <w:numPr>
          <w:ilvl w:val="0"/>
          <w:numId w:val="28"/>
        </w:numPr>
        <w:ind w:left="426" w:hanging="284"/>
        <w:rPr>
          <w:rFonts w:ascii="Arial" w:hAnsi="Arial" w:cs="Arial"/>
        </w:rPr>
      </w:pPr>
      <w:r w:rsidRPr="00BD0E7D">
        <w:rPr>
          <w:rFonts w:ascii="Arial" w:hAnsi="Arial" w:cs="Arial"/>
        </w:rPr>
        <w:t xml:space="preserve">If data has been  transferred  from another accounting package  it  is agreed  that  the data  in  Infusion  is a true and correct representation of the data from the previous system. </w:t>
      </w:r>
    </w:p>
    <w:p w:rsidR="00BD0E7D" w:rsidRPr="00BD0E7D" w:rsidRDefault="00BD0E7D" w:rsidP="004D19DE">
      <w:pPr>
        <w:pStyle w:val="ListParagraph"/>
        <w:numPr>
          <w:ilvl w:val="0"/>
          <w:numId w:val="28"/>
        </w:numPr>
        <w:ind w:left="426" w:hanging="284"/>
        <w:rPr>
          <w:rFonts w:ascii="Arial" w:hAnsi="Arial" w:cs="Arial"/>
        </w:rPr>
      </w:pPr>
      <w:r w:rsidRPr="00BD0E7D">
        <w:rPr>
          <w:rFonts w:ascii="Arial" w:hAnsi="Arial" w:cs="Arial"/>
        </w:rPr>
        <w:t xml:space="preserve">It  is  agreed  that  all  appropriate  settings  and  features  have  been  activated  accordingly  in  Infusion software </w:t>
      </w:r>
    </w:p>
    <w:p w:rsidR="00BD0E7D" w:rsidRPr="00BD0E7D" w:rsidRDefault="00BD0E7D" w:rsidP="004D19DE">
      <w:pPr>
        <w:pStyle w:val="ListParagraph"/>
        <w:numPr>
          <w:ilvl w:val="0"/>
          <w:numId w:val="28"/>
        </w:numPr>
        <w:ind w:left="426" w:hanging="284"/>
        <w:rPr>
          <w:rFonts w:ascii="Arial" w:hAnsi="Arial" w:cs="Arial"/>
        </w:rPr>
      </w:pPr>
      <w:r w:rsidRPr="00BD0E7D">
        <w:rPr>
          <w:rFonts w:ascii="Arial" w:hAnsi="Arial" w:cs="Arial"/>
        </w:rPr>
        <w:t xml:space="preserve">Any outstanding points are detailed below along with the date they will be resolved by.  </w:t>
      </w:r>
    </w:p>
    <w:p w:rsidR="00BD0E7D" w:rsidRDefault="00BD0E7D" w:rsidP="00BD0E7D">
      <w:pPr>
        <w:ind w:left="0"/>
        <w:jc w:val="left"/>
      </w:pPr>
      <w:r>
        <w:t xml:space="preserve"> </w:t>
      </w:r>
    </w:p>
    <w:p w:rsidR="00972A40" w:rsidRDefault="00972A40" w:rsidP="00BD0E7D">
      <w:pPr>
        <w:ind w:left="0"/>
        <w:jc w:val="left"/>
      </w:pPr>
    </w:p>
    <w:p w:rsidR="00BD0E7D" w:rsidRPr="00972A40" w:rsidRDefault="00BD0E7D" w:rsidP="00BD0E7D">
      <w:pPr>
        <w:ind w:left="0"/>
        <w:jc w:val="left"/>
        <w:rPr>
          <w:b/>
          <w:sz w:val="24"/>
          <w:szCs w:val="24"/>
        </w:rPr>
      </w:pPr>
      <w:r w:rsidRPr="00972A40">
        <w:rPr>
          <w:b/>
          <w:sz w:val="24"/>
          <w:szCs w:val="24"/>
        </w:rPr>
        <w:t xml:space="preserve">Financial Comparison </w:t>
      </w:r>
    </w:p>
    <w:p w:rsidR="00BD0E7D" w:rsidRDefault="00BD0E7D" w:rsidP="00BD0E7D">
      <w:pPr>
        <w:ind w:left="0"/>
        <w:jc w:val="left"/>
        <w:rPr>
          <w:b/>
        </w:rPr>
      </w:pPr>
    </w:p>
    <w:tbl>
      <w:tblPr>
        <w:tblStyle w:val="TableGrid"/>
        <w:tblW w:w="0" w:type="auto"/>
        <w:tblLook w:val="04A0" w:firstRow="1" w:lastRow="0" w:firstColumn="1" w:lastColumn="0" w:noHBand="0" w:noVBand="1"/>
      </w:tblPr>
      <w:tblGrid>
        <w:gridCol w:w="3284"/>
        <w:gridCol w:w="3284"/>
        <w:gridCol w:w="3285"/>
      </w:tblGrid>
      <w:tr w:rsidR="00BD0E7D" w:rsidTr="00F876A5">
        <w:trPr>
          <w:trHeight w:val="397"/>
        </w:trPr>
        <w:tc>
          <w:tcPr>
            <w:tcW w:w="3284" w:type="dxa"/>
            <w:vAlign w:val="center"/>
          </w:tcPr>
          <w:p w:rsidR="00BD0E7D" w:rsidRDefault="00BD0E7D" w:rsidP="00F876A5">
            <w:pPr>
              <w:ind w:left="0"/>
              <w:jc w:val="left"/>
              <w:rPr>
                <w:b/>
              </w:rPr>
            </w:pPr>
          </w:p>
        </w:tc>
        <w:tc>
          <w:tcPr>
            <w:tcW w:w="3284" w:type="dxa"/>
          </w:tcPr>
          <w:p w:rsidR="00BD0E7D" w:rsidRDefault="00BD0E7D" w:rsidP="00BD0E7D">
            <w:pPr>
              <w:ind w:left="0"/>
              <w:jc w:val="left"/>
              <w:rPr>
                <w:b/>
              </w:rPr>
            </w:pPr>
          </w:p>
        </w:tc>
        <w:tc>
          <w:tcPr>
            <w:tcW w:w="3285" w:type="dxa"/>
            <w:vAlign w:val="center"/>
          </w:tcPr>
          <w:p w:rsidR="00BD0E7D" w:rsidRPr="00BD0E7D" w:rsidRDefault="00BD0E7D" w:rsidP="00BD0E7D">
            <w:pPr>
              <w:ind w:left="0"/>
              <w:jc w:val="center"/>
            </w:pPr>
            <w:r w:rsidRPr="00BD0E7D">
              <w:t>Infusion</w:t>
            </w:r>
          </w:p>
        </w:tc>
      </w:tr>
      <w:tr w:rsidR="00BD0E7D" w:rsidTr="00F876A5">
        <w:trPr>
          <w:trHeight w:val="397"/>
        </w:trPr>
        <w:tc>
          <w:tcPr>
            <w:tcW w:w="3284" w:type="dxa"/>
            <w:vAlign w:val="center"/>
          </w:tcPr>
          <w:p w:rsidR="00BD0E7D" w:rsidRPr="00BD0E7D" w:rsidRDefault="00BD0E7D" w:rsidP="00F876A5">
            <w:pPr>
              <w:ind w:left="0"/>
              <w:jc w:val="left"/>
            </w:pPr>
            <w:r>
              <w:t>Customer Aged Trial Balance</w:t>
            </w:r>
          </w:p>
        </w:tc>
        <w:tc>
          <w:tcPr>
            <w:tcW w:w="3284" w:type="dxa"/>
          </w:tcPr>
          <w:p w:rsidR="00BD0E7D" w:rsidRDefault="00BD0E7D" w:rsidP="00BD0E7D">
            <w:pPr>
              <w:ind w:left="0"/>
              <w:jc w:val="left"/>
              <w:rPr>
                <w:b/>
              </w:rPr>
            </w:pPr>
          </w:p>
        </w:tc>
        <w:tc>
          <w:tcPr>
            <w:tcW w:w="3285" w:type="dxa"/>
          </w:tcPr>
          <w:p w:rsidR="00BD0E7D" w:rsidRDefault="00BD0E7D" w:rsidP="00BD0E7D">
            <w:pPr>
              <w:ind w:left="0"/>
              <w:jc w:val="left"/>
              <w:rPr>
                <w:b/>
              </w:rPr>
            </w:pPr>
          </w:p>
        </w:tc>
      </w:tr>
      <w:tr w:rsidR="00BD0E7D" w:rsidTr="00F876A5">
        <w:trPr>
          <w:trHeight w:val="397"/>
        </w:trPr>
        <w:tc>
          <w:tcPr>
            <w:tcW w:w="3284" w:type="dxa"/>
            <w:vAlign w:val="center"/>
          </w:tcPr>
          <w:p w:rsidR="00BD0E7D" w:rsidRPr="007B53B6" w:rsidRDefault="00BD0E7D" w:rsidP="00F876A5">
            <w:pPr>
              <w:ind w:left="0"/>
              <w:jc w:val="left"/>
            </w:pPr>
            <w:r w:rsidRPr="007B53B6">
              <w:t>Supplier Aged Trial Balance</w:t>
            </w:r>
          </w:p>
        </w:tc>
        <w:tc>
          <w:tcPr>
            <w:tcW w:w="3284" w:type="dxa"/>
          </w:tcPr>
          <w:p w:rsidR="00BD0E7D" w:rsidRDefault="00BD0E7D" w:rsidP="00BD0E7D">
            <w:pPr>
              <w:ind w:left="0"/>
              <w:jc w:val="left"/>
              <w:rPr>
                <w:b/>
              </w:rPr>
            </w:pPr>
          </w:p>
        </w:tc>
        <w:tc>
          <w:tcPr>
            <w:tcW w:w="3285" w:type="dxa"/>
          </w:tcPr>
          <w:p w:rsidR="00BD0E7D" w:rsidRDefault="00BD0E7D" w:rsidP="00BD0E7D">
            <w:pPr>
              <w:ind w:left="0"/>
              <w:jc w:val="left"/>
              <w:rPr>
                <w:b/>
              </w:rPr>
            </w:pPr>
          </w:p>
        </w:tc>
      </w:tr>
      <w:tr w:rsidR="00BD0E7D" w:rsidTr="00F876A5">
        <w:trPr>
          <w:trHeight w:val="397"/>
        </w:trPr>
        <w:tc>
          <w:tcPr>
            <w:tcW w:w="3284" w:type="dxa"/>
            <w:vAlign w:val="center"/>
          </w:tcPr>
          <w:p w:rsidR="00BD0E7D" w:rsidRPr="007B53B6" w:rsidRDefault="00BD0E7D" w:rsidP="00F876A5">
            <w:pPr>
              <w:ind w:left="0"/>
              <w:jc w:val="left"/>
            </w:pPr>
            <w:r w:rsidRPr="007B53B6">
              <w:t>Product Valuation</w:t>
            </w:r>
          </w:p>
        </w:tc>
        <w:tc>
          <w:tcPr>
            <w:tcW w:w="3284" w:type="dxa"/>
          </w:tcPr>
          <w:p w:rsidR="00BD0E7D" w:rsidRDefault="00BD0E7D" w:rsidP="00BD0E7D">
            <w:pPr>
              <w:ind w:left="0"/>
              <w:jc w:val="left"/>
              <w:rPr>
                <w:b/>
              </w:rPr>
            </w:pPr>
          </w:p>
        </w:tc>
        <w:tc>
          <w:tcPr>
            <w:tcW w:w="3285" w:type="dxa"/>
          </w:tcPr>
          <w:p w:rsidR="00BD0E7D" w:rsidRDefault="00BD0E7D" w:rsidP="00BD0E7D">
            <w:pPr>
              <w:ind w:left="0"/>
              <w:jc w:val="left"/>
              <w:rPr>
                <w:b/>
              </w:rPr>
            </w:pPr>
          </w:p>
        </w:tc>
      </w:tr>
      <w:tr w:rsidR="00F876A5" w:rsidTr="00F876A5">
        <w:trPr>
          <w:trHeight w:val="397"/>
        </w:trPr>
        <w:tc>
          <w:tcPr>
            <w:tcW w:w="3284" w:type="dxa"/>
            <w:vAlign w:val="center"/>
          </w:tcPr>
          <w:p w:rsidR="00F876A5" w:rsidRPr="00E6529C" w:rsidRDefault="00F876A5" w:rsidP="00F876A5">
            <w:pPr>
              <w:ind w:left="0"/>
              <w:jc w:val="left"/>
            </w:pPr>
            <w:r w:rsidRPr="00E6529C">
              <w:t>Outstanding Jobs</w:t>
            </w:r>
          </w:p>
        </w:tc>
        <w:tc>
          <w:tcPr>
            <w:tcW w:w="3284" w:type="dxa"/>
          </w:tcPr>
          <w:p w:rsidR="00F876A5" w:rsidRDefault="00F876A5" w:rsidP="00BD0E7D">
            <w:pPr>
              <w:ind w:left="0"/>
              <w:jc w:val="left"/>
              <w:rPr>
                <w:b/>
              </w:rPr>
            </w:pPr>
          </w:p>
        </w:tc>
        <w:tc>
          <w:tcPr>
            <w:tcW w:w="3285" w:type="dxa"/>
          </w:tcPr>
          <w:p w:rsidR="00F876A5" w:rsidRDefault="00F876A5" w:rsidP="00BD0E7D">
            <w:pPr>
              <w:ind w:left="0"/>
              <w:jc w:val="left"/>
              <w:rPr>
                <w:b/>
              </w:rPr>
            </w:pPr>
          </w:p>
        </w:tc>
      </w:tr>
      <w:tr w:rsidR="00F876A5" w:rsidTr="00F876A5">
        <w:trPr>
          <w:trHeight w:val="397"/>
        </w:trPr>
        <w:tc>
          <w:tcPr>
            <w:tcW w:w="3284" w:type="dxa"/>
            <w:vAlign w:val="center"/>
          </w:tcPr>
          <w:p w:rsidR="00F876A5" w:rsidRPr="00E6529C" w:rsidRDefault="00F876A5" w:rsidP="00F876A5">
            <w:pPr>
              <w:ind w:left="0"/>
              <w:jc w:val="left"/>
            </w:pPr>
            <w:r w:rsidRPr="00E6529C">
              <w:t>Work In Progress</w:t>
            </w:r>
          </w:p>
        </w:tc>
        <w:tc>
          <w:tcPr>
            <w:tcW w:w="3284" w:type="dxa"/>
          </w:tcPr>
          <w:p w:rsidR="00F876A5" w:rsidRDefault="00F876A5" w:rsidP="00BD0E7D">
            <w:pPr>
              <w:ind w:left="0"/>
              <w:jc w:val="left"/>
              <w:rPr>
                <w:b/>
              </w:rPr>
            </w:pPr>
          </w:p>
        </w:tc>
        <w:tc>
          <w:tcPr>
            <w:tcW w:w="3285" w:type="dxa"/>
          </w:tcPr>
          <w:p w:rsidR="00F876A5" w:rsidRDefault="00F876A5" w:rsidP="00BD0E7D">
            <w:pPr>
              <w:ind w:left="0"/>
              <w:jc w:val="left"/>
              <w:rPr>
                <w:b/>
              </w:rPr>
            </w:pPr>
          </w:p>
        </w:tc>
      </w:tr>
      <w:tr w:rsidR="00F876A5" w:rsidTr="00F876A5">
        <w:trPr>
          <w:trHeight w:val="397"/>
        </w:trPr>
        <w:tc>
          <w:tcPr>
            <w:tcW w:w="3284" w:type="dxa"/>
            <w:vAlign w:val="center"/>
          </w:tcPr>
          <w:p w:rsidR="00F876A5" w:rsidRPr="00E6529C" w:rsidRDefault="00F876A5" w:rsidP="00F876A5">
            <w:pPr>
              <w:ind w:left="0"/>
              <w:jc w:val="left"/>
            </w:pPr>
            <w:r w:rsidRPr="00E6529C">
              <w:t>Trial Balance</w:t>
            </w:r>
          </w:p>
        </w:tc>
        <w:tc>
          <w:tcPr>
            <w:tcW w:w="3284" w:type="dxa"/>
          </w:tcPr>
          <w:p w:rsidR="00F876A5" w:rsidRDefault="00F876A5" w:rsidP="00BD0E7D">
            <w:pPr>
              <w:ind w:left="0"/>
              <w:jc w:val="left"/>
              <w:rPr>
                <w:b/>
              </w:rPr>
            </w:pPr>
          </w:p>
        </w:tc>
        <w:tc>
          <w:tcPr>
            <w:tcW w:w="3285" w:type="dxa"/>
          </w:tcPr>
          <w:p w:rsidR="00F876A5" w:rsidRDefault="00F876A5" w:rsidP="00BD0E7D">
            <w:pPr>
              <w:ind w:left="0"/>
              <w:jc w:val="left"/>
              <w:rPr>
                <w:b/>
              </w:rPr>
            </w:pPr>
          </w:p>
        </w:tc>
      </w:tr>
      <w:tr w:rsidR="00F876A5" w:rsidTr="00F876A5">
        <w:trPr>
          <w:trHeight w:val="397"/>
        </w:trPr>
        <w:tc>
          <w:tcPr>
            <w:tcW w:w="3284" w:type="dxa"/>
            <w:vAlign w:val="center"/>
          </w:tcPr>
          <w:p w:rsidR="00F876A5" w:rsidRPr="00E6529C" w:rsidRDefault="00F876A5" w:rsidP="00F876A5">
            <w:pPr>
              <w:ind w:left="0"/>
              <w:jc w:val="left"/>
            </w:pPr>
            <w:r w:rsidRPr="00E6529C">
              <w:t>Profit and Loss</w:t>
            </w:r>
          </w:p>
        </w:tc>
        <w:tc>
          <w:tcPr>
            <w:tcW w:w="3284" w:type="dxa"/>
          </w:tcPr>
          <w:p w:rsidR="00F876A5" w:rsidRDefault="00F876A5" w:rsidP="00BD0E7D">
            <w:pPr>
              <w:ind w:left="0"/>
              <w:jc w:val="left"/>
              <w:rPr>
                <w:b/>
              </w:rPr>
            </w:pPr>
          </w:p>
        </w:tc>
        <w:tc>
          <w:tcPr>
            <w:tcW w:w="3285" w:type="dxa"/>
          </w:tcPr>
          <w:p w:rsidR="00F876A5" w:rsidRDefault="00F876A5" w:rsidP="00BD0E7D">
            <w:pPr>
              <w:ind w:left="0"/>
              <w:jc w:val="left"/>
              <w:rPr>
                <w:b/>
              </w:rPr>
            </w:pPr>
          </w:p>
        </w:tc>
      </w:tr>
      <w:tr w:rsidR="00F876A5" w:rsidTr="00F876A5">
        <w:trPr>
          <w:trHeight w:val="397"/>
        </w:trPr>
        <w:tc>
          <w:tcPr>
            <w:tcW w:w="3284" w:type="dxa"/>
            <w:vAlign w:val="center"/>
          </w:tcPr>
          <w:p w:rsidR="00F876A5" w:rsidRDefault="00F876A5" w:rsidP="00F876A5">
            <w:pPr>
              <w:ind w:left="0"/>
              <w:jc w:val="left"/>
            </w:pPr>
            <w:r w:rsidRPr="00E6529C">
              <w:t>Balance Sheet</w:t>
            </w:r>
          </w:p>
        </w:tc>
        <w:tc>
          <w:tcPr>
            <w:tcW w:w="3284" w:type="dxa"/>
          </w:tcPr>
          <w:p w:rsidR="00F876A5" w:rsidRDefault="00F876A5" w:rsidP="00BD0E7D">
            <w:pPr>
              <w:ind w:left="0"/>
              <w:jc w:val="left"/>
              <w:rPr>
                <w:b/>
              </w:rPr>
            </w:pPr>
          </w:p>
        </w:tc>
        <w:tc>
          <w:tcPr>
            <w:tcW w:w="3285" w:type="dxa"/>
          </w:tcPr>
          <w:p w:rsidR="00F876A5" w:rsidRDefault="00F876A5" w:rsidP="00BD0E7D">
            <w:pPr>
              <w:ind w:left="0"/>
              <w:jc w:val="left"/>
              <w:rPr>
                <w:b/>
              </w:rPr>
            </w:pPr>
          </w:p>
        </w:tc>
      </w:tr>
    </w:tbl>
    <w:p w:rsidR="00BD0E7D" w:rsidRPr="00BD0E7D" w:rsidRDefault="00BD0E7D" w:rsidP="00BD0E7D">
      <w:pPr>
        <w:ind w:left="0"/>
        <w:jc w:val="left"/>
        <w:rPr>
          <w:b/>
        </w:rPr>
      </w:pPr>
    </w:p>
    <w:p w:rsidR="00F876A5" w:rsidRDefault="00F876A5" w:rsidP="00BD0E7D">
      <w:pPr>
        <w:ind w:left="0"/>
        <w:jc w:val="left"/>
      </w:pPr>
    </w:p>
    <w:p w:rsidR="00BD0E7D" w:rsidRDefault="00BD0E7D" w:rsidP="00BD0E7D">
      <w:pPr>
        <w:ind w:left="0"/>
        <w:jc w:val="left"/>
      </w:pPr>
      <w:r>
        <w:t xml:space="preserve">__________________________     __________________________    _______________________ </w:t>
      </w:r>
    </w:p>
    <w:p w:rsidR="00BD0E7D" w:rsidRDefault="00BD0E7D" w:rsidP="00BD0E7D">
      <w:pPr>
        <w:ind w:left="0"/>
        <w:jc w:val="left"/>
      </w:pPr>
      <w:r>
        <w:t xml:space="preserve">Infusion Software Limited               </w:t>
      </w:r>
      <w:r w:rsidR="00972A40">
        <w:t xml:space="preserve"> </w:t>
      </w:r>
      <w:r>
        <w:t xml:space="preserve"> Infusion Certified Partner              </w:t>
      </w:r>
      <w:r w:rsidR="00972A40">
        <w:t xml:space="preserve">  </w:t>
      </w:r>
      <w:r>
        <w:t xml:space="preserve"> </w:t>
      </w:r>
      <w:r w:rsidR="006A2328">
        <w:t xml:space="preserve">End User </w:t>
      </w:r>
      <w:r>
        <w:t xml:space="preserve"> </w:t>
      </w:r>
    </w:p>
    <w:p w:rsidR="00BD0E7D" w:rsidRDefault="00BD0E7D" w:rsidP="00BD0E7D">
      <w:pPr>
        <w:ind w:left="0"/>
        <w:jc w:val="left"/>
      </w:pPr>
      <w:r>
        <w:t xml:space="preserve"> </w:t>
      </w:r>
    </w:p>
    <w:p w:rsidR="00BD0E7D" w:rsidRDefault="00BD0E7D" w:rsidP="00BD0E7D">
      <w:pPr>
        <w:ind w:left="0"/>
        <w:jc w:val="left"/>
      </w:pPr>
      <w:r>
        <w:t xml:space="preserve">_________________                      __________________                    _______________ </w:t>
      </w:r>
    </w:p>
    <w:p w:rsidR="00BD0E7D" w:rsidRDefault="00BD0E7D" w:rsidP="00BD0E7D">
      <w:pPr>
        <w:ind w:left="0"/>
        <w:jc w:val="left"/>
      </w:pPr>
      <w:r>
        <w:t xml:space="preserve">Date                                             </w:t>
      </w:r>
      <w:r w:rsidR="00972A40">
        <w:t xml:space="preserve">    </w:t>
      </w:r>
      <w:proofErr w:type="spellStart"/>
      <w:r>
        <w:t>Date</w:t>
      </w:r>
      <w:proofErr w:type="spellEnd"/>
      <w:r>
        <w:t xml:space="preserve">                                             </w:t>
      </w:r>
      <w:r w:rsidR="00972A40">
        <w:t xml:space="preserve">   </w:t>
      </w:r>
      <w:proofErr w:type="spellStart"/>
      <w:r>
        <w:t>Date</w:t>
      </w:r>
      <w:proofErr w:type="spellEnd"/>
      <w:r>
        <w:t xml:space="preserve"> </w:t>
      </w:r>
    </w:p>
    <w:p w:rsidR="00BD0E7D" w:rsidRDefault="00BD0E7D" w:rsidP="00BD0E7D">
      <w:pPr>
        <w:ind w:left="0"/>
        <w:jc w:val="left"/>
      </w:pPr>
      <w:r>
        <w:t xml:space="preserve"> </w:t>
      </w:r>
    </w:p>
    <w:p w:rsidR="008E57D6" w:rsidRPr="005B6409" w:rsidRDefault="008E57D6" w:rsidP="005B6409">
      <w:pPr>
        <w:pStyle w:val="Heading2"/>
      </w:pPr>
      <w:bookmarkStart w:id="49" w:name="_Toc497839233"/>
      <w:r w:rsidRPr="005B6409">
        <w:t>Outstanding Issues</w:t>
      </w:r>
      <w:bookmarkEnd w:id="49"/>
    </w:p>
    <w:p w:rsidR="00BD0E7D" w:rsidRDefault="00BD0E7D" w:rsidP="00BD0E7D">
      <w:pPr>
        <w:ind w:left="0"/>
        <w:jc w:val="left"/>
      </w:pPr>
      <w:r>
        <w:t xml:space="preserve"> </w:t>
      </w:r>
    </w:p>
    <w:tbl>
      <w:tblPr>
        <w:tblStyle w:val="TableGrid"/>
        <w:tblW w:w="0" w:type="auto"/>
        <w:tblLook w:val="04A0" w:firstRow="1" w:lastRow="0" w:firstColumn="1" w:lastColumn="0" w:noHBand="0" w:noVBand="1"/>
      </w:tblPr>
      <w:tblGrid>
        <w:gridCol w:w="4644"/>
        <w:gridCol w:w="3544"/>
        <w:gridCol w:w="1665"/>
      </w:tblGrid>
      <w:tr w:rsidR="00972A40" w:rsidTr="00972A40">
        <w:trPr>
          <w:trHeight w:val="454"/>
        </w:trPr>
        <w:tc>
          <w:tcPr>
            <w:tcW w:w="4644" w:type="dxa"/>
          </w:tcPr>
          <w:p w:rsidR="00972A40" w:rsidRDefault="00972A40" w:rsidP="00BD0E7D">
            <w:pPr>
              <w:ind w:left="0"/>
              <w:jc w:val="left"/>
            </w:pPr>
            <w:r>
              <w:t>Description</w:t>
            </w:r>
          </w:p>
        </w:tc>
        <w:tc>
          <w:tcPr>
            <w:tcW w:w="3544" w:type="dxa"/>
          </w:tcPr>
          <w:p w:rsidR="00972A40" w:rsidRDefault="00972A40" w:rsidP="00BD0E7D">
            <w:pPr>
              <w:ind w:left="0"/>
              <w:jc w:val="left"/>
            </w:pPr>
            <w:r>
              <w:t>Action required</w:t>
            </w:r>
          </w:p>
        </w:tc>
        <w:tc>
          <w:tcPr>
            <w:tcW w:w="1665" w:type="dxa"/>
          </w:tcPr>
          <w:p w:rsidR="00972A40" w:rsidRDefault="00972A40" w:rsidP="00BD0E7D">
            <w:pPr>
              <w:ind w:left="0"/>
              <w:jc w:val="left"/>
            </w:pPr>
            <w:r>
              <w:t>Date</w:t>
            </w:r>
          </w:p>
        </w:tc>
      </w:tr>
      <w:tr w:rsidR="00972A40" w:rsidTr="00972A40">
        <w:trPr>
          <w:trHeight w:val="851"/>
        </w:trPr>
        <w:tc>
          <w:tcPr>
            <w:tcW w:w="4644" w:type="dxa"/>
          </w:tcPr>
          <w:p w:rsidR="00972A40" w:rsidRDefault="00972A40" w:rsidP="00BD0E7D">
            <w:pPr>
              <w:ind w:left="0"/>
              <w:jc w:val="left"/>
            </w:pPr>
          </w:p>
        </w:tc>
        <w:tc>
          <w:tcPr>
            <w:tcW w:w="3544" w:type="dxa"/>
          </w:tcPr>
          <w:p w:rsidR="00972A40" w:rsidRDefault="00972A40" w:rsidP="00BD0E7D">
            <w:pPr>
              <w:ind w:left="0"/>
              <w:jc w:val="left"/>
            </w:pPr>
          </w:p>
        </w:tc>
        <w:tc>
          <w:tcPr>
            <w:tcW w:w="1665" w:type="dxa"/>
          </w:tcPr>
          <w:p w:rsidR="00972A40" w:rsidRDefault="00972A40" w:rsidP="00BD0E7D">
            <w:pPr>
              <w:ind w:left="0"/>
              <w:jc w:val="left"/>
            </w:pPr>
          </w:p>
        </w:tc>
      </w:tr>
      <w:tr w:rsidR="00972A40" w:rsidTr="00972A40">
        <w:trPr>
          <w:trHeight w:val="851"/>
        </w:trPr>
        <w:tc>
          <w:tcPr>
            <w:tcW w:w="4644" w:type="dxa"/>
          </w:tcPr>
          <w:p w:rsidR="00972A40" w:rsidRDefault="00972A40" w:rsidP="00BD0E7D">
            <w:pPr>
              <w:ind w:left="0"/>
              <w:jc w:val="left"/>
            </w:pPr>
          </w:p>
        </w:tc>
        <w:tc>
          <w:tcPr>
            <w:tcW w:w="3544" w:type="dxa"/>
          </w:tcPr>
          <w:p w:rsidR="00972A40" w:rsidRDefault="00972A40" w:rsidP="00BD0E7D">
            <w:pPr>
              <w:ind w:left="0"/>
              <w:jc w:val="left"/>
            </w:pPr>
          </w:p>
        </w:tc>
        <w:tc>
          <w:tcPr>
            <w:tcW w:w="1665" w:type="dxa"/>
          </w:tcPr>
          <w:p w:rsidR="00972A40" w:rsidRDefault="00972A40" w:rsidP="00BD0E7D">
            <w:pPr>
              <w:ind w:left="0"/>
              <w:jc w:val="left"/>
            </w:pPr>
          </w:p>
        </w:tc>
      </w:tr>
      <w:tr w:rsidR="00972A40" w:rsidTr="00972A40">
        <w:trPr>
          <w:trHeight w:val="851"/>
        </w:trPr>
        <w:tc>
          <w:tcPr>
            <w:tcW w:w="4644" w:type="dxa"/>
          </w:tcPr>
          <w:p w:rsidR="00972A40" w:rsidRDefault="00972A40" w:rsidP="00BD0E7D">
            <w:pPr>
              <w:ind w:left="0"/>
              <w:jc w:val="left"/>
            </w:pPr>
          </w:p>
        </w:tc>
        <w:tc>
          <w:tcPr>
            <w:tcW w:w="3544" w:type="dxa"/>
          </w:tcPr>
          <w:p w:rsidR="00972A40" w:rsidRDefault="00972A40" w:rsidP="00BD0E7D">
            <w:pPr>
              <w:ind w:left="0"/>
              <w:jc w:val="left"/>
            </w:pPr>
          </w:p>
        </w:tc>
        <w:tc>
          <w:tcPr>
            <w:tcW w:w="1665" w:type="dxa"/>
          </w:tcPr>
          <w:p w:rsidR="00972A40" w:rsidRDefault="00972A40" w:rsidP="00BD0E7D">
            <w:pPr>
              <w:ind w:left="0"/>
              <w:jc w:val="left"/>
            </w:pPr>
          </w:p>
        </w:tc>
      </w:tr>
      <w:tr w:rsidR="00972A40" w:rsidTr="00972A40">
        <w:trPr>
          <w:trHeight w:val="851"/>
        </w:trPr>
        <w:tc>
          <w:tcPr>
            <w:tcW w:w="4644" w:type="dxa"/>
          </w:tcPr>
          <w:p w:rsidR="00972A40" w:rsidRDefault="00972A40" w:rsidP="00BD0E7D">
            <w:pPr>
              <w:ind w:left="0"/>
              <w:jc w:val="left"/>
            </w:pPr>
          </w:p>
        </w:tc>
        <w:tc>
          <w:tcPr>
            <w:tcW w:w="3544" w:type="dxa"/>
          </w:tcPr>
          <w:p w:rsidR="00972A40" w:rsidRDefault="00972A40" w:rsidP="00BD0E7D">
            <w:pPr>
              <w:ind w:left="0"/>
              <w:jc w:val="left"/>
            </w:pPr>
          </w:p>
        </w:tc>
        <w:tc>
          <w:tcPr>
            <w:tcW w:w="1665" w:type="dxa"/>
          </w:tcPr>
          <w:p w:rsidR="00972A40" w:rsidRDefault="00972A40" w:rsidP="00BD0E7D">
            <w:pPr>
              <w:ind w:left="0"/>
              <w:jc w:val="left"/>
            </w:pPr>
          </w:p>
        </w:tc>
      </w:tr>
      <w:tr w:rsidR="00972A40" w:rsidTr="00972A40">
        <w:trPr>
          <w:trHeight w:val="851"/>
        </w:trPr>
        <w:tc>
          <w:tcPr>
            <w:tcW w:w="4644" w:type="dxa"/>
          </w:tcPr>
          <w:p w:rsidR="00972A40" w:rsidRDefault="00972A40" w:rsidP="00BD0E7D">
            <w:pPr>
              <w:ind w:left="0"/>
              <w:jc w:val="left"/>
            </w:pPr>
          </w:p>
        </w:tc>
        <w:tc>
          <w:tcPr>
            <w:tcW w:w="3544" w:type="dxa"/>
          </w:tcPr>
          <w:p w:rsidR="00972A40" w:rsidRDefault="00972A40" w:rsidP="00BD0E7D">
            <w:pPr>
              <w:ind w:left="0"/>
              <w:jc w:val="left"/>
            </w:pPr>
          </w:p>
        </w:tc>
        <w:tc>
          <w:tcPr>
            <w:tcW w:w="1665" w:type="dxa"/>
          </w:tcPr>
          <w:p w:rsidR="00972A40" w:rsidRDefault="00972A40" w:rsidP="00BD0E7D">
            <w:pPr>
              <w:ind w:left="0"/>
              <w:jc w:val="left"/>
            </w:pPr>
          </w:p>
        </w:tc>
      </w:tr>
    </w:tbl>
    <w:p w:rsidR="00BD0E7D" w:rsidRDefault="005B6409" w:rsidP="005B6409">
      <w:pPr>
        <w:pStyle w:val="Heading1"/>
      </w:pPr>
      <w:r>
        <w:lastRenderedPageBreak/>
        <w:t>Notes</w:t>
      </w:r>
    </w:p>
    <w:p w:rsidR="005B6409" w:rsidRDefault="005B6409" w:rsidP="005B6409">
      <w:pPr>
        <w:pBdr>
          <w:bottom w:val="single" w:sz="6" w:space="1" w:color="auto"/>
        </w:pBdr>
      </w:pPr>
    </w:p>
    <w:p w:rsidR="005B6409" w:rsidRDefault="005B6409" w:rsidP="005B6409"/>
    <w:p w:rsidR="005B6409" w:rsidRDefault="005B6409" w:rsidP="005B6409"/>
    <w:p w:rsidR="005B6409" w:rsidRDefault="005B6409" w:rsidP="005B6409">
      <w:pPr>
        <w:pBdr>
          <w:bottom w:val="single" w:sz="6" w:space="1" w:color="auto"/>
        </w:pBdr>
      </w:pPr>
    </w:p>
    <w:p w:rsidR="005B6409" w:rsidRDefault="005B6409" w:rsidP="005B6409"/>
    <w:p w:rsidR="005B6409" w:rsidRDefault="005B6409" w:rsidP="005B6409"/>
    <w:p w:rsidR="005B6409" w:rsidRDefault="005B6409" w:rsidP="005B6409">
      <w:pPr>
        <w:pBdr>
          <w:bottom w:val="single" w:sz="6" w:space="1" w:color="auto"/>
        </w:pBdr>
      </w:pPr>
    </w:p>
    <w:p w:rsidR="005B6409" w:rsidRDefault="005B6409" w:rsidP="005B6409"/>
    <w:p w:rsidR="005B6409" w:rsidRDefault="005B6409" w:rsidP="005B6409"/>
    <w:p w:rsidR="005B6409" w:rsidRDefault="005B6409" w:rsidP="005B6409">
      <w:r>
        <w:t>_____________________________________________________________________________________</w:t>
      </w:r>
    </w:p>
    <w:p w:rsidR="005B6409" w:rsidRPr="005B6409" w:rsidRDefault="005B6409" w:rsidP="005B6409"/>
    <w:p w:rsidR="005B6409" w:rsidRDefault="005B6409" w:rsidP="005B6409"/>
    <w:p w:rsidR="005B6409" w:rsidRDefault="005B6409" w:rsidP="005B6409"/>
    <w:p w:rsidR="005B6409" w:rsidRDefault="005B6409" w:rsidP="005B6409">
      <w:pPr>
        <w:pBdr>
          <w:bottom w:val="single" w:sz="6" w:space="1" w:color="auto"/>
        </w:pBdr>
      </w:pPr>
    </w:p>
    <w:p w:rsidR="005B6409" w:rsidRDefault="005B6409" w:rsidP="005B6409"/>
    <w:p w:rsidR="005B6409" w:rsidRDefault="005B6409" w:rsidP="005B6409"/>
    <w:p w:rsidR="005B6409" w:rsidRDefault="005B6409" w:rsidP="005B6409">
      <w:r>
        <w:t>_____________________________________________________________________________________</w:t>
      </w:r>
    </w:p>
    <w:p w:rsidR="005B6409" w:rsidRPr="005B6409" w:rsidRDefault="005B6409" w:rsidP="005B6409"/>
    <w:p w:rsidR="005B6409" w:rsidRDefault="005B6409" w:rsidP="005B6409"/>
    <w:p w:rsidR="005B6409" w:rsidRDefault="005B6409" w:rsidP="005B6409"/>
    <w:p w:rsidR="005B6409" w:rsidRDefault="005B6409" w:rsidP="005B6409">
      <w:pPr>
        <w:pBdr>
          <w:bottom w:val="single" w:sz="6" w:space="1" w:color="auto"/>
        </w:pBdr>
      </w:pPr>
    </w:p>
    <w:p w:rsidR="005B6409" w:rsidRDefault="005B6409" w:rsidP="005B6409"/>
    <w:p w:rsidR="005B6409" w:rsidRDefault="005B6409" w:rsidP="005B6409"/>
    <w:p w:rsidR="005B6409" w:rsidRDefault="005B6409" w:rsidP="005B6409">
      <w:r>
        <w:t>_____________________________________________________________________________________</w:t>
      </w:r>
    </w:p>
    <w:p w:rsidR="005B6409" w:rsidRPr="005B6409" w:rsidRDefault="005B6409" w:rsidP="005B6409"/>
    <w:p w:rsidR="005B6409" w:rsidRDefault="005B6409" w:rsidP="005B6409"/>
    <w:p w:rsidR="005B6409" w:rsidRDefault="005B6409" w:rsidP="005B6409"/>
    <w:p w:rsidR="005B6409" w:rsidRDefault="005B6409" w:rsidP="005B6409">
      <w:pPr>
        <w:pBdr>
          <w:bottom w:val="single" w:sz="6" w:space="1" w:color="auto"/>
        </w:pBdr>
      </w:pPr>
    </w:p>
    <w:p w:rsidR="005B6409" w:rsidRDefault="005B6409" w:rsidP="005B6409"/>
    <w:p w:rsidR="005B6409" w:rsidRDefault="005B6409" w:rsidP="005B6409"/>
    <w:p w:rsidR="005B6409" w:rsidRDefault="005B6409" w:rsidP="005B6409">
      <w:r>
        <w:t>_____________________________________________________________________________________</w:t>
      </w:r>
    </w:p>
    <w:p w:rsidR="005B6409" w:rsidRPr="005B6409" w:rsidRDefault="005B6409" w:rsidP="005B6409"/>
    <w:p w:rsidR="005B6409" w:rsidRDefault="005B6409" w:rsidP="005B6409"/>
    <w:p w:rsidR="005B6409" w:rsidRDefault="005B6409" w:rsidP="005B6409"/>
    <w:p w:rsidR="005B6409" w:rsidRDefault="005B6409" w:rsidP="005B6409">
      <w:pPr>
        <w:pBdr>
          <w:bottom w:val="single" w:sz="6" w:space="1" w:color="auto"/>
        </w:pBdr>
      </w:pPr>
    </w:p>
    <w:p w:rsidR="005B6409" w:rsidRDefault="005B6409" w:rsidP="005B6409"/>
    <w:p w:rsidR="005B6409" w:rsidRDefault="005B6409" w:rsidP="005B6409"/>
    <w:p w:rsidR="005B6409" w:rsidRDefault="005B6409" w:rsidP="005B6409">
      <w:r>
        <w:t>_____________________________________________________________________________________</w:t>
      </w:r>
    </w:p>
    <w:p w:rsidR="005B6409" w:rsidRPr="005B6409" w:rsidRDefault="005B6409" w:rsidP="005B6409"/>
    <w:p w:rsidR="005B6409" w:rsidRDefault="005B6409" w:rsidP="005B6409"/>
    <w:p w:rsidR="005B6409" w:rsidRDefault="005B6409" w:rsidP="005B6409"/>
    <w:p w:rsidR="005B6409" w:rsidRDefault="005B6409" w:rsidP="005B6409">
      <w:pPr>
        <w:pBdr>
          <w:bottom w:val="single" w:sz="6" w:space="1" w:color="auto"/>
        </w:pBdr>
      </w:pPr>
    </w:p>
    <w:p w:rsidR="005B6409" w:rsidRDefault="005B6409" w:rsidP="005B6409"/>
    <w:p w:rsidR="005B6409" w:rsidRDefault="005B6409" w:rsidP="005B6409"/>
    <w:p w:rsidR="005B6409" w:rsidRDefault="005B6409" w:rsidP="005B6409">
      <w:r>
        <w:t>_____________________________________________________________________________________</w:t>
      </w:r>
    </w:p>
    <w:p w:rsidR="005B6409" w:rsidRPr="005B6409" w:rsidRDefault="005B6409" w:rsidP="005B6409"/>
    <w:p w:rsidR="005B6409" w:rsidRDefault="005B6409" w:rsidP="005B6409"/>
    <w:p w:rsidR="005B6409" w:rsidRDefault="005B6409" w:rsidP="005B6409"/>
    <w:p w:rsidR="005B6409" w:rsidRDefault="005B6409" w:rsidP="005B6409">
      <w:pPr>
        <w:pBdr>
          <w:bottom w:val="single" w:sz="6" w:space="1" w:color="auto"/>
        </w:pBdr>
      </w:pPr>
    </w:p>
    <w:p w:rsidR="005B6409" w:rsidRDefault="005B6409" w:rsidP="005B6409"/>
    <w:p w:rsidR="005B6409" w:rsidRDefault="005B6409" w:rsidP="005B6409"/>
    <w:p w:rsidR="005B6409" w:rsidRDefault="005B6409" w:rsidP="005B6409">
      <w:r>
        <w:t>_____________________________________________________________________________________</w:t>
      </w:r>
    </w:p>
    <w:p w:rsidR="005B6409" w:rsidRPr="005B6409" w:rsidRDefault="005B6409" w:rsidP="005B6409"/>
    <w:p w:rsidR="005B6409" w:rsidRPr="005B6409" w:rsidRDefault="005B6409" w:rsidP="005B6409"/>
    <w:sectPr w:rsidR="005B6409" w:rsidRPr="005B6409" w:rsidSect="00EE2ABC">
      <w:pgSz w:w="11906" w:h="16838" w:code="9"/>
      <w:pgMar w:top="1418" w:right="851" w:bottom="1418" w:left="1418" w:header="426" w:footer="618" w:gutter="0"/>
      <w:cols w:space="11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BAF" w:rsidRDefault="00157BAF" w:rsidP="00E44A04">
      <w:r>
        <w:separator/>
      </w:r>
    </w:p>
  </w:endnote>
  <w:endnote w:type="continuationSeparator" w:id="0">
    <w:p w:rsidR="00157BAF" w:rsidRDefault="00157BAF" w:rsidP="00E44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0000000000000000000"/>
    <w:charset w:val="00"/>
    <w:family w:val="roman"/>
    <w:notTrueType/>
    <w:pitch w:val="default"/>
  </w:font>
  <w:font w:name="CG Omeg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65D" w:rsidRPr="00BC5C81" w:rsidRDefault="0030065D" w:rsidP="00B73EC7">
    <w:pPr>
      <w:pStyle w:val="Footer"/>
      <w:tabs>
        <w:tab w:val="clear" w:pos="4394"/>
        <w:tab w:val="right" w:pos="9498"/>
      </w:tabs>
      <w:ind w:left="-567"/>
    </w:pPr>
    <w:r>
      <w:tab/>
    </w:r>
    <w:r>
      <w:tab/>
    </w:r>
    <w:r>
      <w:tab/>
    </w:r>
  </w:p>
  <w:p w:rsidR="0030065D" w:rsidRPr="00BC5C81" w:rsidRDefault="0030065D" w:rsidP="00B73EC7">
    <w:pPr>
      <w:pStyle w:val="Footer"/>
      <w:tabs>
        <w:tab w:val="clear" w:pos="4394"/>
        <w:tab w:val="right" w:pos="9498"/>
      </w:tabs>
      <w:ind w:left="-567"/>
    </w:pPr>
    <w:r>
      <w:tab/>
    </w:r>
  </w:p>
  <w:p w:rsidR="0030065D" w:rsidRPr="00442039" w:rsidRDefault="0030065D" w:rsidP="00DA3397">
    <w:pPr>
      <w:pStyle w:val="Footer"/>
      <w:tabs>
        <w:tab w:val="clear" w:pos="4394"/>
        <w:tab w:val="right" w:pos="9498"/>
      </w:tabs>
      <w:ind w:left="-567"/>
    </w:pP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65D" w:rsidRDefault="0030065D" w:rsidP="00DC0AB1">
    <w:pPr>
      <w:pStyle w:val="Footer"/>
      <w:jc w:val="center"/>
      <w:rPr>
        <w:sz w:val="20"/>
        <w:szCs w:val="20"/>
      </w:rPr>
    </w:pPr>
    <w:r w:rsidRPr="00B1580E">
      <w:rPr>
        <w:sz w:val="20"/>
        <w:szCs w:val="20"/>
      </w:rPr>
      <w:t xml:space="preserve">Infusion </w:t>
    </w:r>
    <w:r>
      <w:rPr>
        <w:sz w:val="20"/>
        <w:szCs w:val="20"/>
      </w:rPr>
      <w:t xml:space="preserve">Business </w:t>
    </w:r>
    <w:r w:rsidRPr="00B1580E">
      <w:rPr>
        <w:sz w:val="20"/>
        <w:szCs w:val="20"/>
      </w:rPr>
      <w:t>Software Limited</w:t>
    </w:r>
    <w:r>
      <w:rPr>
        <w:sz w:val="20"/>
        <w:szCs w:val="20"/>
      </w:rPr>
      <w:t xml:space="preserve"> | </w:t>
    </w:r>
    <w:r w:rsidRPr="00B1580E">
      <w:rPr>
        <w:sz w:val="20"/>
        <w:szCs w:val="20"/>
      </w:rPr>
      <w:t>PO Box 8197</w:t>
    </w:r>
    <w:r>
      <w:rPr>
        <w:sz w:val="20"/>
        <w:szCs w:val="20"/>
      </w:rPr>
      <w:t xml:space="preserve"> |</w:t>
    </w:r>
    <w:r w:rsidRPr="00B1580E">
      <w:rPr>
        <w:sz w:val="20"/>
        <w:szCs w:val="20"/>
      </w:rPr>
      <w:t xml:space="preserve"> Riccarton</w:t>
    </w:r>
    <w:r>
      <w:rPr>
        <w:sz w:val="20"/>
        <w:szCs w:val="20"/>
      </w:rPr>
      <w:t xml:space="preserve"> |</w:t>
    </w:r>
    <w:r w:rsidRPr="00B1580E">
      <w:rPr>
        <w:sz w:val="20"/>
        <w:szCs w:val="20"/>
      </w:rPr>
      <w:t xml:space="preserve"> Christchurch,</w:t>
    </w:r>
    <w:r>
      <w:rPr>
        <w:sz w:val="20"/>
        <w:szCs w:val="20"/>
      </w:rPr>
      <w:t xml:space="preserve"> New </w:t>
    </w:r>
    <w:proofErr w:type="gramStart"/>
    <w:r>
      <w:rPr>
        <w:sz w:val="20"/>
        <w:szCs w:val="20"/>
      </w:rPr>
      <w:t xml:space="preserve">Zealand  </w:t>
    </w:r>
    <w:r w:rsidRPr="00B1580E">
      <w:rPr>
        <w:sz w:val="20"/>
        <w:szCs w:val="20"/>
      </w:rPr>
      <w:t>8440</w:t>
    </w:r>
    <w:proofErr w:type="gramEnd"/>
  </w:p>
  <w:p w:rsidR="0030065D" w:rsidRDefault="0030065D" w:rsidP="00DC0AB1">
    <w:pPr>
      <w:pStyle w:val="Footer"/>
      <w:jc w:val="center"/>
    </w:pPr>
    <w:r>
      <w:rPr>
        <w:b/>
        <w:sz w:val="20"/>
        <w:szCs w:val="20"/>
      </w:rPr>
      <w:t>www.infusionsoftware.co.nz</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65D" w:rsidRDefault="0030065D" w:rsidP="00A41225">
    <w:pPr>
      <w:pStyle w:val="Footer"/>
      <w:jc w:val="center"/>
      <w:rPr>
        <w:sz w:val="20"/>
        <w:szCs w:val="20"/>
      </w:rPr>
    </w:pPr>
    <w:r>
      <w:tab/>
    </w:r>
    <w:r w:rsidRPr="00B1580E">
      <w:rPr>
        <w:sz w:val="20"/>
        <w:szCs w:val="20"/>
      </w:rPr>
      <w:t xml:space="preserve">Infusion </w:t>
    </w:r>
    <w:r>
      <w:rPr>
        <w:sz w:val="20"/>
        <w:szCs w:val="20"/>
      </w:rPr>
      <w:t xml:space="preserve">Business </w:t>
    </w:r>
    <w:r w:rsidRPr="00B1580E">
      <w:rPr>
        <w:sz w:val="20"/>
        <w:szCs w:val="20"/>
      </w:rPr>
      <w:t>Software Limited</w:t>
    </w:r>
    <w:r>
      <w:rPr>
        <w:sz w:val="20"/>
        <w:szCs w:val="20"/>
      </w:rPr>
      <w:t xml:space="preserve"> | </w:t>
    </w:r>
    <w:r w:rsidRPr="00B1580E">
      <w:rPr>
        <w:sz w:val="20"/>
        <w:szCs w:val="20"/>
      </w:rPr>
      <w:t>PO Box 8197</w:t>
    </w:r>
    <w:r>
      <w:rPr>
        <w:sz w:val="20"/>
        <w:szCs w:val="20"/>
      </w:rPr>
      <w:t xml:space="preserve"> |</w:t>
    </w:r>
    <w:r w:rsidRPr="00B1580E">
      <w:rPr>
        <w:sz w:val="20"/>
        <w:szCs w:val="20"/>
      </w:rPr>
      <w:t xml:space="preserve"> Riccarton</w:t>
    </w:r>
    <w:r>
      <w:rPr>
        <w:sz w:val="20"/>
        <w:szCs w:val="20"/>
      </w:rPr>
      <w:t xml:space="preserve"> |</w:t>
    </w:r>
    <w:r w:rsidRPr="00B1580E">
      <w:rPr>
        <w:sz w:val="20"/>
        <w:szCs w:val="20"/>
      </w:rPr>
      <w:t xml:space="preserve"> Christchurch</w:t>
    </w:r>
    <w:r>
      <w:rPr>
        <w:sz w:val="20"/>
        <w:szCs w:val="20"/>
      </w:rPr>
      <w:t xml:space="preserve"> | New Zealand | </w:t>
    </w:r>
    <w:r w:rsidRPr="00B1580E">
      <w:rPr>
        <w:sz w:val="20"/>
        <w:szCs w:val="20"/>
      </w:rPr>
      <w:t>8440</w:t>
    </w:r>
  </w:p>
  <w:p w:rsidR="0030065D" w:rsidRDefault="0030065D" w:rsidP="00A41225">
    <w:pPr>
      <w:pStyle w:val="Footer"/>
      <w:jc w:val="center"/>
    </w:pPr>
    <w:r>
      <w:rPr>
        <w:b/>
        <w:sz w:val="20"/>
        <w:szCs w:val="20"/>
      </w:rPr>
      <w:t>www.infusionsoftware.co.nz</w:t>
    </w:r>
  </w:p>
  <w:p w:rsidR="0030065D" w:rsidRPr="008443C1" w:rsidRDefault="0030065D" w:rsidP="000A25B5">
    <w:pPr>
      <w:pStyle w:val="Footer"/>
      <w:tabs>
        <w:tab w:val="clear" w:pos="4394"/>
        <w:tab w:val="right" w:pos="9498"/>
      </w:tabs>
      <w:ind w:left="-567" w:right="-2"/>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E73271">
      <w:rPr>
        <w:rStyle w:val="PageNumber"/>
        <w:noProof/>
      </w:rPr>
      <w:t>20</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65D" w:rsidRDefault="0030065D" w:rsidP="00A41225">
    <w:pPr>
      <w:pStyle w:val="Footer"/>
      <w:jc w:val="center"/>
      <w:rPr>
        <w:sz w:val="20"/>
        <w:szCs w:val="20"/>
      </w:rPr>
    </w:pPr>
    <w:r w:rsidRPr="00B1580E">
      <w:rPr>
        <w:sz w:val="20"/>
        <w:szCs w:val="20"/>
      </w:rPr>
      <w:t xml:space="preserve">Infusion </w:t>
    </w:r>
    <w:r>
      <w:rPr>
        <w:sz w:val="20"/>
        <w:szCs w:val="20"/>
      </w:rPr>
      <w:t xml:space="preserve">Business </w:t>
    </w:r>
    <w:r w:rsidRPr="00B1580E">
      <w:rPr>
        <w:sz w:val="20"/>
        <w:szCs w:val="20"/>
      </w:rPr>
      <w:t>Software Limited</w:t>
    </w:r>
    <w:r>
      <w:rPr>
        <w:sz w:val="20"/>
        <w:szCs w:val="20"/>
      </w:rPr>
      <w:t xml:space="preserve"> | </w:t>
    </w:r>
    <w:r w:rsidRPr="00B1580E">
      <w:rPr>
        <w:sz w:val="20"/>
        <w:szCs w:val="20"/>
      </w:rPr>
      <w:t>PO Box 8197</w:t>
    </w:r>
    <w:r>
      <w:rPr>
        <w:sz w:val="20"/>
        <w:szCs w:val="20"/>
      </w:rPr>
      <w:t xml:space="preserve"> |</w:t>
    </w:r>
    <w:r w:rsidRPr="00B1580E">
      <w:rPr>
        <w:sz w:val="20"/>
        <w:szCs w:val="20"/>
      </w:rPr>
      <w:t xml:space="preserve"> Riccarton</w:t>
    </w:r>
    <w:r>
      <w:rPr>
        <w:sz w:val="20"/>
        <w:szCs w:val="20"/>
      </w:rPr>
      <w:t xml:space="preserve"> |</w:t>
    </w:r>
    <w:r w:rsidRPr="00B1580E">
      <w:rPr>
        <w:sz w:val="20"/>
        <w:szCs w:val="20"/>
      </w:rPr>
      <w:t xml:space="preserve"> Christchurch,</w:t>
    </w:r>
    <w:r>
      <w:rPr>
        <w:sz w:val="20"/>
        <w:szCs w:val="20"/>
      </w:rPr>
      <w:t xml:space="preserve"> New Zealand 8440</w:t>
    </w:r>
  </w:p>
  <w:p w:rsidR="0030065D" w:rsidRDefault="0030065D" w:rsidP="00A41225">
    <w:pPr>
      <w:pStyle w:val="Footer"/>
      <w:jc w:val="center"/>
    </w:pPr>
    <w:r>
      <w:rPr>
        <w:b/>
        <w:sz w:val="20"/>
        <w:szCs w:val="20"/>
      </w:rPr>
      <w:t>www.infusionsoftware.co.nz</w:t>
    </w:r>
  </w:p>
  <w:p w:rsidR="0030065D" w:rsidRPr="00BC5C81" w:rsidRDefault="0030065D" w:rsidP="00BC5C81">
    <w:pPr>
      <w:pStyle w:val="Footer"/>
      <w:tabs>
        <w:tab w:val="clear" w:pos="4394"/>
        <w:tab w:val="right" w:pos="9498"/>
      </w:tabs>
      <w:ind w:left="-567"/>
    </w:pPr>
    <w:r>
      <w:tab/>
      <w:t xml:space="preserve">Page </w:t>
    </w:r>
    <w:r>
      <w:rPr>
        <w:rStyle w:val="PageNumber"/>
      </w:rPr>
      <w:fldChar w:fldCharType="begin"/>
    </w:r>
    <w:r>
      <w:rPr>
        <w:rStyle w:val="PageNumber"/>
      </w:rPr>
      <w:instrText xml:space="preserve"> PAGE </w:instrText>
    </w:r>
    <w:r>
      <w:rPr>
        <w:rStyle w:val="PageNumber"/>
      </w:rPr>
      <w:fldChar w:fldCharType="separate"/>
    </w:r>
    <w:r w:rsidR="00E73271">
      <w:rPr>
        <w:rStyle w:val="PageNumber"/>
        <w:noProof/>
      </w:rPr>
      <w:t>19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BAF" w:rsidRDefault="00157BAF" w:rsidP="00E44A04">
      <w:r>
        <w:separator/>
      </w:r>
    </w:p>
  </w:footnote>
  <w:footnote w:type="continuationSeparator" w:id="0">
    <w:p w:rsidR="00157BAF" w:rsidRDefault="00157BAF" w:rsidP="00E44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65D" w:rsidRDefault="0030065D">
    <w:pPr>
      <w:pStyle w:val="Header"/>
    </w:pPr>
    <w:r>
      <w:rPr>
        <w:noProof/>
        <w:lang w:eastAsia="en-NZ"/>
      </w:rPr>
      <w:drawing>
        <wp:anchor distT="0" distB="0" distL="114300" distR="114300" simplePos="0" relativeHeight="251657216" behindDoc="0" locked="0" layoutInCell="1" allowOverlap="1" wp14:anchorId="4DBF85F3" wp14:editId="478289A7">
          <wp:simplePos x="0" y="0"/>
          <wp:positionH relativeFrom="column">
            <wp:posOffset>4376420</wp:posOffset>
          </wp:positionH>
          <wp:positionV relativeFrom="paragraph">
            <wp:posOffset>-104775</wp:posOffset>
          </wp:positionV>
          <wp:extent cx="1786255" cy="466725"/>
          <wp:effectExtent l="19050" t="0" r="4445" b="0"/>
          <wp:wrapThrough wrapText="bothSides">
            <wp:wrapPolygon edited="0">
              <wp:start x="-230" y="0"/>
              <wp:lineTo x="-230" y="21159"/>
              <wp:lineTo x="21654" y="21159"/>
              <wp:lineTo x="21654" y="0"/>
              <wp:lineTo x="-23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srcRect/>
                  <a:stretch>
                    <a:fillRect/>
                  </a:stretch>
                </pic:blipFill>
                <pic:spPr bwMode="auto">
                  <a:xfrm>
                    <a:off x="0" y="0"/>
                    <a:ext cx="1786255" cy="46672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65D" w:rsidRDefault="0030065D">
    <w:pPr>
      <w:pStyle w:val="Header"/>
      <w:rPr>
        <w:b/>
      </w:rPr>
    </w:pPr>
  </w:p>
  <w:p w:rsidR="0030065D" w:rsidRDefault="0030065D">
    <w:pPr>
      <w:pStyle w:val="Header"/>
      <w:rPr>
        <w:b/>
      </w:rPr>
    </w:pPr>
  </w:p>
  <w:p w:rsidR="0030065D" w:rsidRDefault="00854265">
    <w:pPr>
      <w:pStyle w:val="Header"/>
      <w:rPr>
        <w:b/>
      </w:rPr>
    </w:pPr>
    <w:r>
      <w:rPr>
        <w:b/>
        <w:noProof/>
        <w:lang w:eastAsia="en-NZ"/>
      </w:rPr>
      <w:drawing>
        <wp:anchor distT="0" distB="0" distL="114300" distR="114300" simplePos="0" relativeHeight="251658240" behindDoc="0" locked="0" layoutInCell="1" allowOverlap="1" wp14:anchorId="75E7A55B" wp14:editId="52BF7E28">
          <wp:simplePos x="0" y="0"/>
          <wp:positionH relativeFrom="column">
            <wp:posOffset>4004945</wp:posOffset>
          </wp:positionH>
          <wp:positionV relativeFrom="paragraph">
            <wp:posOffset>-236220</wp:posOffset>
          </wp:positionV>
          <wp:extent cx="1786255" cy="466725"/>
          <wp:effectExtent l="19050" t="0" r="4445" b="0"/>
          <wp:wrapThrough wrapText="bothSides">
            <wp:wrapPolygon edited="0">
              <wp:start x="-230" y="0"/>
              <wp:lineTo x="-230" y="21159"/>
              <wp:lineTo x="21654" y="21159"/>
              <wp:lineTo x="21654" y="0"/>
              <wp:lineTo x="-23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srcRect/>
                  <a:stretch>
                    <a:fillRect/>
                  </a:stretch>
                </pic:blipFill>
                <pic:spPr bwMode="auto">
                  <a:xfrm>
                    <a:off x="0" y="0"/>
                    <a:ext cx="1786255" cy="466725"/>
                  </a:xfrm>
                  <a:prstGeom prst="rect">
                    <a:avLst/>
                  </a:prstGeom>
                  <a:noFill/>
                </pic:spPr>
              </pic:pic>
            </a:graphicData>
          </a:graphic>
        </wp:anchor>
      </w:drawing>
    </w:r>
  </w:p>
  <w:p w:rsidR="0030065D" w:rsidRPr="00DC0AB1" w:rsidRDefault="0030065D">
    <w:pPr>
      <w:pStyle w:val="Head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65D" w:rsidRDefault="0030065D">
    <w:pPr>
      <w:pStyle w:val="Header"/>
    </w:pPr>
    <w:r>
      <w:t>[Type text]</w:t>
    </w:r>
  </w:p>
  <w:p w:rsidR="0030065D" w:rsidRDefault="0030065D">
    <w:pPr>
      <w:pStyle w:val="Header"/>
    </w:pPr>
    <w:r>
      <w:rPr>
        <w:noProof/>
        <w:lang w:eastAsia="en-NZ"/>
      </w:rPr>
      <w:drawing>
        <wp:anchor distT="0" distB="0" distL="114300" distR="114300" simplePos="0" relativeHeight="251653120" behindDoc="0" locked="0" layoutInCell="1" allowOverlap="1" wp14:anchorId="1757A62A" wp14:editId="188E66BD">
          <wp:simplePos x="0" y="0"/>
          <wp:positionH relativeFrom="column">
            <wp:align>right</wp:align>
          </wp:positionH>
          <wp:positionV relativeFrom="paragraph">
            <wp:posOffset>-253365</wp:posOffset>
          </wp:positionV>
          <wp:extent cx="1786255" cy="466725"/>
          <wp:effectExtent l="19050" t="0" r="4445" b="0"/>
          <wp:wrapThrough wrapText="bothSides">
            <wp:wrapPolygon edited="0">
              <wp:start x="-230" y="0"/>
              <wp:lineTo x="-230" y="21159"/>
              <wp:lineTo x="21654" y="21159"/>
              <wp:lineTo x="21654" y="0"/>
              <wp:lineTo x="-230" y="0"/>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86255" cy="466725"/>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065D" w:rsidRDefault="0030065D" w:rsidP="008B5AC9">
    <w:pPr>
      <w:jc w:val="right"/>
    </w:pPr>
    <w:r>
      <w:rPr>
        <w:noProof/>
        <w:lang w:eastAsia="en-NZ"/>
      </w:rPr>
      <w:drawing>
        <wp:anchor distT="0" distB="0" distL="114300" distR="114300" simplePos="0" relativeHeight="251664384" behindDoc="0" locked="0" layoutInCell="1" allowOverlap="1" wp14:anchorId="1BC910D6" wp14:editId="0B97A3FB">
          <wp:simplePos x="0" y="0"/>
          <wp:positionH relativeFrom="column">
            <wp:align>right</wp:align>
          </wp:positionH>
          <wp:positionV relativeFrom="paragraph">
            <wp:posOffset>97790</wp:posOffset>
          </wp:positionV>
          <wp:extent cx="1786255" cy="466725"/>
          <wp:effectExtent l="19050" t="0" r="4445" b="0"/>
          <wp:wrapThrough wrapText="bothSides">
            <wp:wrapPolygon edited="0">
              <wp:start x="-230" y="0"/>
              <wp:lineTo x="-230" y="21159"/>
              <wp:lineTo x="21654" y="21159"/>
              <wp:lineTo x="21654" y="0"/>
              <wp:lineTo x="-23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srcRect/>
                  <a:stretch>
                    <a:fillRect/>
                  </a:stretch>
                </pic:blipFill>
                <pic:spPr bwMode="auto">
                  <a:xfrm>
                    <a:off x="0" y="0"/>
                    <a:ext cx="1786255" cy="466725"/>
                  </a:xfrm>
                  <a:prstGeom prst="rect">
                    <a:avLst/>
                  </a:prstGeom>
                  <a:noFill/>
                </pic:spPr>
              </pic:pic>
            </a:graphicData>
          </a:graphic>
        </wp:anchor>
      </w:drawing>
    </w:r>
  </w:p>
  <w:p w:rsidR="0030065D" w:rsidRDefault="0030065D" w:rsidP="008B5AC9">
    <w:pPr>
      <w:jc w:val="right"/>
    </w:pPr>
  </w:p>
  <w:p w:rsidR="0030065D" w:rsidRDefault="0030065D" w:rsidP="008B5AC9">
    <w:pPr>
      <w:jc w:val="right"/>
    </w:pPr>
  </w:p>
  <w:p w:rsidR="0030065D" w:rsidRDefault="0030065D" w:rsidP="008B5AC9">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opacity icon"/>
      </v:shape>
    </w:pict>
  </w:numPicBullet>
  <w:abstractNum w:abstractNumId="0" w15:restartNumberingAfterBreak="0">
    <w:nsid w:val="06FE6CD9"/>
    <w:multiLevelType w:val="hybridMultilevel"/>
    <w:tmpl w:val="BA8868A6"/>
    <w:lvl w:ilvl="0" w:tplc="5A56EB4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AC96074"/>
    <w:multiLevelType w:val="hybridMultilevel"/>
    <w:tmpl w:val="06BCB330"/>
    <w:lvl w:ilvl="0" w:tplc="BB508DD2">
      <w:start w:val="1"/>
      <w:numFmt w:val="bullet"/>
      <w:lvlText w:val=""/>
      <w:lvlJc w:val="left"/>
      <w:pPr>
        <w:ind w:left="720" w:hanging="360"/>
      </w:pPr>
      <w:rPr>
        <w:rFonts w:ascii="Symbol" w:hAnsi="Symbol" w:hint="default"/>
        <w:b/>
        <w:color w:val="auto"/>
        <w:sz w:val="20"/>
        <w:szCs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CC52408"/>
    <w:multiLevelType w:val="hybridMultilevel"/>
    <w:tmpl w:val="381E1ED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0D6E87"/>
    <w:multiLevelType w:val="hybridMultilevel"/>
    <w:tmpl w:val="93128C74"/>
    <w:lvl w:ilvl="0" w:tplc="5A56EB4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D4D7BA5"/>
    <w:multiLevelType w:val="hybridMultilevel"/>
    <w:tmpl w:val="6C86C098"/>
    <w:lvl w:ilvl="0" w:tplc="3B74594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3C2030"/>
    <w:multiLevelType w:val="hybridMultilevel"/>
    <w:tmpl w:val="0DEA4FD8"/>
    <w:lvl w:ilvl="0" w:tplc="5A56EB4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0153A3A"/>
    <w:multiLevelType w:val="singleLevel"/>
    <w:tmpl w:val="E5D6001C"/>
    <w:lvl w:ilvl="0">
      <w:start w:val="1"/>
      <w:numFmt w:val="bullet"/>
      <w:pStyle w:val="Bullet3"/>
      <w:lvlText w:val=""/>
      <w:lvlJc w:val="left"/>
      <w:pPr>
        <w:tabs>
          <w:tab w:val="num" w:pos="360"/>
        </w:tabs>
        <w:ind w:left="360" w:hanging="360"/>
      </w:pPr>
      <w:rPr>
        <w:rFonts w:ascii="Wingdings" w:hAnsi="Wingdings" w:hint="default"/>
      </w:rPr>
    </w:lvl>
  </w:abstractNum>
  <w:abstractNum w:abstractNumId="7" w15:restartNumberingAfterBreak="0">
    <w:nsid w:val="10EE36E2"/>
    <w:multiLevelType w:val="hybridMultilevel"/>
    <w:tmpl w:val="921827D4"/>
    <w:lvl w:ilvl="0" w:tplc="5A56EB4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13A09BF"/>
    <w:multiLevelType w:val="hybridMultilevel"/>
    <w:tmpl w:val="07825F6E"/>
    <w:lvl w:ilvl="0" w:tplc="5A56EB4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7263882"/>
    <w:multiLevelType w:val="multilevel"/>
    <w:tmpl w:val="344E1A08"/>
    <w:lvl w:ilvl="0">
      <w:start w:val="1"/>
      <w:numFmt w:val="bullet"/>
      <w:pStyle w:val="Bullet"/>
      <w:lvlText w:val=""/>
      <w:lvlPicBulletId w:val="0"/>
      <w:lvlJc w:val="left"/>
      <w:pPr>
        <w:tabs>
          <w:tab w:val="num" w:pos="720"/>
        </w:tabs>
        <w:ind w:left="720" w:hanging="360"/>
      </w:pPr>
      <w:rPr>
        <w:rFonts w:ascii="Symbol" w:hAnsi="Symbol" w:hint="default"/>
        <w:color w:val="auto"/>
        <w:sz w:val="28"/>
        <w:szCs w:val="32"/>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695C83"/>
    <w:multiLevelType w:val="hybridMultilevel"/>
    <w:tmpl w:val="A03CA0F4"/>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1" w15:restartNumberingAfterBreak="0">
    <w:nsid w:val="1EAB4577"/>
    <w:multiLevelType w:val="hybridMultilevel"/>
    <w:tmpl w:val="741E1920"/>
    <w:lvl w:ilvl="0" w:tplc="5A56EB4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5806BE8"/>
    <w:multiLevelType w:val="hybridMultilevel"/>
    <w:tmpl w:val="E5604162"/>
    <w:lvl w:ilvl="0" w:tplc="5A56EB4A">
      <w:start w:val="1"/>
      <w:numFmt w:val="bullet"/>
      <w:lvlText w:val=""/>
      <w:lvlPicBulletId w:val="0"/>
      <w:lvlJc w:val="left"/>
      <w:pPr>
        <w:ind w:left="839" w:hanging="360"/>
      </w:pPr>
      <w:rPr>
        <w:rFonts w:ascii="Symbol" w:hAnsi="Symbol" w:hint="default"/>
        <w:color w:val="auto"/>
      </w:rPr>
    </w:lvl>
    <w:lvl w:ilvl="1" w:tplc="14090019" w:tentative="1">
      <w:start w:val="1"/>
      <w:numFmt w:val="lowerLetter"/>
      <w:lvlText w:val="%2."/>
      <w:lvlJc w:val="left"/>
      <w:pPr>
        <w:ind w:left="1559" w:hanging="360"/>
      </w:pPr>
    </w:lvl>
    <w:lvl w:ilvl="2" w:tplc="1409001B" w:tentative="1">
      <w:start w:val="1"/>
      <w:numFmt w:val="lowerRoman"/>
      <w:lvlText w:val="%3."/>
      <w:lvlJc w:val="right"/>
      <w:pPr>
        <w:ind w:left="2279" w:hanging="180"/>
      </w:pPr>
    </w:lvl>
    <w:lvl w:ilvl="3" w:tplc="1409000F" w:tentative="1">
      <w:start w:val="1"/>
      <w:numFmt w:val="decimal"/>
      <w:lvlText w:val="%4."/>
      <w:lvlJc w:val="left"/>
      <w:pPr>
        <w:ind w:left="2999" w:hanging="360"/>
      </w:pPr>
    </w:lvl>
    <w:lvl w:ilvl="4" w:tplc="14090019" w:tentative="1">
      <w:start w:val="1"/>
      <w:numFmt w:val="lowerLetter"/>
      <w:lvlText w:val="%5."/>
      <w:lvlJc w:val="left"/>
      <w:pPr>
        <w:ind w:left="3719" w:hanging="360"/>
      </w:pPr>
    </w:lvl>
    <w:lvl w:ilvl="5" w:tplc="1409001B" w:tentative="1">
      <w:start w:val="1"/>
      <w:numFmt w:val="lowerRoman"/>
      <w:lvlText w:val="%6."/>
      <w:lvlJc w:val="right"/>
      <w:pPr>
        <w:ind w:left="4439" w:hanging="180"/>
      </w:pPr>
    </w:lvl>
    <w:lvl w:ilvl="6" w:tplc="1409000F" w:tentative="1">
      <w:start w:val="1"/>
      <w:numFmt w:val="decimal"/>
      <w:lvlText w:val="%7."/>
      <w:lvlJc w:val="left"/>
      <w:pPr>
        <w:ind w:left="5159" w:hanging="360"/>
      </w:pPr>
    </w:lvl>
    <w:lvl w:ilvl="7" w:tplc="14090019" w:tentative="1">
      <w:start w:val="1"/>
      <w:numFmt w:val="lowerLetter"/>
      <w:lvlText w:val="%8."/>
      <w:lvlJc w:val="left"/>
      <w:pPr>
        <w:ind w:left="5879" w:hanging="360"/>
      </w:pPr>
    </w:lvl>
    <w:lvl w:ilvl="8" w:tplc="1409001B" w:tentative="1">
      <w:start w:val="1"/>
      <w:numFmt w:val="lowerRoman"/>
      <w:lvlText w:val="%9."/>
      <w:lvlJc w:val="right"/>
      <w:pPr>
        <w:ind w:left="6599" w:hanging="180"/>
      </w:pPr>
    </w:lvl>
  </w:abstractNum>
  <w:abstractNum w:abstractNumId="13" w15:restartNumberingAfterBreak="0">
    <w:nsid w:val="317B08EB"/>
    <w:multiLevelType w:val="hybridMultilevel"/>
    <w:tmpl w:val="B88A37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36005BF5"/>
    <w:multiLevelType w:val="hybridMultilevel"/>
    <w:tmpl w:val="335A8262"/>
    <w:lvl w:ilvl="0" w:tplc="5A56EB4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6D70BDE"/>
    <w:multiLevelType w:val="hybridMultilevel"/>
    <w:tmpl w:val="B5DC2F26"/>
    <w:lvl w:ilvl="0" w:tplc="5A56EB4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ADB1C36"/>
    <w:multiLevelType w:val="hybridMultilevel"/>
    <w:tmpl w:val="83A843C8"/>
    <w:lvl w:ilvl="0" w:tplc="57C22AE2">
      <w:start w:val="1"/>
      <w:numFmt w:val="decimal"/>
      <w:lvlText w:val="%1."/>
      <w:lvlJc w:val="left"/>
      <w:pPr>
        <w:ind w:left="1440" w:hanging="360"/>
      </w:pPr>
      <w:rPr>
        <w:rFonts w:cs="Times New Roman" w:hint="default"/>
        <w:b/>
        <w:color w:val="5D90B5"/>
        <w:sz w:val="20"/>
        <w:szCs w:val="20"/>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7" w15:restartNumberingAfterBreak="0">
    <w:nsid w:val="3CCA49ED"/>
    <w:multiLevelType w:val="hybridMultilevel"/>
    <w:tmpl w:val="907EB0CE"/>
    <w:lvl w:ilvl="0" w:tplc="0409000F">
      <w:start w:val="1"/>
      <w:numFmt w:val="decimal"/>
      <w:pStyle w:val="Questionslist"/>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D080979"/>
    <w:multiLevelType w:val="hybridMultilevel"/>
    <w:tmpl w:val="236414FE"/>
    <w:lvl w:ilvl="0" w:tplc="5A56EB4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D9C46BD"/>
    <w:multiLevelType w:val="hybridMultilevel"/>
    <w:tmpl w:val="F73A2EF6"/>
    <w:lvl w:ilvl="0" w:tplc="BB508DD2">
      <w:start w:val="1"/>
      <w:numFmt w:val="bullet"/>
      <w:lvlText w:val=""/>
      <w:lvlJc w:val="left"/>
      <w:pPr>
        <w:ind w:left="720" w:hanging="360"/>
      </w:pPr>
      <w:rPr>
        <w:rFonts w:ascii="Symbol" w:hAnsi="Symbol" w:hint="default"/>
        <w:b/>
        <w:color w:val="auto"/>
        <w:sz w:val="20"/>
        <w:szCs w:val="20"/>
      </w:rPr>
    </w:lvl>
    <w:lvl w:ilvl="1" w:tplc="57C22AE2">
      <w:start w:val="1"/>
      <w:numFmt w:val="decimal"/>
      <w:lvlText w:val="%2."/>
      <w:lvlJc w:val="left"/>
      <w:pPr>
        <w:ind w:left="1440" w:hanging="360"/>
      </w:pPr>
      <w:rPr>
        <w:rFonts w:cs="Times New Roman" w:hint="default"/>
        <w:b/>
        <w:color w:val="5D90B5"/>
        <w:sz w:val="20"/>
        <w:szCs w:val="20"/>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3E602843"/>
    <w:multiLevelType w:val="hybridMultilevel"/>
    <w:tmpl w:val="9DE24EAC"/>
    <w:lvl w:ilvl="0" w:tplc="14090001">
      <w:start w:val="1"/>
      <w:numFmt w:val="bullet"/>
      <w:lvlText w:val=""/>
      <w:lvlJc w:val="left"/>
      <w:pPr>
        <w:ind w:left="1080" w:hanging="360"/>
      </w:pPr>
      <w:rPr>
        <w:rFonts w:ascii="Symbol" w:hAnsi="Symbol" w:hint="default"/>
        <w:b/>
        <w:color w:val="5D90B5"/>
        <w:sz w:val="20"/>
        <w:szCs w:val="20"/>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1" w15:restartNumberingAfterBreak="0">
    <w:nsid w:val="3FA31AE1"/>
    <w:multiLevelType w:val="hybridMultilevel"/>
    <w:tmpl w:val="E612CCF6"/>
    <w:lvl w:ilvl="0" w:tplc="BB508DD2">
      <w:start w:val="1"/>
      <w:numFmt w:val="bullet"/>
      <w:lvlText w:val=""/>
      <w:lvlJc w:val="left"/>
      <w:pPr>
        <w:ind w:left="720" w:hanging="360"/>
      </w:pPr>
      <w:rPr>
        <w:rFonts w:ascii="Symbol" w:hAnsi="Symbol" w:hint="default"/>
        <w:b/>
        <w:color w:val="auto"/>
        <w:sz w:val="20"/>
        <w:szCs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41B04FC3"/>
    <w:multiLevelType w:val="hybridMultilevel"/>
    <w:tmpl w:val="5068F6F4"/>
    <w:lvl w:ilvl="0" w:tplc="5A56EB4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7EE401D"/>
    <w:multiLevelType w:val="hybridMultilevel"/>
    <w:tmpl w:val="C17ADA4A"/>
    <w:lvl w:ilvl="0" w:tplc="5A56EB4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512C40CC"/>
    <w:multiLevelType w:val="hybridMultilevel"/>
    <w:tmpl w:val="3524007C"/>
    <w:lvl w:ilvl="0" w:tplc="5A56EB4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57A76BB2"/>
    <w:multiLevelType w:val="hybridMultilevel"/>
    <w:tmpl w:val="611857B8"/>
    <w:lvl w:ilvl="0" w:tplc="1409000F">
      <w:start w:val="1"/>
      <w:numFmt w:val="decimal"/>
      <w:lvlText w:val="%1."/>
      <w:lvlJc w:val="left"/>
      <w:pPr>
        <w:ind w:left="839" w:hanging="360"/>
      </w:pPr>
    </w:lvl>
    <w:lvl w:ilvl="1" w:tplc="14090019" w:tentative="1">
      <w:start w:val="1"/>
      <w:numFmt w:val="lowerLetter"/>
      <w:lvlText w:val="%2."/>
      <w:lvlJc w:val="left"/>
      <w:pPr>
        <w:ind w:left="1559" w:hanging="360"/>
      </w:pPr>
    </w:lvl>
    <w:lvl w:ilvl="2" w:tplc="1409001B" w:tentative="1">
      <w:start w:val="1"/>
      <w:numFmt w:val="lowerRoman"/>
      <w:lvlText w:val="%3."/>
      <w:lvlJc w:val="right"/>
      <w:pPr>
        <w:ind w:left="2279" w:hanging="180"/>
      </w:pPr>
    </w:lvl>
    <w:lvl w:ilvl="3" w:tplc="1409000F" w:tentative="1">
      <w:start w:val="1"/>
      <w:numFmt w:val="decimal"/>
      <w:lvlText w:val="%4."/>
      <w:lvlJc w:val="left"/>
      <w:pPr>
        <w:ind w:left="2999" w:hanging="360"/>
      </w:pPr>
    </w:lvl>
    <w:lvl w:ilvl="4" w:tplc="14090019" w:tentative="1">
      <w:start w:val="1"/>
      <w:numFmt w:val="lowerLetter"/>
      <w:lvlText w:val="%5."/>
      <w:lvlJc w:val="left"/>
      <w:pPr>
        <w:ind w:left="3719" w:hanging="360"/>
      </w:pPr>
    </w:lvl>
    <w:lvl w:ilvl="5" w:tplc="1409001B" w:tentative="1">
      <w:start w:val="1"/>
      <w:numFmt w:val="lowerRoman"/>
      <w:lvlText w:val="%6."/>
      <w:lvlJc w:val="right"/>
      <w:pPr>
        <w:ind w:left="4439" w:hanging="180"/>
      </w:pPr>
    </w:lvl>
    <w:lvl w:ilvl="6" w:tplc="1409000F" w:tentative="1">
      <w:start w:val="1"/>
      <w:numFmt w:val="decimal"/>
      <w:lvlText w:val="%7."/>
      <w:lvlJc w:val="left"/>
      <w:pPr>
        <w:ind w:left="5159" w:hanging="360"/>
      </w:pPr>
    </w:lvl>
    <w:lvl w:ilvl="7" w:tplc="14090019" w:tentative="1">
      <w:start w:val="1"/>
      <w:numFmt w:val="lowerLetter"/>
      <w:lvlText w:val="%8."/>
      <w:lvlJc w:val="left"/>
      <w:pPr>
        <w:ind w:left="5879" w:hanging="360"/>
      </w:pPr>
    </w:lvl>
    <w:lvl w:ilvl="8" w:tplc="1409001B" w:tentative="1">
      <w:start w:val="1"/>
      <w:numFmt w:val="lowerRoman"/>
      <w:lvlText w:val="%9."/>
      <w:lvlJc w:val="right"/>
      <w:pPr>
        <w:ind w:left="6599" w:hanging="180"/>
      </w:pPr>
    </w:lvl>
  </w:abstractNum>
  <w:abstractNum w:abstractNumId="26" w15:restartNumberingAfterBreak="0">
    <w:nsid w:val="5A274373"/>
    <w:multiLevelType w:val="hybridMultilevel"/>
    <w:tmpl w:val="C502581C"/>
    <w:lvl w:ilvl="0" w:tplc="BB508DD2">
      <w:start w:val="1"/>
      <w:numFmt w:val="bullet"/>
      <w:lvlText w:val=""/>
      <w:lvlJc w:val="left"/>
      <w:pPr>
        <w:ind w:left="720" w:hanging="360"/>
      </w:pPr>
      <w:rPr>
        <w:rFonts w:ascii="Symbol" w:hAnsi="Symbol" w:hint="default"/>
        <w:b/>
        <w:color w:val="auto"/>
        <w:sz w:val="20"/>
        <w:szCs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ADD12D1"/>
    <w:multiLevelType w:val="hybridMultilevel"/>
    <w:tmpl w:val="19787696"/>
    <w:lvl w:ilvl="0" w:tplc="BB508DD2">
      <w:start w:val="1"/>
      <w:numFmt w:val="bullet"/>
      <w:lvlText w:val=""/>
      <w:lvlJc w:val="left"/>
      <w:pPr>
        <w:ind w:left="720" w:hanging="360"/>
      </w:pPr>
      <w:rPr>
        <w:rFonts w:ascii="Symbol" w:hAnsi="Symbol" w:hint="default"/>
        <w:b/>
        <w:color w:val="auto"/>
        <w:sz w:val="20"/>
        <w:szCs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BAA6263"/>
    <w:multiLevelType w:val="hybridMultilevel"/>
    <w:tmpl w:val="B5865D50"/>
    <w:lvl w:ilvl="0" w:tplc="5A56EB4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13B58E8"/>
    <w:multiLevelType w:val="hybridMultilevel"/>
    <w:tmpl w:val="1D243B10"/>
    <w:lvl w:ilvl="0" w:tplc="BB508DD2">
      <w:start w:val="1"/>
      <w:numFmt w:val="bullet"/>
      <w:lvlText w:val=""/>
      <w:lvlJc w:val="left"/>
      <w:pPr>
        <w:ind w:left="720" w:hanging="360"/>
      </w:pPr>
      <w:rPr>
        <w:rFonts w:ascii="Symbol" w:hAnsi="Symbol" w:hint="default"/>
        <w:b/>
        <w:color w:val="auto"/>
        <w:sz w:val="20"/>
        <w:szCs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2133DBE"/>
    <w:multiLevelType w:val="multilevel"/>
    <w:tmpl w:val="F1ECB60E"/>
    <w:lvl w:ilvl="0">
      <w:start w:val="1"/>
      <w:numFmt w:val="bullet"/>
      <w:pStyle w:val="Bullet2"/>
      <w:lvlText w:val=""/>
      <w:lvlJc w:val="left"/>
      <w:pPr>
        <w:tabs>
          <w:tab w:val="num" w:pos="2160"/>
        </w:tabs>
        <w:ind w:left="2160" w:hanging="360"/>
      </w:pPr>
      <w:rPr>
        <w:rFonts w:ascii="Symbol" w:hAnsi="Symbol" w:hint="default"/>
        <w:sz w:val="16"/>
      </w:rPr>
    </w:lvl>
    <w:lvl w:ilvl="1">
      <w:start w:val="1"/>
      <w:numFmt w:val="bullet"/>
      <w:lvlText w:val=""/>
      <w:lvlJc w:val="left"/>
      <w:pPr>
        <w:tabs>
          <w:tab w:val="num" w:pos="3240"/>
        </w:tabs>
        <w:ind w:left="3240" w:hanging="360"/>
      </w:pPr>
      <w:rPr>
        <w:rFonts w:ascii="Symbol" w:hAnsi="Symbol" w:hint="default"/>
      </w:rPr>
    </w:lvl>
    <w:lvl w:ilvl="2">
      <w:start w:val="1"/>
      <w:numFmt w:val="bullet"/>
      <w:lvlText w:val=""/>
      <w:lvlJc w:val="left"/>
      <w:pPr>
        <w:tabs>
          <w:tab w:val="num" w:pos="3960"/>
        </w:tabs>
        <w:ind w:left="3960" w:hanging="360"/>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31" w15:restartNumberingAfterBreak="0">
    <w:nsid w:val="631B524E"/>
    <w:multiLevelType w:val="hybridMultilevel"/>
    <w:tmpl w:val="01A679AE"/>
    <w:lvl w:ilvl="0" w:tplc="5A56EB4A">
      <w:start w:val="1"/>
      <w:numFmt w:val="bullet"/>
      <w:lvlText w:val=""/>
      <w:lvlJc w:val="left"/>
      <w:pPr>
        <w:ind w:left="720" w:hanging="360"/>
      </w:pPr>
      <w:rPr>
        <w:rFonts w:ascii="Symbol" w:hAnsi="Symbol" w:hint="default"/>
        <w:color w:val="auto"/>
      </w:rPr>
    </w:lvl>
    <w:lvl w:ilvl="1" w:tplc="57C22AE2">
      <w:start w:val="1"/>
      <w:numFmt w:val="decimal"/>
      <w:lvlText w:val="%2."/>
      <w:lvlJc w:val="left"/>
      <w:pPr>
        <w:ind w:left="1440" w:hanging="360"/>
      </w:pPr>
      <w:rPr>
        <w:rFonts w:cs="Times New Roman" w:hint="default"/>
        <w:b/>
        <w:color w:val="5D90B5"/>
        <w:sz w:val="20"/>
        <w:szCs w:val="20"/>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69C2A8D"/>
    <w:multiLevelType w:val="hybridMultilevel"/>
    <w:tmpl w:val="38FC63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654C96"/>
    <w:multiLevelType w:val="hybridMultilevel"/>
    <w:tmpl w:val="73585D72"/>
    <w:lvl w:ilvl="0" w:tplc="5A56EB4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6CF23DE"/>
    <w:multiLevelType w:val="hybridMultilevel"/>
    <w:tmpl w:val="86C26090"/>
    <w:lvl w:ilvl="0" w:tplc="5A56EB4A">
      <w:start w:val="1"/>
      <w:numFmt w:val="bullet"/>
      <w:lvlText w:val=""/>
      <w:lvlPicBulletId w:val="0"/>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FB47696"/>
    <w:multiLevelType w:val="hybridMultilevel"/>
    <w:tmpl w:val="55FAACEE"/>
    <w:lvl w:ilvl="0" w:tplc="5A56EB4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6"/>
  </w:num>
  <w:num w:numId="4">
    <w:abstractNumId w:val="17"/>
  </w:num>
  <w:num w:numId="5">
    <w:abstractNumId w:val="33"/>
  </w:num>
  <w:num w:numId="6">
    <w:abstractNumId w:val="0"/>
  </w:num>
  <w:num w:numId="7">
    <w:abstractNumId w:val="11"/>
  </w:num>
  <w:num w:numId="8">
    <w:abstractNumId w:val="24"/>
  </w:num>
  <w:num w:numId="9">
    <w:abstractNumId w:val="15"/>
  </w:num>
  <w:num w:numId="10">
    <w:abstractNumId w:val="23"/>
  </w:num>
  <w:num w:numId="11">
    <w:abstractNumId w:val="22"/>
  </w:num>
  <w:num w:numId="12">
    <w:abstractNumId w:val="3"/>
  </w:num>
  <w:num w:numId="13">
    <w:abstractNumId w:val="31"/>
  </w:num>
  <w:num w:numId="14">
    <w:abstractNumId w:val="34"/>
  </w:num>
  <w:num w:numId="15">
    <w:abstractNumId w:val="16"/>
  </w:num>
  <w:num w:numId="16">
    <w:abstractNumId w:val="7"/>
  </w:num>
  <w:num w:numId="17">
    <w:abstractNumId w:val="32"/>
  </w:num>
  <w:num w:numId="18">
    <w:abstractNumId w:val="2"/>
  </w:num>
  <w:num w:numId="19">
    <w:abstractNumId w:val="4"/>
  </w:num>
  <w:num w:numId="20">
    <w:abstractNumId w:val="8"/>
  </w:num>
  <w:num w:numId="21">
    <w:abstractNumId w:val="13"/>
  </w:num>
  <w:num w:numId="22">
    <w:abstractNumId w:val="5"/>
  </w:num>
  <w:num w:numId="23">
    <w:abstractNumId w:val="14"/>
  </w:num>
  <w:num w:numId="24">
    <w:abstractNumId w:val="18"/>
  </w:num>
  <w:num w:numId="25">
    <w:abstractNumId w:val="20"/>
  </w:num>
  <w:num w:numId="26">
    <w:abstractNumId w:val="10"/>
  </w:num>
  <w:num w:numId="27">
    <w:abstractNumId w:val="25"/>
  </w:num>
  <w:num w:numId="28">
    <w:abstractNumId w:val="28"/>
  </w:num>
  <w:num w:numId="29">
    <w:abstractNumId w:val="21"/>
  </w:num>
  <w:num w:numId="30">
    <w:abstractNumId w:val="19"/>
  </w:num>
  <w:num w:numId="31">
    <w:abstractNumId w:val="1"/>
  </w:num>
  <w:num w:numId="32">
    <w:abstractNumId w:val="27"/>
  </w:num>
  <w:num w:numId="33">
    <w:abstractNumId w:val="26"/>
  </w:num>
  <w:num w:numId="34">
    <w:abstractNumId w:val="29"/>
  </w:num>
  <w:num w:numId="35">
    <w:abstractNumId w:val="35"/>
  </w:num>
  <w:num w:numId="36">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NZ" w:vendorID="64" w:dllVersion="5" w:nlCheck="1" w:checkStyle="1"/>
  <w:activeWritingStyle w:appName="MSWord" w:lang="en-GB" w:vendorID="64" w:dllVersion="5" w:nlCheck="1" w:checkStyle="1"/>
  <w:activeWritingStyle w:appName="MSWord" w:lang="en-US" w:vendorID="64" w:dllVersion="5" w:nlCheck="1" w:checkStyle="1"/>
  <w:activeWritingStyle w:appName="MSWord" w:lang="en-AU" w:vendorID="64" w:dllVersion="5" w:nlCheck="1" w:checkStyle="1"/>
  <w:activeWritingStyle w:appName="MSWord" w:lang="en-NZ" w:vendorID="64" w:dllVersion="6" w:nlCheck="1" w:checkStyle="1"/>
  <w:activeWritingStyle w:appName="MSWord" w:lang="en-US" w:vendorID="64" w:dllVersion="6" w:nlCheck="1" w:checkStyle="1"/>
  <w:activeWritingStyle w:appName="MSWord" w:lang="en-AU" w:vendorID="64" w:dllVersion="6" w:nlCheck="1" w:checkStyle="1"/>
  <w:activeWritingStyle w:appName="MSWord" w:lang="en-GB" w:vendorID="64" w:dllVersion="6" w:nlCheck="1" w:checkStyle="1"/>
  <w:activeWritingStyle w:appName="MSWord" w:lang="en-NZ"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00"/>
  <w:drawingGridVerticalSpacing w:val="0"/>
  <w:displayHorizontalDrawingGridEvery w:val="0"/>
  <w:displayVerticalDrawingGridEvery w:val="0"/>
  <w:noPunctuationKerning/>
  <w:characterSpacingControl w:val="doNotCompress"/>
  <w:hdrShapeDefaults>
    <o:shapedefaults v:ext="edit" spidmax="2049">
      <o:colormru v:ext="edit" colors="#004b8c,#abc81e,#2e4d6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ED"/>
    <w:rsid w:val="00015A51"/>
    <w:rsid w:val="00016C11"/>
    <w:rsid w:val="00016E85"/>
    <w:rsid w:val="0002256C"/>
    <w:rsid w:val="00025797"/>
    <w:rsid w:val="00025BE9"/>
    <w:rsid w:val="0003768C"/>
    <w:rsid w:val="00040D1D"/>
    <w:rsid w:val="000427F9"/>
    <w:rsid w:val="000438BF"/>
    <w:rsid w:val="00044E3F"/>
    <w:rsid w:val="000509E2"/>
    <w:rsid w:val="00053EB9"/>
    <w:rsid w:val="00054DC7"/>
    <w:rsid w:val="00055045"/>
    <w:rsid w:val="000568B6"/>
    <w:rsid w:val="00062D44"/>
    <w:rsid w:val="00067479"/>
    <w:rsid w:val="000742C7"/>
    <w:rsid w:val="00074E3E"/>
    <w:rsid w:val="00076548"/>
    <w:rsid w:val="000828CB"/>
    <w:rsid w:val="000832F7"/>
    <w:rsid w:val="000844AC"/>
    <w:rsid w:val="00084C06"/>
    <w:rsid w:val="000869B1"/>
    <w:rsid w:val="00087DB7"/>
    <w:rsid w:val="000911AE"/>
    <w:rsid w:val="000960E0"/>
    <w:rsid w:val="00096B80"/>
    <w:rsid w:val="00096E97"/>
    <w:rsid w:val="00097CEC"/>
    <w:rsid w:val="000A010E"/>
    <w:rsid w:val="000A0890"/>
    <w:rsid w:val="000A0CEA"/>
    <w:rsid w:val="000A25B5"/>
    <w:rsid w:val="000A5DC4"/>
    <w:rsid w:val="000A6307"/>
    <w:rsid w:val="000A7C73"/>
    <w:rsid w:val="000B01C2"/>
    <w:rsid w:val="000B24BE"/>
    <w:rsid w:val="000B49BE"/>
    <w:rsid w:val="000B5FF1"/>
    <w:rsid w:val="000B7D62"/>
    <w:rsid w:val="000C34F1"/>
    <w:rsid w:val="000C4DF8"/>
    <w:rsid w:val="000D01CA"/>
    <w:rsid w:val="000E1ECD"/>
    <w:rsid w:val="000E2819"/>
    <w:rsid w:val="000E2CC2"/>
    <w:rsid w:val="000E4EBF"/>
    <w:rsid w:val="000E5CEF"/>
    <w:rsid w:val="000E5FE1"/>
    <w:rsid w:val="000E6420"/>
    <w:rsid w:val="000F170B"/>
    <w:rsid w:val="000F35A8"/>
    <w:rsid w:val="00103E76"/>
    <w:rsid w:val="001070F4"/>
    <w:rsid w:val="00112289"/>
    <w:rsid w:val="001155D4"/>
    <w:rsid w:val="001268EE"/>
    <w:rsid w:val="00127FED"/>
    <w:rsid w:val="00130B4D"/>
    <w:rsid w:val="00134856"/>
    <w:rsid w:val="00137576"/>
    <w:rsid w:val="00142526"/>
    <w:rsid w:val="0014296A"/>
    <w:rsid w:val="001439B0"/>
    <w:rsid w:val="00146198"/>
    <w:rsid w:val="00147079"/>
    <w:rsid w:val="00150104"/>
    <w:rsid w:val="0015264E"/>
    <w:rsid w:val="001565FA"/>
    <w:rsid w:val="00157BAF"/>
    <w:rsid w:val="00157C95"/>
    <w:rsid w:val="001668D7"/>
    <w:rsid w:val="00171DFC"/>
    <w:rsid w:val="00174061"/>
    <w:rsid w:val="00177F58"/>
    <w:rsid w:val="001826CA"/>
    <w:rsid w:val="001828FF"/>
    <w:rsid w:val="001833A8"/>
    <w:rsid w:val="00184153"/>
    <w:rsid w:val="0018449E"/>
    <w:rsid w:val="0018579B"/>
    <w:rsid w:val="00187957"/>
    <w:rsid w:val="00192774"/>
    <w:rsid w:val="00193F12"/>
    <w:rsid w:val="00194501"/>
    <w:rsid w:val="0019767C"/>
    <w:rsid w:val="001A0A89"/>
    <w:rsid w:val="001A2279"/>
    <w:rsid w:val="001A3F56"/>
    <w:rsid w:val="001A451B"/>
    <w:rsid w:val="001A6743"/>
    <w:rsid w:val="001A7621"/>
    <w:rsid w:val="001B69CF"/>
    <w:rsid w:val="001C03AD"/>
    <w:rsid w:val="001C14F2"/>
    <w:rsid w:val="001C1535"/>
    <w:rsid w:val="001D05E6"/>
    <w:rsid w:val="001D0D8F"/>
    <w:rsid w:val="001D2E92"/>
    <w:rsid w:val="001D3CF1"/>
    <w:rsid w:val="001D42E3"/>
    <w:rsid w:val="001D4E2C"/>
    <w:rsid w:val="001D75D9"/>
    <w:rsid w:val="001D7CFC"/>
    <w:rsid w:val="001E2CCD"/>
    <w:rsid w:val="001F1580"/>
    <w:rsid w:val="00201EF6"/>
    <w:rsid w:val="002022A8"/>
    <w:rsid w:val="002025AF"/>
    <w:rsid w:val="00205D10"/>
    <w:rsid w:val="002105F6"/>
    <w:rsid w:val="002105FD"/>
    <w:rsid w:val="002115EB"/>
    <w:rsid w:val="00212711"/>
    <w:rsid w:val="0021341D"/>
    <w:rsid w:val="00213556"/>
    <w:rsid w:val="0021394F"/>
    <w:rsid w:val="00220E59"/>
    <w:rsid w:val="0022298F"/>
    <w:rsid w:val="00224803"/>
    <w:rsid w:val="00226F9F"/>
    <w:rsid w:val="002272C2"/>
    <w:rsid w:val="00227A73"/>
    <w:rsid w:val="00232387"/>
    <w:rsid w:val="0023360B"/>
    <w:rsid w:val="0023507C"/>
    <w:rsid w:val="00236C0D"/>
    <w:rsid w:val="00236CE2"/>
    <w:rsid w:val="002374A7"/>
    <w:rsid w:val="00237A36"/>
    <w:rsid w:val="00237F19"/>
    <w:rsid w:val="002401A9"/>
    <w:rsid w:val="00244536"/>
    <w:rsid w:val="00244861"/>
    <w:rsid w:val="002449D8"/>
    <w:rsid w:val="00244A4C"/>
    <w:rsid w:val="002462DD"/>
    <w:rsid w:val="00247196"/>
    <w:rsid w:val="002477F5"/>
    <w:rsid w:val="002509B5"/>
    <w:rsid w:val="00256905"/>
    <w:rsid w:val="00263C21"/>
    <w:rsid w:val="00263FEC"/>
    <w:rsid w:val="00270AFE"/>
    <w:rsid w:val="00271780"/>
    <w:rsid w:val="00287DA0"/>
    <w:rsid w:val="002905C2"/>
    <w:rsid w:val="00290BDF"/>
    <w:rsid w:val="002916B2"/>
    <w:rsid w:val="0029247A"/>
    <w:rsid w:val="00296518"/>
    <w:rsid w:val="002A01CB"/>
    <w:rsid w:val="002A0332"/>
    <w:rsid w:val="002A333D"/>
    <w:rsid w:val="002A4FD1"/>
    <w:rsid w:val="002A59C1"/>
    <w:rsid w:val="002A623A"/>
    <w:rsid w:val="002B0537"/>
    <w:rsid w:val="002B393C"/>
    <w:rsid w:val="002B6CD1"/>
    <w:rsid w:val="002B7ECC"/>
    <w:rsid w:val="002C1949"/>
    <w:rsid w:val="002C1979"/>
    <w:rsid w:val="002C4872"/>
    <w:rsid w:val="002D2B89"/>
    <w:rsid w:val="002D2E50"/>
    <w:rsid w:val="002E00A3"/>
    <w:rsid w:val="002E1CE3"/>
    <w:rsid w:val="002E6094"/>
    <w:rsid w:val="002E6545"/>
    <w:rsid w:val="002E691F"/>
    <w:rsid w:val="002E6B87"/>
    <w:rsid w:val="002E7707"/>
    <w:rsid w:val="002F0B54"/>
    <w:rsid w:val="002F2FFB"/>
    <w:rsid w:val="002F456C"/>
    <w:rsid w:val="002F6101"/>
    <w:rsid w:val="002F63CD"/>
    <w:rsid w:val="002F77ED"/>
    <w:rsid w:val="0030065D"/>
    <w:rsid w:val="003026F0"/>
    <w:rsid w:val="00303C45"/>
    <w:rsid w:val="0030479C"/>
    <w:rsid w:val="00306090"/>
    <w:rsid w:val="00307ABD"/>
    <w:rsid w:val="00310962"/>
    <w:rsid w:val="00310DD8"/>
    <w:rsid w:val="003156C1"/>
    <w:rsid w:val="00315828"/>
    <w:rsid w:val="0032044F"/>
    <w:rsid w:val="00320DA1"/>
    <w:rsid w:val="003214FC"/>
    <w:rsid w:val="00323278"/>
    <w:rsid w:val="00325B09"/>
    <w:rsid w:val="0032620D"/>
    <w:rsid w:val="00331546"/>
    <w:rsid w:val="00331C3E"/>
    <w:rsid w:val="00331DB3"/>
    <w:rsid w:val="00335FB2"/>
    <w:rsid w:val="00337C91"/>
    <w:rsid w:val="00340DBF"/>
    <w:rsid w:val="003412B5"/>
    <w:rsid w:val="0034161F"/>
    <w:rsid w:val="00341E25"/>
    <w:rsid w:val="00343069"/>
    <w:rsid w:val="00344269"/>
    <w:rsid w:val="003477AE"/>
    <w:rsid w:val="00352678"/>
    <w:rsid w:val="00354CC8"/>
    <w:rsid w:val="00356522"/>
    <w:rsid w:val="00356A7B"/>
    <w:rsid w:val="00357BE0"/>
    <w:rsid w:val="00357C21"/>
    <w:rsid w:val="0036128B"/>
    <w:rsid w:val="00363752"/>
    <w:rsid w:val="003652F7"/>
    <w:rsid w:val="00367C0F"/>
    <w:rsid w:val="00370D37"/>
    <w:rsid w:val="00376D6F"/>
    <w:rsid w:val="00376F7F"/>
    <w:rsid w:val="00380499"/>
    <w:rsid w:val="003875A8"/>
    <w:rsid w:val="00393241"/>
    <w:rsid w:val="00395966"/>
    <w:rsid w:val="00397876"/>
    <w:rsid w:val="00397C13"/>
    <w:rsid w:val="003A35C8"/>
    <w:rsid w:val="003A6636"/>
    <w:rsid w:val="003A757C"/>
    <w:rsid w:val="003A7641"/>
    <w:rsid w:val="003B4512"/>
    <w:rsid w:val="003B55AD"/>
    <w:rsid w:val="003B5A9A"/>
    <w:rsid w:val="003B7D06"/>
    <w:rsid w:val="003D19AE"/>
    <w:rsid w:val="003D2EC5"/>
    <w:rsid w:val="003D6841"/>
    <w:rsid w:val="003F0EFA"/>
    <w:rsid w:val="003F2818"/>
    <w:rsid w:val="003F2F87"/>
    <w:rsid w:val="003F4BAE"/>
    <w:rsid w:val="00406EB3"/>
    <w:rsid w:val="00415E8F"/>
    <w:rsid w:val="00415F36"/>
    <w:rsid w:val="00415F86"/>
    <w:rsid w:val="00415FFB"/>
    <w:rsid w:val="00420C3B"/>
    <w:rsid w:val="00422AFF"/>
    <w:rsid w:val="00423990"/>
    <w:rsid w:val="00426FEA"/>
    <w:rsid w:val="00427894"/>
    <w:rsid w:val="004279A3"/>
    <w:rsid w:val="0043219C"/>
    <w:rsid w:val="004373E4"/>
    <w:rsid w:val="004405FD"/>
    <w:rsid w:val="00442039"/>
    <w:rsid w:val="0044433B"/>
    <w:rsid w:val="00446159"/>
    <w:rsid w:val="00452145"/>
    <w:rsid w:val="0045574B"/>
    <w:rsid w:val="0045586E"/>
    <w:rsid w:val="00457083"/>
    <w:rsid w:val="004574C0"/>
    <w:rsid w:val="00460876"/>
    <w:rsid w:val="004617DB"/>
    <w:rsid w:val="0046263E"/>
    <w:rsid w:val="00462F34"/>
    <w:rsid w:val="004630F9"/>
    <w:rsid w:val="00465ACB"/>
    <w:rsid w:val="00467F7D"/>
    <w:rsid w:val="00472111"/>
    <w:rsid w:val="004733E2"/>
    <w:rsid w:val="00474407"/>
    <w:rsid w:val="00480AA5"/>
    <w:rsid w:val="00480D44"/>
    <w:rsid w:val="00486813"/>
    <w:rsid w:val="0048788C"/>
    <w:rsid w:val="00490C5F"/>
    <w:rsid w:val="004925A6"/>
    <w:rsid w:val="00497237"/>
    <w:rsid w:val="004A6D6B"/>
    <w:rsid w:val="004A6FAF"/>
    <w:rsid w:val="004B6B20"/>
    <w:rsid w:val="004C1F46"/>
    <w:rsid w:val="004C320A"/>
    <w:rsid w:val="004C4678"/>
    <w:rsid w:val="004D028C"/>
    <w:rsid w:val="004D14C8"/>
    <w:rsid w:val="004D19DE"/>
    <w:rsid w:val="004D1C3F"/>
    <w:rsid w:val="004D25F1"/>
    <w:rsid w:val="004D467A"/>
    <w:rsid w:val="004D4D3B"/>
    <w:rsid w:val="004D68C5"/>
    <w:rsid w:val="004E1E17"/>
    <w:rsid w:val="004E54CF"/>
    <w:rsid w:val="004E58E8"/>
    <w:rsid w:val="004E5C98"/>
    <w:rsid w:val="004E7DA3"/>
    <w:rsid w:val="004F42D1"/>
    <w:rsid w:val="00500E59"/>
    <w:rsid w:val="00503DF4"/>
    <w:rsid w:val="005104FE"/>
    <w:rsid w:val="00516E04"/>
    <w:rsid w:val="005222CD"/>
    <w:rsid w:val="005247B7"/>
    <w:rsid w:val="00527EEC"/>
    <w:rsid w:val="00531BDA"/>
    <w:rsid w:val="00532384"/>
    <w:rsid w:val="00536EAA"/>
    <w:rsid w:val="00541E56"/>
    <w:rsid w:val="00543296"/>
    <w:rsid w:val="00544126"/>
    <w:rsid w:val="00546C94"/>
    <w:rsid w:val="005528AC"/>
    <w:rsid w:val="00553B2B"/>
    <w:rsid w:val="005548C7"/>
    <w:rsid w:val="0055614F"/>
    <w:rsid w:val="00557AB4"/>
    <w:rsid w:val="00561034"/>
    <w:rsid w:val="00562124"/>
    <w:rsid w:val="00562844"/>
    <w:rsid w:val="00563AB7"/>
    <w:rsid w:val="00564E29"/>
    <w:rsid w:val="00567527"/>
    <w:rsid w:val="00570A33"/>
    <w:rsid w:val="00574CB8"/>
    <w:rsid w:val="0057588E"/>
    <w:rsid w:val="00576263"/>
    <w:rsid w:val="00576529"/>
    <w:rsid w:val="00576FEF"/>
    <w:rsid w:val="005814A2"/>
    <w:rsid w:val="00585BCA"/>
    <w:rsid w:val="005862C2"/>
    <w:rsid w:val="005869E2"/>
    <w:rsid w:val="00591F9B"/>
    <w:rsid w:val="005938BE"/>
    <w:rsid w:val="005A69E1"/>
    <w:rsid w:val="005A7204"/>
    <w:rsid w:val="005B26C3"/>
    <w:rsid w:val="005B4B56"/>
    <w:rsid w:val="005B4B64"/>
    <w:rsid w:val="005B5993"/>
    <w:rsid w:val="005B6257"/>
    <w:rsid w:val="005B6409"/>
    <w:rsid w:val="005D3ACC"/>
    <w:rsid w:val="005D7515"/>
    <w:rsid w:val="005E4460"/>
    <w:rsid w:val="005E4AEE"/>
    <w:rsid w:val="005E766D"/>
    <w:rsid w:val="005F6C22"/>
    <w:rsid w:val="005F7ABA"/>
    <w:rsid w:val="005F7E1C"/>
    <w:rsid w:val="006004DE"/>
    <w:rsid w:val="00604A46"/>
    <w:rsid w:val="00605324"/>
    <w:rsid w:val="0060592B"/>
    <w:rsid w:val="00611C4B"/>
    <w:rsid w:val="00614DB5"/>
    <w:rsid w:val="00616B5F"/>
    <w:rsid w:val="006217EC"/>
    <w:rsid w:val="00626843"/>
    <w:rsid w:val="00627D6A"/>
    <w:rsid w:val="00630693"/>
    <w:rsid w:val="0063143C"/>
    <w:rsid w:val="00640DF5"/>
    <w:rsid w:val="00641F33"/>
    <w:rsid w:val="0064521A"/>
    <w:rsid w:val="00645C23"/>
    <w:rsid w:val="00645D0F"/>
    <w:rsid w:val="00646C6F"/>
    <w:rsid w:val="0065066E"/>
    <w:rsid w:val="00653AA2"/>
    <w:rsid w:val="006541C7"/>
    <w:rsid w:val="00654EC9"/>
    <w:rsid w:val="006572B8"/>
    <w:rsid w:val="0066186D"/>
    <w:rsid w:val="00661C4B"/>
    <w:rsid w:val="0066472F"/>
    <w:rsid w:val="00666339"/>
    <w:rsid w:val="00666833"/>
    <w:rsid w:val="00671C04"/>
    <w:rsid w:val="00672F6A"/>
    <w:rsid w:val="00673B81"/>
    <w:rsid w:val="00673BDB"/>
    <w:rsid w:val="00674D11"/>
    <w:rsid w:val="006754C5"/>
    <w:rsid w:val="00682B1A"/>
    <w:rsid w:val="00683F8B"/>
    <w:rsid w:val="00684C4D"/>
    <w:rsid w:val="00685C3A"/>
    <w:rsid w:val="00687C28"/>
    <w:rsid w:val="00687EC4"/>
    <w:rsid w:val="006922EE"/>
    <w:rsid w:val="006944A3"/>
    <w:rsid w:val="00696A1E"/>
    <w:rsid w:val="00697B5F"/>
    <w:rsid w:val="006A2328"/>
    <w:rsid w:val="006B0386"/>
    <w:rsid w:val="006B0CF7"/>
    <w:rsid w:val="006B27DC"/>
    <w:rsid w:val="006B3AE7"/>
    <w:rsid w:val="006B3F2B"/>
    <w:rsid w:val="006B42C5"/>
    <w:rsid w:val="006B473B"/>
    <w:rsid w:val="006B630B"/>
    <w:rsid w:val="006B6315"/>
    <w:rsid w:val="006C37A2"/>
    <w:rsid w:val="006D4B30"/>
    <w:rsid w:val="006D6C55"/>
    <w:rsid w:val="006D6CE5"/>
    <w:rsid w:val="006E09EF"/>
    <w:rsid w:val="006E0E3D"/>
    <w:rsid w:val="006E15C4"/>
    <w:rsid w:val="006F0727"/>
    <w:rsid w:val="006F3FD2"/>
    <w:rsid w:val="006F4EE4"/>
    <w:rsid w:val="006F6929"/>
    <w:rsid w:val="00700DA8"/>
    <w:rsid w:val="00701179"/>
    <w:rsid w:val="007030E5"/>
    <w:rsid w:val="00703E5C"/>
    <w:rsid w:val="00704EDC"/>
    <w:rsid w:val="00706AEA"/>
    <w:rsid w:val="00707B4F"/>
    <w:rsid w:val="00711839"/>
    <w:rsid w:val="00713375"/>
    <w:rsid w:val="00717EE0"/>
    <w:rsid w:val="007200D5"/>
    <w:rsid w:val="00722BE6"/>
    <w:rsid w:val="00723C96"/>
    <w:rsid w:val="007253A3"/>
    <w:rsid w:val="00727EE4"/>
    <w:rsid w:val="00732DB0"/>
    <w:rsid w:val="0073389C"/>
    <w:rsid w:val="00740353"/>
    <w:rsid w:val="00740BB0"/>
    <w:rsid w:val="007417F4"/>
    <w:rsid w:val="00745DF0"/>
    <w:rsid w:val="00745DF7"/>
    <w:rsid w:val="00747984"/>
    <w:rsid w:val="00753457"/>
    <w:rsid w:val="0075598F"/>
    <w:rsid w:val="007565B8"/>
    <w:rsid w:val="00757420"/>
    <w:rsid w:val="0076387D"/>
    <w:rsid w:val="007705E4"/>
    <w:rsid w:val="00770832"/>
    <w:rsid w:val="007715A2"/>
    <w:rsid w:val="0077295C"/>
    <w:rsid w:val="00774370"/>
    <w:rsid w:val="00775D1F"/>
    <w:rsid w:val="00780196"/>
    <w:rsid w:val="00780363"/>
    <w:rsid w:val="007864A5"/>
    <w:rsid w:val="00787C23"/>
    <w:rsid w:val="007908FB"/>
    <w:rsid w:val="00792286"/>
    <w:rsid w:val="0079232A"/>
    <w:rsid w:val="0079544D"/>
    <w:rsid w:val="0079621D"/>
    <w:rsid w:val="007A0B65"/>
    <w:rsid w:val="007A1ED7"/>
    <w:rsid w:val="007A67F5"/>
    <w:rsid w:val="007A7F7C"/>
    <w:rsid w:val="007B3E5E"/>
    <w:rsid w:val="007B560C"/>
    <w:rsid w:val="007B6C36"/>
    <w:rsid w:val="007B7E2D"/>
    <w:rsid w:val="007C13C9"/>
    <w:rsid w:val="007C3C03"/>
    <w:rsid w:val="007C7BEE"/>
    <w:rsid w:val="007D372D"/>
    <w:rsid w:val="007D3983"/>
    <w:rsid w:val="007D4F05"/>
    <w:rsid w:val="007E1AA2"/>
    <w:rsid w:val="007E228E"/>
    <w:rsid w:val="007E6B25"/>
    <w:rsid w:val="007F0857"/>
    <w:rsid w:val="007F11D1"/>
    <w:rsid w:val="007F35F1"/>
    <w:rsid w:val="007F43A8"/>
    <w:rsid w:val="007F4938"/>
    <w:rsid w:val="007F4CC4"/>
    <w:rsid w:val="007F58E3"/>
    <w:rsid w:val="007F61C9"/>
    <w:rsid w:val="007F6CA0"/>
    <w:rsid w:val="008050EF"/>
    <w:rsid w:val="00806E81"/>
    <w:rsid w:val="00807EC9"/>
    <w:rsid w:val="008122F7"/>
    <w:rsid w:val="008136D0"/>
    <w:rsid w:val="00814957"/>
    <w:rsid w:val="00815FA7"/>
    <w:rsid w:val="008166E5"/>
    <w:rsid w:val="00817485"/>
    <w:rsid w:val="00820EC3"/>
    <w:rsid w:val="00825799"/>
    <w:rsid w:val="00825C79"/>
    <w:rsid w:val="00826813"/>
    <w:rsid w:val="00827683"/>
    <w:rsid w:val="00830B74"/>
    <w:rsid w:val="00832073"/>
    <w:rsid w:val="00833957"/>
    <w:rsid w:val="00836712"/>
    <w:rsid w:val="00836E64"/>
    <w:rsid w:val="00840554"/>
    <w:rsid w:val="00843D59"/>
    <w:rsid w:val="008443C1"/>
    <w:rsid w:val="00844F54"/>
    <w:rsid w:val="00845608"/>
    <w:rsid w:val="00845BA1"/>
    <w:rsid w:val="00846BB1"/>
    <w:rsid w:val="00846C9D"/>
    <w:rsid w:val="00847CA5"/>
    <w:rsid w:val="00852974"/>
    <w:rsid w:val="00852A4A"/>
    <w:rsid w:val="00853D4B"/>
    <w:rsid w:val="00854265"/>
    <w:rsid w:val="008611B4"/>
    <w:rsid w:val="00861BF5"/>
    <w:rsid w:val="008779D7"/>
    <w:rsid w:val="008829F3"/>
    <w:rsid w:val="00887FC2"/>
    <w:rsid w:val="008906BD"/>
    <w:rsid w:val="00890E34"/>
    <w:rsid w:val="0089135B"/>
    <w:rsid w:val="0089198B"/>
    <w:rsid w:val="00891B70"/>
    <w:rsid w:val="00892C53"/>
    <w:rsid w:val="00895638"/>
    <w:rsid w:val="008959B7"/>
    <w:rsid w:val="008974C7"/>
    <w:rsid w:val="008A0B17"/>
    <w:rsid w:val="008A109A"/>
    <w:rsid w:val="008A40B8"/>
    <w:rsid w:val="008A62E7"/>
    <w:rsid w:val="008A65FD"/>
    <w:rsid w:val="008B05AE"/>
    <w:rsid w:val="008B0646"/>
    <w:rsid w:val="008B4FBE"/>
    <w:rsid w:val="008B5AC9"/>
    <w:rsid w:val="008B6E34"/>
    <w:rsid w:val="008C05A1"/>
    <w:rsid w:val="008C39DF"/>
    <w:rsid w:val="008C6921"/>
    <w:rsid w:val="008D135A"/>
    <w:rsid w:val="008D2111"/>
    <w:rsid w:val="008D4EDC"/>
    <w:rsid w:val="008D5005"/>
    <w:rsid w:val="008D500C"/>
    <w:rsid w:val="008D6EB8"/>
    <w:rsid w:val="008D72C4"/>
    <w:rsid w:val="008E01B6"/>
    <w:rsid w:val="008E1E2B"/>
    <w:rsid w:val="008E3003"/>
    <w:rsid w:val="008E36FF"/>
    <w:rsid w:val="008E5031"/>
    <w:rsid w:val="008E57D6"/>
    <w:rsid w:val="008F009A"/>
    <w:rsid w:val="008F35E8"/>
    <w:rsid w:val="008F4481"/>
    <w:rsid w:val="008F4636"/>
    <w:rsid w:val="008F50DC"/>
    <w:rsid w:val="008F5D76"/>
    <w:rsid w:val="00900620"/>
    <w:rsid w:val="00902E00"/>
    <w:rsid w:val="009038F9"/>
    <w:rsid w:val="00903E16"/>
    <w:rsid w:val="00904E0D"/>
    <w:rsid w:val="00905F99"/>
    <w:rsid w:val="0090627C"/>
    <w:rsid w:val="00906D51"/>
    <w:rsid w:val="00906FA2"/>
    <w:rsid w:val="0091022C"/>
    <w:rsid w:val="009165DC"/>
    <w:rsid w:val="00922846"/>
    <w:rsid w:val="0092768A"/>
    <w:rsid w:val="00930CB5"/>
    <w:rsid w:val="009363DF"/>
    <w:rsid w:val="00936474"/>
    <w:rsid w:val="00945A92"/>
    <w:rsid w:val="00946FD0"/>
    <w:rsid w:val="00950303"/>
    <w:rsid w:val="009503A7"/>
    <w:rsid w:val="00951664"/>
    <w:rsid w:val="00951C1A"/>
    <w:rsid w:val="0095774E"/>
    <w:rsid w:val="009650A8"/>
    <w:rsid w:val="00966A38"/>
    <w:rsid w:val="009716D5"/>
    <w:rsid w:val="00972A40"/>
    <w:rsid w:val="009812C2"/>
    <w:rsid w:val="009819BA"/>
    <w:rsid w:val="00981CD4"/>
    <w:rsid w:val="00983CE4"/>
    <w:rsid w:val="00986519"/>
    <w:rsid w:val="00991903"/>
    <w:rsid w:val="00991C80"/>
    <w:rsid w:val="00991EDD"/>
    <w:rsid w:val="00991F60"/>
    <w:rsid w:val="00992A02"/>
    <w:rsid w:val="009936C6"/>
    <w:rsid w:val="00997E23"/>
    <w:rsid w:val="009A0ADA"/>
    <w:rsid w:val="009A2D67"/>
    <w:rsid w:val="009B1235"/>
    <w:rsid w:val="009B36DD"/>
    <w:rsid w:val="009B3ADD"/>
    <w:rsid w:val="009B4643"/>
    <w:rsid w:val="009B56AB"/>
    <w:rsid w:val="009B7012"/>
    <w:rsid w:val="009C0435"/>
    <w:rsid w:val="009C07A3"/>
    <w:rsid w:val="009C121D"/>
    <w:rsid w:val="009C256C"/>
    <w:rsid w:val="009C39A8"/>
    <w:rsid w:val="009C3DBA"/>
    <w:rsid w:val="009C41A1"/>
    <w:rsid w:val="009C5134"/>
    <w:rsid w:val="009D0973"/>
    <w:rsid w:val="009D0A07"/>
    <w:rsid w:val="009D4CC6"/>
    <w:rsid w:val="009D7CCE"/>
    <w:rsid w:val="009E0C90"/>
    <w:rsid w:val="009E1F8F"/>
    <w:rsid w:val="009E30FD"/>
    <w:rsid w:val="009E324D"/>
    <w:rsid w:val="009E375F"/>
    <w:rsid w:val="009E3A1B"/>
    <w:rsid w:val="009E3D73"/>
    <w:rsid w:val="009E581B"/>
    <w:rsid w:val="009E7545"/>
    <w:rsid w:val="009F3E11"/>
    <w:rsid w:val="009F3EE6"/>
    <w:rsid w:val="009F57FF"/>
    <w:rsid w:val="009F5C2A"/>
    <w:rsid w:val="009F6267"/>
    <w:rsid w:val="009F6297"/>
    <w:rsid w:val="00A012A1"/>
    <w:rsid w:val="00A01CED"/>
    <w:rsid w:val="00A046BA"/>
    <w:rsid w:val="00A05025"/>
    <w:rsid w:val="00A06595"/>
    <w:rsid w:val="00A06B1B"/>
    <w:rsid w:val="00A07898"/>
    <w:rsid w:val="00A125D2"/>
    <w:rsid w:val="00A2270C"/>
    <w:rsid w:val="00A22EA6"/>
    <w:rsid w:val="00A24A68"/>
    <w:rsid w:val="00A25286"/>
    <w:rsid w:val="00A26314"/>
    <w:rsid w:val="00A272CF"/>
    <w:rsid w:val="00A272EB"/>
    <w:rsid w:val="00A31CAA"/>
    <w:rsid w:val="00A33928"/>
    <w:rsid w:val="00A33D55"/>
    <w:rsid w:val="00A373D6"/>
    <w:rsid w:val="00A4030F"/>
    <w:rsid w:val="00A40C40"/>
    <w:rsid w:val="00A41225"/>
    <w:rsid w:val="00A42F8B"/>
    <w:rsid w:val="00A44B93"/>
    <w:rsid w:val="00A44DD5"/>
    <w:rsid w:val="00A46A25"/>
    <w:rsid w:val="00A47C8A"/>
    <w:rsid w:val="00A47DE5"/>
    <w:rsid w:val="00A50297"/>
    <w:rsid w:val="00A50390"/>
    <w:rsid w:val="00A50B0B"/>
    <w:rsid w:val="00A52CF7"/>
    <w:rsid w:val="00A5345F"/>
    <w:rsid w:val="00A540E0"/>
    <w:rsid w:val="00A55E3C"/>
    <w:rsid w:val="00A577EE"/>
    <w:rsid w:val="00A73385"/>
    <w:rsid w:val="00A745FE"/>
    <w:rsid w:val="00A75F4F"/>
    <w:rsid w:val="00A76009"/>
    <w:rsid w:val="00A83459"/>
    <w:rsid w:val="00A837E9"/>
    <w:rsid w:val="00A867E5"/>
    <w:rsid w:val="00A86C85"/>
    <w:rsid w:val="00A91E5E"/>
    <w:rsid w:val="00A93EDB"/>
    <w:rsid w:val="00A9476D"/>
    <w:rsid w:val="00A94CC3"/>
    <w:rsid w:val="00A97624"/>
    <w:rsid w:val="00A97BBC"/>
    <w:rsid w:val="00A97DBD"/>
    <w:rsid w:val="00AA07D7"/>
    <w:rsid w:val="00AA242D"/>
    <w:rsid w:val="00AA48E1"/>
    <w:rsid w:val="00AA71EE"/>
    <w:rsid w:val="00AB1D07"/>
    <w:rsid w:val="00AB4012"/>
    <w:rsid w:val="00AB4294"/>
    <w:rsid w:val="00AB46A2"/>
    <w:rsid w:val="00AB4B25"/>
    <w:rsid w:val="00AB550F"/>
    <w:rsid w:val="00AB66D0"/>
    <w:rsid w:val="00AB68D5"/>
    <w:rsid w:val="00AB6B84"/>
    <w:rsid w:val="00AB75BE"/>
    <w:rsid w:val="00AB7E12"/>
    <w:rsid w:val="00AC2111"/>
    <w:rsid w:val="00AC7169"/>
    <w:rsid w:val="00AD2BA7"/>
    <w:rsid w:val="00AD5505"/>
    <w:rsid w:val="00AD75B5"/>
    <w:rsid w:val="00AD7D45"/>
    <w:rsid w:val="00AE34FD"/>
    <w:rsid w:val="00AE5BB6"/>
    <w:rsid w:val="00AE6322"/>
    <w:rsid w:val="00AE7AD4"/>
    <w:rsid w:val="00AF1A58"/>
    <w:rsid w:val="00AF2376"/>
    <w:rsid w:val="00AF2FF7"/>
    <w:rsid w:val="00AF357D"/>
    <w:rsid w:val="00AF36E9"/>
    <w:rsid w:val="00AF37F9"/>
    <w:rsid w:val="00AF4C5A"/>
    <w:rsid w:val="00AF590A"/>
    <w:rsid w:val="00AF6BA1"/>
    <w:rsid w:val="00AF6E70"/>
    <w:rsid w:val="00B01476"/>
    <w:rsid w:val="00B02DCB"/>
    <w:rsid w:val="00B02E85"/>
    <w:rsid w:val="00B03DDB"/>
    <w:rsid w:val="00B051EA"/>
    <w:rsid w:val="00B060BC"/>
    <w:rsid w:val="00B10E93"/>
    <w:rsid w:val="00B1246B"/>
    <w:rsid w:val="00B15322"/>
    <w:rsid w:val="00B21520"/>
    <w:rsid w:val="00B22108"/>
    <w:rsid w:val="00B22202"/>
    <w:rsid w:val="00B25B70"/>
    <w:rsid w:val="00B2657A"/>
    <w:rsid w:val="00B27328"/>
    <w:rsid w:val="00B314A7"/>
    <w:rsid w:val="00B35BF2"/>
    <w:rsid w:val="00B36C5F"/>
    <w:rsid w:val="00B40346"/>
    <w:rsid w:val="00B41E0B"/>
    <w:rsid w:val="00B42A08"/>
    <w:rsid w:val="00B4320D"/>
    <w:rsid w:val="00B4369E"/>
    <w:rsid w:val="00B4495D"/>
    <w:rsid w:val="00B44E9E"/>
    <w:rsid w:val="00B45737"/>
    <w:rsid w:val="00B46BE2"/>
    <w:rsid w:val="00B52212"/>
    <w:rsid w:val="00B5547B"/>
    <w:rsid w:val="00B56D41"/>
    <w:rsid w:val="00B61AF8"/>
    <w:rsid w:val="00B638CB"/>
    <w:rsid w:val="00B66867"/>
    <w:rsid w:val="00B70BB9"/>
    <w:rsid w:val="00B71D86"/>
    <w:rsid w:val="00B73EC7"/>
    <w:rsid w:val="00B74A48"/>
    <w:rsid w:val="00B807B3"/>
    <w:rsid w:val="00B83FF4"/>
    <w:rsid w:val="00B86F2E"/>
    <w:rsid w:val="00B91DF8"/>
    <w:rsid w:val="00BA3722"/>
    <w:rsid w:val="00BA652C"/>
    <w:rsid w:val="00BB0469"/>
    <w:rsid w:val="00BB1E0B"/>
    <w:rsid w:val="00BB24B4"/>
    <w:rsid w:val="00BB536E"/>
    <w:rsid w:val="00BB53F0"/>
    <w:rsid w:val="00BB6C73"/>
    <w:rsid w:val="00BB7538"/>
    <w:rsid w:val="00BB7AC1"/>
    <w:rsid w:val="00BC4573"/>
    <w:rsid w:val="00BC4757"/>
    <w:rsid w:val="00BC5859"/>
    <w:rsid w:val="00BC5C81"/>
    <w:rsid w:val="00BD0E7D"/>
    <w:rsid w:val="00BD2BC2"/>
    <w:rsid w:val="00BD4B85"/>
    <w:rsid w:val="00BD505B"/>
    <w:rsid w:val="00BD5E25"/>
    <w:rsid w:val="00BE128D"/>
    <w:rsid w:val="00BE1497"/>
    <w:rsid w:val="00BE266D"/>
    <w:rsid w:val="00BE3C30"/>
    <w:rsid w:val="00BF09AB"/>
    <w:rsid w:val="00BF28CB"/>
    <w:rsid w:val="00BF39BE"/>
    <w:rsid w:val="00BF5679"/>
    <w:rsid w:val="00BF623A"/>
    <w:rsid w:val="00BF7FD4"/>
    <w:rsid w:val="00C0076B"/>
    <w:rsid w:val="00C01671"/>
    <w:rsid w:val="00C018AA"/>
    <w:rsid w:val="00C055D0"/>
    <w:rsid w:val="00C07555"/>
    <w:rsid w:val="00C149CA"/>
    <w:rsid w:val="00C16BFC"/>
    <w:rsid w:val="00C17C6A"/>
    <w:rsid w:val="00C261D6"/>
    <w:rsid w:val="00C26309"/>
    <w:rsid w:val="00C273B3"/>
    <w:rsid w:val="00C40133"/>
    <w:rsid w:val="00C44B5C"/>
    <w:rsid w:val="00C4722D"/>
    <w:rsid w:val="00C50F67"/>
    <w:rsid w:val="00C54D77"/>
    <w:rsid w:val="00C57793"/>
    <w:rsid w:val="00C601E4"/>
    <w:rsid w:val="00C60CB4"/>
    <w:rsid w:val="00C64C6E"/>
    <w:rsid w:val="00C65D2B"/>
    <w:rsid w:val="00C665AF"/>
    <w:rsid w:val="00C6789E"/>
    <w:rsid w:val="00C70105"/>
    <w:rsid w:val="00C7098A"/>
    <w:rsid w:val="00C7141C"/>
    <w:rsid w:val="00C73EB6"/>
    <w:rsid w:val="00C76F49"/>
    <w:rsid w:val="00C7711F"/>
    <w:rsid w:val="00C7749D"/>
    <w:rsid w:val="00C818F7"/>
    <w:rsid w:val="00C84B99"/>
    <w:rsid w:val="00C854DF"/>
    <w:rsid w:val="00C85F02"/>
    <w:rsid w:val="00C8797A"/>
    <w:rsid w:val="00C90106"/>
    <w:rsid w:val="00C90B20"/>
    <w:rsid w:val="00C9367F"/>
    <w:rsid w:val="00C940D3"/>
    <w:rsid w:val="00CA6CBE"/>
    <w:rsid w:val="00CB0723"/>
    <w:rsid w:val="00CB1D9F"/>
    <w:rsid w:val="00CB2B20"/>
    <w:rsid w:val="00CB3307"/>
    <w:rsid w:val="00CB4F49"/>
    <w:rsid w:val="00CB63DF"/>
    <w:rsid w:val="00CC23E1"/>
    <w:rsid w:val="00CC34D1"/>
    <w:rsid w:val="00CC7F3F"/>
    <w:rsid w:val="00CD47FF"/>
    <w:rsid w:val="00CD6905"/>
    <w:rsid w:val="00CE0DB9"/>
    <w:rsid w:val="00CE35DC"/>
    <w:rsid w:val="00CE4ED9"/>
    <w:rsid w:val="00CE6142"/>
    <w:rsid w:val="00CF3C9C"/>
    <w:rsid w:val="00CF427B"/>
    <w:rsid w:val="00D006DD"/>
    <w:rsid w:val="00D00C83"/>
    <w:rsid w:val="00D034AB"/>
    <w:rsid w:val="00D04C68"/>
    <w:rsid w:val="00D1040B"/>
    <w:rsid w:val="00D15B87"/>
    <w:rsid w:val="00D21A4B"/>
    <w:rsid w:val="00D243CC"/>
    <w:rsid w:val="00D244C6"/>
    <w:rsid w:val="00D25490"/>
    <w:rsid w:val="00D26DDF"/>
    <w:rsid w:val="00D305F8"/>
    <w:rsid w:val="00D31344"/>
    <w:rsid w:val="00D35240"/>
    <w:rsid w:val="00D35D51"/>
    <w:rsid w:val="00D44B9B"/>
    <w:rsid w:val="00D459B4"/>
    <w:rsid w:val="00D47266"/>
    <w:rsid w:val="00D4764C"/>
    <w:rsid w:val="00D52C98"/>
    <w:rsid w:val="00D543D8"/>
    <w:rsid w:val="00D54FFC"/>
    <w:rsid w:val="00D55171"/>
    <w:rsid w:val="00D607E3"/>
    <w:rsid w:val="00D6791F"/>
    <w:rsid w:val="00D70B69"/>
    <w:rsid w:val="00D715C3"/>
    <w:rsid w:val="00D72DA1"/>
    <w:rsid w:val="00D73110"/>
    <w:rsid w:val="00D76FAF"/>
    <w:rsid w:val="00D80E56"/>
    <w:rsid w:val="00D81A41"/>
    <w:rsid w:val="00D8300E"/>
    <w:rsid w:val="00D84B4B"/>
    <w:rsid w:val="00D916A9"/>
    <w:rsid w:val="00D91B87"/>
    <w:rsid w:val="00D92C61"/>
    <w:rsid w:val="00D92D89"/>
    <w:rsid w:val="00DA0587"/>
    <w:rsid w:val="00DA3397"/>
    <w:rsid w:val="00DB06A7"/>
    <w:rsid w:val="00DB20C7"/>
    <w:rsid w:val="00DB34BA"/>
    <w:rsid w:val="00DB4001"/>
    <w:rsid w:val="00DB7CC1"/>
    <w:rsid w:val="00DC0AB1"/>
    <w:rsid w:val="00DC79E1"/>
    <w:rsid w:val="00DD0850"/>
    <w:rsid w:val="00DD0D0E"/>
    <w:rsid w:val="00DD1670"/>
    <w:rsid w:val="00DD2FD2"/>
    <w:rsid w:val="00DE037E"/>
    <w:rsid w:val="00DE34F1"/>
    <w:rsid w:val="00DE4058"/>
    <w:rsid w:val="00DE4E2A"/>
    <w:rsid w:val="00DE71E6"/>
    <w:rsid w:val="00DF03A9"/>
    <w:rsid w:val="00DF3378"/>
    <w:rsid w:val="00DF409D"/>
    <w:rsid w:val="00DF41A3"/>
    <w:rsid w:val="00DF5AA2"/>
    <w:rsid w:val="00E00BA2"/>
    <w:rsid w:val="00E028C0"/>
    <w:rsid w:val="00E02A56"/>
    <w:rsid w:val="00E0356A"/>
    <w:rsid w:val="00E03B36"/>
    <w:rsid w:val="00E05B2E"/>
    <w:rsid w:val="00E06403"/>
    <w:rsid w:val="00E10A0C"/>
    <w:rsid w:val="00E137C4"/>
    <w:rsid w:val="00E1631E"/>
    <w:rsid w:val="00E17241"/>
    <w:rsid w:val="00E17907"/>
    <w:rsid w:val="00E20BCE"/>
    <w:rsid w:val="00E217DC"/>
    <w:rsid w:val="00E22218"/>
    <w:rsid w:val="00E22C65"/>
    <w:rsid w:val="00E2647C"/>
    <w:rsid w:val="00E2776E"/>
    <w:rsid w:val="00E30BC7"/>
    <w:rsid w:val="00E32DCF"/>
    <w:rsid w:val="00E33AB3"/>
    <w:rsid w:val="00E4444C"/>
    <w:rsid w:val="00E44A04"/>
    <w:rsid w:val="00E46FBA"/>
    <w:rsid w:val="00E51596"/>
    <w:rsid w:val="00E569C0"/>
    <w:rsid w:val="00E6076A"/>
    <w:rsid w:val="00E6164B"/>
    <w:rsid w:val="00E62A0F"/>
    <w:rsid w:val="00E64FAB"/>
    <w:rsid w:val="00E650AE"/>
    <w:rsid w:val="00E70741"/>
    <w:rsid w:val="00E72531"/>
    <w:rsid w:val="00E7319B"/>
    <w:rsid w:val="00E73271"/>
    <w:rsid w:val="00E766AC"/>
    <w:rsid w:val="00E7693D"/>
    <w:rsid w:val="00E77219"/>
    <w:rsid w:val="00E80635"/>
    <w:rsid w:val="00E839CC"/>
    <w:rsid w:val="00E84567"/>
    <w:rsid w:val="00E857EF"/>
    <w:rsid w:val="00E85AC1"/>
    <w:rsid w:val="00E861B0"/>
    <w:rsid w:val="00E862C9"/>
    <w:rsid w:val="00E90CEA"/>
    <w:rsid w:val="00E91DD6"/>
    <w:rsid w:val="00E93F0E"/>
    <w:rsid w:val="00E957D8"/>
    <w:rsid w:val="00EA2D9C"/>
    <w:rsid w:val="00EA4E1F"/>
    <w:rsid w:val="00EA4FDD"/>
    <w:rsid w:val="00EA585A"/>
    <w:rsid w:val="00EA680D"/>
    <w:rsid w:val="00EA708F"/>
    <w:rsid w:val="00EA7811"/>
    <w:rsid w:val="00EB1E32"/>
    <w:rsid w:val="00EB4F61"/>
    <w:rsid w:val="00EB6E13"/>
    <w:rsid w:val="00EC5CBF"/>
    <w:rsid w:val="00EC5F69"/>
    <w:rsid w:val="00ED0ABE"/>
    <w:rsid w:val="00ED1283"/>
    <w:rsid w:val="00ED5A77"/>
    <w:rsid w:val="00EE03F6"/>
    <w:rsid w:val="00EE24F6"/>
    <w:rsid w:val="00EE2ABC"/>
    <w:rsid w:val="00EE3AC2"/>
    <w:rsid w:val="00EE4060"/>
    <w:rsid w:val="00EE4D79"/>
    <w:rsid w:val="00EF2459"/>
    <w:rsid w:val="00EF3105"/>
    <w:rsid w:val="00EF3DC0"/>
    <w:rsid w:val="00EF5E47"/>
    <w:rsid w:val="00EF78E7"/>
    <w:rsid w:val="00F04C4F"/>
    <w:rsid w:val="00F0572B"/>
    <w:rsid w:val="00F10396"/>
    <w:rsid w:val="00F13754"/>
    <w:rsid w:val="00F151CD"/>
    <w:rsid w:val="00F1620C"/>
    <w:rsid w:val="00F1629D"/>
    <w:rsid w:val="00F16699"/>
    <w:rsid w:val="00F17FCA"/>
    <w:rsid w:val="00F20ACC"/>
    <w:rsid w:val="00F2212F"/>
    <w:rsid w:val="00F223FC"/>
    <w:rsid w:val="00F26820"/>
    <w:rsid w:val="00F27C44"/>
    <w:rsid w:val="00F321B4"/>
    <w:rsid w:val="00F3314A"/>
    <w:rsid w:val="00F378E4"/>
    <w:rsid w:val="00F40FDC"/>
    <w:rsid w:val="00F462A5"/>
    <w:rsid w:val="00F50509"/>
    <w:rsid w:val="00F513C3"/>
    <w:rsid w:val="00F529BB"/>
    <w:rsid w:val="00F52F6E"/>
    <w:rsid w:val="00F53729"/>
    <w:rsid w:val="00F56B16"/>
    <w:rsid w:val="00F60437"/>
    <w:rsid w:val="00F6574A"/>
    <w:rsid w:val="00F67B0A"/>
    <w:rsid w:val="00F71259"/>
    <w:rsid w:val="00F7397F"/>
    <w:rsid w:val="00F74EA2"/>
    <w:rsid w:val="00F77B0A"/>
    <w:rsid w:val="00F81179"/>
    <w:rsid w:val="00F83648"/>
    <w:rsid w:val="00F853EE"/>
    <w:rsid w:val="00F876A5"/>
    <w:rsid w:val="00F87855"/>
    <w:rsid w:val="00F92E0E"/>
    <w:rsid w:val="00F94688"/>
    <w:rsid w:val="00FA1A7D"/>
    <w:rsid w:val="00FA1EBE"/>
    <w:rsid w:val="00FA26ED"/>
    <w:rsid w:val="00FB0C6D"/>
    <w:rsid w:val="00FB1F4F"/>
    <w:rsid w:val="00FB549B"/>
    <w:rsid w:val="00FB69E1"/>
    <w:rsid w:val="00FC2C27"/>
    <w:rsid w:val="00FC3AB5"/>
    <w:rsid w:val="00FC6E30"/>
    <w:rsid w:val="00FD5772"/>
    <w:rsid w:val="00FD758A"/>
    <w:rsid w:val="00FE2452"/>
    <w:rsid w:val="00FE7EFC"/>
    <w:rsid w:val="00FF01F4"/>
    <w:rsid w:val="00FF026C"/>
    <w:rsid w:val="00FF1567"/>
    <w:rsid w:val="00FF1932"/>
    <w:rsid w:val="00FF465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4b8c,#abc81e,#2e4d64"/>
    </o:shapedefaults>
    <o:shapelayout v:ext="edit">
      <o:idmap v:ext="edit" data="1"/>
    </o:shapelayout>
  </w:shapeDefaults>
  <w:decimalSymbol w:val="."/>
  <w:listSeparator w:val=","/>
  <w14:docId w14:val="59D5F490"/>
  <w15:docId w15:val="{16941F63-E83D-44E8-8363-A884866BD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ja-JP"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51664"/>
    <w:pPr>
      <w:ind w:left="119"/>
      <w:jc w:val="both"/>
    </w:pPr>
    <w:rPr>
      <w:rFonts w:ascii="Arial" w:hAnsi="Arial" w:cs="Arial"/>
      <w:szCs w:val="22"/>
      <w:lang w:eastAsia="en-US"/>
    </w:rPr>
  </w:style>
  <w:style w:type="paragraph" w:styleId="Heading1">
    <w:name w:val="heading 1"/>
    <w:basedOn w:val="Normal"/>
    <w:next w:val="Normal"/>
    <w:autoRedefine/>
    <w:qFormat/>
    <w:rsid w:val="00854265"/>
    <w:pPr>
      <w:keepNext/>
      <w:pageBreakBefore/>
      <w:shd w:val="clear" w:color="auto" w:fill="C00000"/>
      <w:spacing w:after="200"/>
      <w:ind w:left="-142" w:right="1132"/>
      <w:jc w:val="left"/>
      <w:outlineLvl w:val="0"/>
    </w:pPr>
    <w:rPr>
      <w:color w:val="FFFFFF" w:themeColor="background1"/>
      <w:sz w:val="32"/>
    </w:rPr>
  </w:style>
  <w:style w:type="paragraph" w:styleId="Heading2">
    <w:name w:val="heading 2"/>
    <w:basedOn w:val="Normal"/>
    <w:next w:val="Normal"/>
    <w:link w:val="Heading2Char"/>
    <w:autoRedefine/>
    <w:qFormat/>
    <w:rsid w:val="005B6409"/>
    <w:pPr>
      <w:keepNext/>
      <w:spacing w:after="120"/>
      <w:ind w:left="0"/>
      <w:jc w:val="left"/>
      <w:outlineLvl w:val="1"/>
    </w:pPr>
    <w:rPr>
      <w:b/>
      <w:sz w:val="32"/>
      <w:szCs w:val="32"/>
    </w:rPr>
  </w:style>
  <w:style w:type="paragraph" w:styleId="Heading3">
    <w:name w:val="heading 3"/>
    <w:basedOn w:val="Normal"/>
    <w:next w:val="Normal"/>
    <w:link w:val="Heading3Char"/>
    <w:qFormat/>
    <w:rsid w:val="009819BA"/>
    <w:pPr>
      <w:keepNext/>
      <w:spacing w:before="240" w:after="60"/>
      <w:ind w:left="170"/>
      <w:outlineLvl w:val="2"/>
    </w:pPr>
    <w:rPr>
      <w:b/>
      <w:szCs w:val="32"/>
      <w:u w:val="single"/>
    </w:rPr>
  </w:style>
  <w:style w:type="paragraph" w:styleId="Heading4">
    <w:name w:val="heading 4"/>
    <w:basedOn w:val="Normal"/>
    <w:next w:val="Normal"/>
    <w:qFormat/>
    <w:rsid w:val="00395966"/>
    <w:pPr>
      <w:keepNext/>
      <w:spacing w:before="60"/>
      <w:outlineLvl w:val="3"/>
    </w:pPr>
    <w:rPr>
      <w:b/>
      <w:sz w:val="32"/>
      <w:szCs w:val="52"/>
    </w:rPr>
  </w:style>
  <w:style w:type="paragraph" w:styleId="Heading5">
    <w:name w:val="heading 5"/>
    <w:aliases w:val="Block Label,Block Label1,Block Label2,Block Label3,Block Label11,Block Label21,Block Label4,Block Label5,Block Label6,Block Label7,Block Label8,Block Label12,Block Label22,Block Label31,Block Label41,Block Label51,Block Label61,Block Label71"/>
    <w:basedOn w:val="Normal"/>
    <w:next w:val="Normal"/>
    <w:rsid w:val="00A47C8A"/>
    <w:pPr>
      <w:keepNext/>
      <w:spacing w:before="60"/>
      <w:outlineLvl w:val="4"/>
    </w:pPr>
    <w:rPr>
      <w:b/>
      <w:color w:val="000000"/>
    </w:rPr>
  </w:style>
  <w:style w:type="paragraph" w:styleId="Heading6">
    <w:name w:val="heading 6"/>
    <w:basedOn w:val="Normal"/>
    <w:next w:val="Normal"/>
    <w:rsid w:val="00A47C8A"/>
    <w:pPr>
      <w:keepNext/>
      <w:spacing w:before="480"/>
      <w:jc w:val="center"/>
      <w:outlineLvl w:val="5"/>
    </w:pPr>
    <w:rPr>
      <w:b/>
      <w:sz w:val="28"/>
      <w:lang w:val="en-US"/>
    </w:rPr>
  </w:style>
  <w:style w:type="paragraph" w:styleId="Heading7">
    <w:name w:val="heading 7"/>
    <w:basedOn w:val="Normal"/>
    <w:next w:val="Normal"/>
    <w:rsid w:val="00A47C8A"/>
    <w:pPr>
      <w:keepNext/>
      <w:jc w:val="center"/>
      <w:outlineLvl w:val="6"/>
    </w:pPr>
    <w:rPr>
      <w:b/>
      <w:color w:val="000000"/>
    </w:rPr>
  </w:style>
  <w:style w:type="paragraph" w:styleId="Heading8">
    <w:name w:val="heading 8"/>
    <w:basedOn w:val="Normal"/>
    <w:next w:val="Normal"/>
    <w:rsid w:val="00A47C8A"/>
    <w:pPr>
      <w:keepNext/>
      <w:outlineLvl w:val="7"/>
    </w:pPr>
    <w:rPr>
      <w:b/>
      <w:color w:val="000000"/>
      <w:sz w:val="16"/>
      <w:lang w:val="en-US"/>
    </w:rPr>
  </w:style>
  <w:style w:type="paragraph" w:styleId="Heading9">
    <w:name w:val="heading 9"/>
    <w:basedOn w:val="Normal"/>
    <w:next w:val="Normal"/>
    <w:qFormat/>
    <w:rsid w:val="00A47C8A"/>
    <w:pPr>
      <w:keepNext/>
      <w:spacing w:after="80"/>
      <w:outlineLvl w:val="8"/>
    </w:pPr>
    <w:rPr>
      <w:b/>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er">
    <w:name w:val="Table Header"/>
    <w:basedOn w:val="Normal"/>
    <w:autoRedefine/>
    <w:rsid w:val="002E1CE3"/>
    <w:pPr>
      <w:spacing w:before="60" w:after="60"/>
    </w:pPr>
    <w:rPr>
      <w:b/>
    </w:rPr>
  </w:style>
  <w:style w:type="paragraph" w:styleId="Header">
    <w:name w:val="header"/>
    <w:basedOn w:val="Normal"/>
    <w:link w:val="HeaderChar"/>
    <w:autoRedefine/>
    <w:uiPriority w:val="99"/>
    <w:rsid w:val="00A47C8A"/>
    <w:pPr>
      <w:ind w:left="12"/>
      <w:jc w:val="right"/>
    </w:pPr>
  </w:style>
  <w:style w:type="paragraph" w:styleId="Footer">
    <w:name w:val="footer"/>
    <w:aliases w:val="P100_Footer_Left,P00_Footer_Left"/>
    <w:basedOn w:val="Normal"/>
    <w:link w:val="FooterChar"/>
    <w:uiPriority w:val="99"/>
    <w:rsid w:val="00A47C8A"/>
    <w:pPr>
      <w:tabs>
        <w:tab w:val="center" w:pos="4394"/>
      </w:tabs>
    </w:pPr>
    <w:rPr>
      <w:sz w:val="18"/>
    </w:rPr>
  </w:style>
  <w:style w:type="paragraph" w:customStyle="1" w:styleId="CourseSubtitle">
    <w:name w:val="Course Subtitle"/>
    <w:basedOn w:val="Heading5"/>
    <w:rsid w:val="00A47C8A"/>
    <w:pPr>
      <w:ind w:left="4140" w:right="-1228"/>
    </w:pPr>
    <w:rPr>
      <w:sz w:val="40"/>
    </w:rPr>
  </w:style>
  <w:style w:type="paragraph" w:styleId="Title">
    <w:name w:val="Title"/>
    <w:basedOn w:val="Normal"/>
    <w:rsid w:val="00367C0F"/>
    <w:pPr>
      <w:spacing w:before="60" w:after="60"/>
      <w:jc w:val="center"/>
    </w:pPr>
    <w:rPr>
      <w:b/>
      <w:color w:val="004B8C"/>
      <w:kern w:val="28"/>
      <w:sz w:val="36"/>
      <w:szCs w:val="72"/>
      <w:u w:val="single"/>
    </w:rPr>
  </w:style>
  <w:style w:type="paragraph" w:styleId="TOC1">
    <w:name w:val="toc 1"/>
    <w:basedOn w:val="Normal"/>
    <w:next w:val="Normal"/>
    <w:uiPriority w:val="39"/>
    <w:rsid w:val="00A47C8A"/>
    <w:pPr>
      <w:tabs>
        <w:tab w:val="right" w:leader="dot" w:pos="8505"/>
      </w:tabs>
      <w:spacing w:before="120" w:after="120"/>
    </w:pPr>
    <w:rPr>
      <w:b/>
    </w:rPr>
  </w:style>
  <w:style w:type="paragraph" w:styleId="TOC2">
    <w:name w:val="toc 2"/>
    <w:basedOn w:val="Normal"/>
    <w:next w:val="Normal"/>
    <w:uiPriority w:val="39"/>
    <w:rsid w:val="00A47C8A"/>
    <w:pPr>
      <w:tabs>
        <w:tab w:val="right" w:leader="dot" w:pos="8505"/>
      </w:tabs>
      <w:ind w:left="240"/>
    </w:pPr>
    <w:rPr>
      <w:noProof/>
    </w:rPr>
  </w:style>
  <w:style w:type="paragraph" w:styleId="TOC3">
    <w:name w:val="toc 3"/>
    <w:basedOn w:val="Normal"/>
    <w:next w:val="Normal"/>
    <w:uiPriority w:val="39"/>
    <w:rsid w:val="00A47C8A"/>
    <w:pPr>
      <w:tabs>
        <w:tab w:val="right" w:leader="dot" w:pos="8505"/>
      </w:tabs>
      <w:ind w:left="567"/>
    </w:pPr>
  </w:style>
  <w:style w:type="paragraph" w:styleId="TOC4">
    <w:name w:val="toc 4"/>
    <w:basedOn w:val="Normal"/>
    <w:next w:val="Normal"/>
    <w:uiPriority w:val="39"/>
    <w:rsid w:val="00A47C8A"/>
    <w:pPr>
      <w:ind w:left="720"/>
    </w:pPr>
  </w:style>
  <w:style w:type="paragraph" w:styleId="TOC5">
    <w:name w:val="toc 5"/>
    <w:basedOn w:val="Normal"/>
    <w:next w:val="Normal"/>
    <w:uiPriority w:val="39"/>
    <w:rsid w:val="00A47C8A"/>
    <w:pPr>
      <w:ind w:left="960"/>
    </w:pPr>
  </w:style>
  <w:style w:type="paragraph" w:styleId="TOC6">
    <w:name w:val="toc 6"/>
    <w:basedOn w:val="Normal"/>
    <w:next w:val="Normal"/>
    <w:uiPriority w:val="39"/>
    <w:rsid w:val="00A47C8A"/>
    <w:pPr>
      <w:ind w:left="1200"/>
    </w:pPr>
  </w:style>
  <w:style w:type="paragraph" w:styleId="TOC7">
    <w:name w:val="toc 7"/>
    <w:basedOn w:val="Normal"/>
    <w:next w:val="Normal"/>
    <w:uiPriority w:val="39"/>
    <w:rsid w:val="00A47C8A"/>
    <w:pPr>
      <w:ind w:left="1440"/>
    </w:pPr>
  </w:style>
  <w:style w:type="paragraph" w:styleId="TOC8">
    <w:name w:val="toc 8"/>
    <w:basedOn w:val="Normal"/>
    <w:next w:val="Normal"/>
    <w:uiPriority w:val="39"/>
    <w:rsid w:val="00A47C8A"/>
    <w:pPr>
      <w:ind w:left="1680"/>
    </w:pPr>
  </w:style>
  <w:style w:type="paragraph" w:styleId="TOC9">
    <w:name w:val="toc 9"/>
    <w:basedOn w:val="Normal"/>
    <w:next w:val="Normal"/>
    <w:uiPriority w:val="39"/>
    <w:rsid w:val="00A47C8A"/>
    <w:pPr>
      <w:ind w:left="1920"/>
    </w:pPr>
  </w:style>
  <w:style w:type="character" w:styleId="Hyperlink">
    <w:name w:val="Hyperlink"/>
    <w:basedOn w:val="DefaultParagraphFont"/>
    <w:uiPriority w:val="99"/>
    <w:rsid w:val="00A47C8A"/>
    <w:rPr>
      <w:rFonts w:ascii="Arial" w:hAnsi="Arial"/>
      <w:color w:val="0000FF"/>
      <w:u w:val="single"/>
    </w:rPr>
  </w:style>
  <w:style w:type="paragraph" w:customStyle="1" w:styleId="BlockLine">
    <w:name w:val="Block Line"/>
    <w:basedOn w:val="Normal"/>
    <w:rsid w:val="00A47C8A"/>
    <w:pPr>
      <w:pBdr>
        <w:top w:val="single" w:sz="4" w:space="1" w:color="000000"/>
      </w:pBdr>
      <w:spacing w:before="240"/>
      <w:ind w:left="1588"/>
    </w:pPr>
  </w:style>
  <w:style w:type="paragraph" w:styleId="BlockText">
    <w:name w:val="Block Text"/>
    <w:basedOn w:val="Normal"/>
    <w:link w:val="BlockTextChar"/>
    <w:rsid w:val="0089198B"/>
    <w:pPr>
      <w:spacing w:before="60" w:after="60"/>
    </w:pPr>
  </w:style>
  <w:style w:type="paragraph" w:customStyle="1" w:styleId="TableText">
    <w:name w:val="Table Text"/>
    <w:basedOn w:val="BlockText"/>
    <w:autoRedefine/>
    <w:rsid w:val="00A47C8A"/>
  </w:style>
  <w:style w:type="paragraph" w:customStyle="1" w:styleId="ContPage">
    <w:name w:val="ContPage"/>
    <w:basedOn w:val="BlockLine"/>
    <w:rsid w:val="00A47C8A"/>
    <w:pPr>
      <w:jc w:val="right"/>
    </w:pPr>
    <w:rPr>
      <w:i/>
      <w:color w:val="000000"/>
      <w:sz w:val="18"/>
    </w:rPr>
  </w:style>
  <w:style w:type="paragraph" w:customStyle="1" w:styleId="Bullet2">
    <w:name w:val="Bullet2"/>
    <w:basedOn w:val="Bullet"/>
    <w:rsid w:val="00A47C8A"/>
    <w:pPr>
      <w:numPr>
        <w:numId w:val="2"/>
      </w:numPr>
      <w:tabs>
        <w:tab w:val="clear" w:pos="2160"/>
        <w:tab w:val="left" w:pos="1094"/>
      </w:tabs>
      <w:ind w:left="1094" w:hanging="357"/>
    </w:pPr>
  </w:style>
  <w:style w:type="paragraph" w:customStyle="1" w:styleId="Bullet">
    <w:name w:val="Bullet"/>
    <w:basedOn w:val="Normal"/>
    <w:rsid w:val="00A47C8A"/>
    <w:pPr>
      <w:numPr>
        <w:numId w:val="1"/>
      </w:numPr>
      <w:spacing w:after="120"/>
    </w:pPr>
  </w:style>
  <w:style w:type="paragraph" w:customStyle="1" w:styleId="TOCTitle">
    <w:name w:val="TOCTitle"/>
    <w:basedOn w:val="Normal"/>
    <w:next w:val="Normal"/>
    <w:rsid w:val="00A47C8A"/>
    <w:pPr>
      <w:keepNext/>
      <w:spacing w:before="60" w:after="360"/>
    </w:pPr>
    <w:rPr>
      <w:b/>
      <w:sz w:val="32"/>
    </w:rPr>
  </w:style>
  <w:style w:type="paragraph" w:customStyle="1" w:styleId="SubTitle">
    <w:name w:val="Sub Title"/>
    <w:rsid w:val="00A47C8A"/>
    <w:pPr>
      <w:spacing w:before="60"/>
      <w:ind w:right="-1230"/>
    </w:pPr>
    <w:rPr>
      <w:rFonts w:ascii="Arial Narrow" w:hAnsi="Arial Narrow"/>
      <w:b/>
      <w:color w:val="004B8C"/>
      <w:sz w:val="48"/>
      <w:lang w:eastAsia="en-US"/>
    </w:rPr>
  </w:style>
  <w:style w:type="paragraph" w:customStyle="1" w:styleId="TOCHeader">
    <w:name w:val="TOC Header"/>
    <w:basedOn w:val="Heading1"/>
    <w:rsid w:val="00A47C8A"/>
  </w:style>
  <w:style w:type="paragraph" w:customStyle="1" w:styleId="Bullet3">
    <w:name w:val="Bullet3"/>
    <w:rsid w:val="00A47C8A"/>
    <w:pPr>
      <w:numPr>
        <w:numId w:val="3"/>
      </w:numPr>
      <w:tabs>
        <w:tab w:val="left" w:pos="1094"/>
      </w:tabs>
      <w:ind w:left="1451" w:hanging="357"/>
    </w:pPr>
    <w:rPr>
      <w:rFonts w:ascii="Arial Narrow" w:hAnsi="Arial Narrow"/>
      <w:noProof/>
      <w:sz w:val="22"/>
      <w:lang w:val="en-AU" w:eastAsia="en-US"/>
    </w:rPr>
  </w:style>
  <w:style w:type="character" w:styleId="PageNumber">
    <w:name w:val="page number"/>
    <w:basedOn w:val="DefaultParagraphFont"/>
    <w:rsid w:val="00A47C8A"/>
  </w:style>
  <w:style w:type="paragraph" w:customStyle="1" w:styleId="MenuPath">
    <w:name w:val="Menu Path"/>
    <w:basedOn w:val="BlockText"/>
    <w:rsid w:val="00A47C8A"/>
    <w:rPr>
      <w:rFonts w:ascii="Arial Bold" w:hAnsi="Arial Bold"/>
      <w:b/>
    </w:rPr>
  </w:style>
  <w:style w:type="paragraph" w:customStyle="1" w:styleId="HiddenHeading">
    <w:name w:val="Hidden Heading"/>
    <w:basedOn w:val="Normal"/>
    <w:autoRedefine/>
    <w:rsid w:val="00A47C8A"/>
    <w:rPr>
      <w:b/>
      <w:vanish/>
    </w:rPr>
  </w:style>
  <w:style w:type="paragraph" w:customStyle="1" w:styleId="slidenumber">
    <w:name w:val="slide number"/>
    <w:basedOn w:val="TOC1"/>
    <w:autoRedefine/>
    <w:rsid w:val="002E1CE3"/>
    <w:pPr>
      <w:tabs>
        <w:tab w:val="clear" w:pos="8505"/>
      </w:tabs>
      <w:spacing w:before="0" w:after="0"/>
    </w:pPr>
    <w:rPr>
      <w:bCs/>
      <w:vanish/>
    </w:rPr>
  </w:style>
  <w:style w:type="paragraph" w:customStyle="1" w:styleId="appendix">
    <w:name w:val="appendix"/>
    <w:basedOn w:val="Normal"/>
    <w:rsid w:val="00A47C8A"/>
    <w:pPr>
      <w:spacing w:before="800"/>
      <w:jc w:val="center"/>
    </w:pPr>
    <w:rPr>
      <w:b/>
      <w:bCs/>
      <w:vanish/>
      <w:sz w:val="64"/>
    </w:rPr>
  </w:style>
  <w:style w:type="paragraph" w:customStyle="1" w:styleId="Heading2cont">
    <w:name w:val="Heading 2 cont"/>
    <w:basedOn w:val="Heading2"/>
    <w:rsid w:val="00A47C8A"/>
  </w:style>
  <w:style w:type="paragraph" w:customStyle="1" w:styleId="Heading3cont">
    <w:name w:val="Heading 3 cont"/>
    <w:basedOn w:val="Heading3"/>
    <w:rsid w:val="00A47C8A"/>
  </w:style>
  <w:style w:type="paragraph" w:customStyle="1" w:styleId="NumberedList">
    <w:name w:val="Numbered List"/>
    <w:basedOn w:val="Normal"/>
    <w:rsid w:val="00A47C8A"/>
    <w:pPr>
      <w:tabs>
        <w:tab w:val="num" w:pos="720"/>
        <w:tab w:val="right" w:leader="underscore" w:pos="6521"/>
      </w:tabs>
      <w:spacing w:before="60" w:after="60"/>
      <w:ind w:left="720" w:hanging="360"/>
    </w:pPr>
  </w:style>
  <w:style w:type="paragraph" w:customStyle="1" w:styleId="Questionslist">
    <w:name w:val="Questions list"/>
    <w:basedOn w:val="BlockText"/>
    <w:rsid w:val="00A47C8A"/>
    <w:pPr>
      <w:numPr>
        <w:numId w:val="4"/>
      </w:numPr>
    </w:pPr>
  </w:style>
  <w:style w:type="paragraph" w:customStyle="1" w:styleId="Hiddenblocktext">
    <w:name w:val="Hidden block text"/>
    <w:basedOn w:val="BlockText"/>
    <w:rsid w:val="00A47C8A"/>
    <w:rPr>
      <w:rFonts w:ascii="Times New Roman" w:hAnsi="Times New Roman"/>
      <w:vanish/>
    </w:rPr>
  </w:style>
  <w:style w:type="paragraph" w:customStyle="1" w:styleId="Hiddenblocklabel">
    <w:name w:val="Hidden block label"/>
    <w:basedOn w:val="Heading5"/>
    <w:autoRedefine/>
    <w:rsid w:val="002E1CE3"/>
    <w:rPr>
      <w:vanish/>
    </w:rPr>
  </w:style>
  <w:style w:type="paragraph" w:customStyle="1" w:styleId="TagsBlue">
    <w:name w:val="Tags Blue"/>
    <w:rsid w:val="00A47C8A"/>
    <w:rPr>
      <w:b/>
      <w:vanish/>
      <w:color w:val="004B8C"/>
      <w:sz w:val="28"/>
      <w:lang w:eastAsia="en-US"/>
    </w:rPr>
  </w:style>
  <w:style w:type="table" w:styleId="TableGrid">
    <w:name w:val="Table Grid"/>
    <w:basedOn w:val="TableNormal"/>
    <w:rsid w:val="002E1CE3"/>
    <w:rPr>
      <w:rFonts w:ascii="CG Omega" w:hAnsi="CG Omeg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ableHeaderRight">
    <w:name w:val="Style Table Header + Right"/>
    <w:basedOn w:val="TableHeader"/>
    <w:autoRedefine/>
    <w:rsid w:val="0066472F"/>
    <w:rPr>
      <w:bCs/>
      <w:szCs w:val="20"/>
    </w:rPr>
  </w:style>
  <w:style w:type="paragraph" w:customStyle="1" w:styleId="StyleTableTextBefore0ptAfter0pt">
    <w:name w:val="Style Table Text + Before:  0 pt After:  0 pt"/>
    <w:basedOn w:val="TableText"/>
    <w:autoRedefine/>
    <w:rsid w:val="002E1CE3"/>
    <w:pPr>
      <w:spacing w:before="0" w:after="0"/>
    </w:pPr>
    <w:rPr>
      <w:szCs w:val="20"/>
    </w:rPr>
  </w:style>
  <w:style w:type="paragraph" w:customStyle="1" w:styleId="StyleHiddenblocktextArialBefore0ptAfter0pt">
    <w:name w:val="Style Hidden block text + Arial Before:  0 pt After:  0 pt"/>
    <w:basedOn w:val="Hiddenblocktext"/>
    <w:autoRedefine/>
    <w:rsid w:val="002E1CE3"/>
    <w:pPr>
      <w:spacing w:before="0" w:after="0"/>
    </w:pPr>
    <w:rPr>
      <w:rFonts w:ascii="CG Omega" w:hAnsi="CG Omega"/>
      <w:szCs w:val="20"/>
    </w:rPr>
  </w:style>
  <w:style w:type="paragraph" w:customStyle="1" w:styleId="StyleHeading5BlockLabelBlockLabel1BlockLabel2BlockLabel3">
    <w:name w:val="Style Heading 5Block LabelBlock Label1Block Label2Block Label3..."/>
    <w:basedOn w:val="Heading5"/>
    <w:autoRedefine/>
    <w:rsid w:val="00112289"/>
    <w:rPr>
      <w:bCs/>
    </w:rPr>
  </w:style>
  <w:style w:type="paragraph" w:styleId="DocumentMap">
    <w:name w:val="Document Map"/>
    <w:basedOn w:val="Normal"/>
    <w:semiHidden/>
    <w:rsid w:val="00423990"/>
    <w:pPr>
      <w:shd w:val="clear" w:color="auto" w:fill="000080"/>
    </w:pPr>
    <w:rPr>
      <w:rFonts w:ascii="Tahoma" w:hAnsi="Tahoma" w:cs="Tahoma"/>
      <w:szCs w:val="20"/>
    </w:rPr>
  </w:style>
  <w:style w:type="character" w:customStyle="1" w:styleId="HeaderChar">
    <w:name w:val="Header Char"/>
    <w:basedOn w:val="DefaultParagraphFont"/>
    <w:link w:val="Header"/>
    <w:uiPriority w:val="99"/>
    <w:rsid w:val="00BE1497"/>
    <w:rPr>
      <w:rFonts w:ascii="Arial" w:hAnsi="Arial" w:cs="Arial"/>
      <w:sz w:val="22"/>
      <w:szCs w:val="22"/>
      <w:lang w:eastAsia="en-US"/>
    </w:rPr>
  </w:style>
  <w:style w:type="paragraph" w:styleId="BalloonText">
    <w:name w:val="Balloon Text"/>
    <w:basedOn w:val="Normal"/>
    <w:link w:val="BalloonTextChar"/>
    <w:rsid w:val="00BE1497"/>
    <w:rPr>
      <w:rFonts w:ascii="Tahoma" w:hAnsi="Tahoma" w:cs="Tahoma"/>
      <w:sz w:val="16"/>
      <w:szCs w:val="16"/>
    </w:rPr>
  </w:style>
  <w:style w:type="character" w:customStyle="1" w:styleId="BalloonTextChar">
    <w:name w:val="Balloon Text Char"/>
    <w:basedOn w:val="DefaultParagraphFont"/>
    <w:link w:val="BalloonText"/>
    <w:rsid w:val="00BE1497"/>
    <w:rPr>
      <w:rFonts w:ascii="Tahoma" w:hAnsi="Tahoma" w:cs="Tahoma"/>
      <w:sz w:val="16"/>
      <w:szCs w:val="16"/>
      <w:lang w:eastAsia="en-US"/>
    </w:rPr>
  </w:style>
  <w:style w:type="character" w:customStyle="1" w:styleId="FooterChar">
    <w:name w:val="Footer Char"/>
    <w:aliases w:val="P100_Footer_Left Char,P00_Footer_Left Char"/>
    <w:basedOn w:val="DefaultParagraphFont"/>
    <w:link w:val="Footer"/>
    <w:uiPriority w:val="99"/>
    <w:rsid w:val="00BE1497"/>
    <w:rPr>
      <w:rFonts w:ascii="Arial" w:hAnsi="Arial" w:cs="Arial"/>
      <w:sz w:val="18"/>
      <w:szCs w:val="22"/>
      <w:lang w:eastAsia="en-US"/>
    </w:rPr>
  </w:style>
  <w:style w:type="paragraph" w:styleId="NoSpacing">
    <w:name w:val="No Spacing"/>
    <w:link w:val="NoSpacingChar"/>
    <w:uiPriority w:val="1"/>
    <w:qFormat/>
    <w:rsid w:val="00825C79"/>
    <w:rPr>
      <w:rFonts w:ascii="Calibri" w:eastAsia="Calibri" w:hAnsi="Calibri"/>
      <w:sz w:val="22"/>
      <w:szCs w:val="22"/>
      <w:lang w:val="en-US" w:eastAsia="en-US"/>
    </w:rPr>
  </w:style>
  <w:style w:type="character" w:styleId="FollowedHyperlink">
    <w:name w:val="FollowedHyperlink"/>
    <w:basedOn w:val="DefaultParagraphFont"/>
    <w:rsid w:val="00352678"/>
    <w:rPr>
      <w:color w:val="800080"/>
      <w:u w:val="single"/>
    </w:rPr>
  </w:style>
  <w:style w:type="paragraph" w:styleId="NormalWeb">
    <w:name w:val="Normal (Web)"/>
    <w:basedOn w:val="Normal"/>
    <w:link w:val="NormalWebChar"/>
    <w:rsid w:val="00CA6CBE"/>
    <w:pPr>
      <w:spacing w:before="100" w:beforeAutospacing="1" w:after="100" w:afterAutospacing="1" w:line="240" w:lineRule="atLeast"/>
      <w:ind w:left="0"/>
      <w:jc w:val="left"/>
    </w:pPr>
    <w:rPr>
      <w:color w:val="000066"/>
      <w:szCs w:val="20"/>
      <w:lang w:val="en-US"/>
    </w:rPr>
  </w:style>
  <w:style w:type="character" w:customStyle="1" w:styleId="NormalWebChar">
    <w:name w:val="Normal (Web) Char"/>
    <w:basedOn w:val="DefaultParagraphFont"/>
    <w:link w:val="NormalWeb"/>
    <w:rsid w:val="00CA6CBE"/>
    <w:rPr>
      <w:rFonts w:ascii="Arial" w:hAnsi="Arial" w:cs="Arial"/>
      <w:color w:val="000066"/>
      <w:lang w:val="en-US" w:eastAsia="en-US"/>
    </w:rPr>
  </w:style>
  <w:style w:type="paragraph" w:customStyle="1" w:styleId="AStyle1">
    <w:name w:val="A Style1"/>
    <w:basedOn w:val="BlockText"/>
    <w:link w:val="AStyle1Char"/>
    <w:qFormat/>
    <w:rsid w:val="009C0435"/>
    <w:pPr>
      <w:spacing w:line="276" w:lineRule="auto"/>
      <w:ind w:left="0"/>
    </w:pPr>
  </w:style>
  <w:style w:type="paragraph" w:styleId="ListParagraph">
    <w:name w:val="List Paragraph"/>
    <w:basedOn w:val="Normal"/>
    <w:uiPriority w:val="34"/>
    <w:qFormat/>
    <w:rsid w:val="000E1ECD"/>
    <w:pPr>
      <w:ind w:left="720"/>
      <w:jc w:val="left"/>
    </w:pPr>
    <w:rPr>
      <w:rFonts w:ascii="Calibri" w:hAnsi="Calibri" w:cs="Times New Roman"/>
      <w:szCs w:val="20"/>
      <w:lang w:eastAsia="en-NZ"/>
    </w:rPr>
  </w:style>
  <w:style w:type="character" w:customStyle="1" w:styleId="BlockTextChar">
    <w:name w:val="Block Text Char"/>
    <w:basedOn w:val="DefaultParagraphFont"/>
    <w:link w:val="BlockText"/>
    <w:rsid w:val="00A97DBD"/>
    <w:rPr>
      <w:rFonts w:ascii="Arial" w:hAnsi="Arial" w:cs="Arial"/>
      <w:szCs w:val="22"/>
      <w:lang w:eastAsia="en-US"/>
    </w:rPr>
  </w:style>
  <w:style w:type="character" w:customStyle="1" w:styleId="AStyle1Char">
    <w:name w:val="A Style1 Char"/>
    <w:basedOn w:val="BlockTextChar"/>
    <w:link w:val="AStyle1"/>
    <w:rsid w:val="009C0435"/>
    <w:rPr>
      <w:rFonts w:ascii="Arial" w:hAnsi="Arial" w:cs="Arial"/>
      <w:szCs w:val="22"/>
      <w:lang w:eastAsia="en-US"/>
    </w:rPr>
  </w:style>
  <w:style w:type="character" w:customStyle="1" w:styleId="Heading3Char">
    <w:name w:val="Heading 3 Char"/>
    <w:basedOn w:val="DefaultParagraphFont"/>
    <w:link w:val="Heading3"/>
    <w:rsid w:val="009819BA"/>
    <w:rPr>
      <w:rFonts w:ascii="Arial" w:hAnsi="Arial" w:cs="Arial"/>
      <w:b/>
      <w:szCs w:val="32"/>
      <w:u w:val="single"/>
      <w:lang w:eastAsia="en-US"/>
    </w:rPr>
  </w:style>
  <w:style w:type="paragraph" w:customStyle="1" w:styleId="first-para">
    <w:name w:val="first-para"/>
    <w:basedOn w:val="Normal"/>
    <w:rsid w:val="004E1E17"/>
    <w:pPr>
      <w:spacing w:before="100" w:beforeAutospacing="1" w:after="100" w:afterAutospacing="1"/>
      <w:ind w:left="0"/>
      <w:jc w:val="left"/>
    </w:pPr>
    <w:rPr>
      <w:rFonts w:ascii="Times New Roman" w:hAnsi="Times New Roman" w:cs="Times New Roman"/>
      <w:sz w:val="24"/>
      <w:szCs w:val="24"/>
      <w:lang w:val="en-GB" w:eastAsia="en-GB"/>
    </w:rPr>
  </w:style>
  <w:style w:type="paragraph" w:customStyle="1" w:styleId="Style1">
    <w:name w:val="Style1"/>
    <w:basedOn w:val="BlockText"/>
    <w:link w:val="Style1Char"/>
    <w:qFormat/>
    <w:rsid w:val="00696A1E"/>
    <w:pPr>
      <w:spacing w:line="276" w:lineRule="auto"/>
      <w:ind w:left="0"/>
    </w:pPr>
  </w:style>
  <w:style w:type="character" w:customStyle="1" w:styleId="Style1Char">
    <w:name w:val="Style1 Char"/>
    <w:basedOn w:val="DefaultParagraphFont"/>
    <w:link w:val="Style1"/>
    <w:rsid w:val="00696A1E"/>
    <w:rPr>
      <w:rFonts w:ascii="Arial" w:hAnsi="Arial" w:cs="Arial"/>
      <w:szCs w:val="22"/>
      <w:lang w:eastAsia="en-US"/>
    </w:rPr>
  </w:style>
  <w:style w:type="character" w:customStyle="1" w:styleId="Heading2Char">
    <w:name w:val="Heading 2 Char"/>
    <w:basedOn w:val="DefaultParagraphFont"/>
    <w:link w:val="Heading2"/>
    <w:rsid w:val="005B6409"/>
    <w:rPr>
      <w:rFonts w:ascii="Arial" w:hAnsi="Arial" w:cs="Arial"/>
      <w:b/>
      <w:sz w:val="32"/>
      <w:szCs w:val="32"/>
      <w:lang w:eastAsia="en-US"/>
    </w:rPr>
  </w:style>
  <w:style w:type="character" w:customStyle="1" w:styleId="NoSpacingChar">
    <w:name w:val="No Spacing Char"/>
    <w:basedOn w:val="DefaultParagraphFont"/>
    <w:link w:val="NoSpacing"/>
    <w:uiPriority w:val="1"/>
    <w:rsid w:val="00397876"/>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920107">
      <w:bodyDiv w:val="1"/>
      <w:marLeft w:val="0"/>
      <w:marRight w:val="0"/>
      <w:marTop w:val="0"/>
      <w:marBottom w:val="0"/>
      <w:divBdr>
        <w:top w:val="none" w:sz="0" w:space="0" w:color="auto"/>
        <w:left w:val="none" w:sz="0" w:space="0" w:color="auto"/>
        <w:bottom w:val="none" w:sz="0" w:space="0" w:color="auto"/>
        <w:right w:val="none" w:sz="0" w:space="0" w:color="auto"/>
      </w:divBdr>
    </w:div>
    <w:div w:id="1075511485">
      <w:bodyDiv w:val="1"/>
      <w:marLeft w:val="0"/>
      <w:marRight w:val="0"/>
      <w:marTop w:val="0"/>
      <w:marBottom w:val="0"/>
      <w:divBdr>
        <w:top w:val="none" w:sz="0" w:space="0" w:color="auto"/>
        <w:left w:val="none" w:sz="0" w:space="0" w:color="auto"/>
        <w:bottom w:val="none" w:sz="0" w:space="0" w:color="auto"/>
        <w:right w:val="none" w:sz="0" w:space="0" w:color="auto"/>
      </w:divBdr>
    </w:div>
    <w:div w:id="1131938775">
      <w:bodyDiv w:val="1"/>
      <w:marLeft w:val="0"/>
      <w:marRight w:val="0"/>
      <w:marTop w:val="0"/>
      <w:marBottom w:val="0"/>
      <w:divBdr>
        <w:top w:val="none" w:sz="0" w:space="0" w:color="auto"/>
        <w:left w:val="none" w:sz="0" w:space="0" w:color="auto"/>
        <w:bottom w:val="none" w:sz="0" w:space="0" w:color="auto"/>
        <w:right w:val="none" w:sz="0" w:space="0" w:color="auto"/>
      </w:divBdr>
      <w:divsChild>
        <w:div w:id="636649199">
          <w:marLeft w:val="0"/>
          <w:marRight w:val="0"/>
          <w:marTop w:val="0"/>
          <w:marBottom w:val="0"/>
          <w:divBdr>
            <w:top w:val="none" w:sz="0" w:space="0" w:color="auto"/>
            <w:left w:val="none" w:sz="0" w:space="0" w:color="auto"/>
            <w:bottom w:val="none" w:sz="0" w:space="0" w:color="auto"/>
            <w:right w:val="none" w:sz="0" w:space="0" w:color="auto"/>
          </w:divBdr>
        </w:div>
      </w:divsChild>
    </w:div>
    <w:div w:id="1157763034">
      <w:bodyDiv w:val="1"/>
      <w:marLeft w:val="0"/>
      <w:marRight w:val="0"/>
      <w:marTop w:val="0"/>
      <w:marBottom w:val="0"/>
      <w:divBdr>
        <w:top w:val="none" w:sz="0" w:space="0" w:color="auto"/>
        <w:left w:val="none" w:sz="0" w:space="0" w:color="auto"/>
        <w:bottom w:val="none" w:sz="0" w:space="0" w:color="auto"/>
        <w:right w:val="none" w:sz="0" w:space="0" w:color="auto"/>
      </w:divBdr>
    </w:div>
    <w:div w:id="1487630694">
      <w:bodyDiv w:val="1"/>
      <w:marLeft w:val="0"/>
      <w:marRight w:val="0"/>
      <w:marTop w:val="0"/>
      <w:marBottom w:val="0"/>
      <w:divBdr>
        <w:top w:val="none" w:sz="0" w:space="0" w:color="auto"/>
        <w:left w:val="none" w:sz="0" w:space="0" w:color="auto"/>
        <w:bottom w:val="none" w:sz="0" w:space="0" w:color="auto"/>
        <w:right w:val="none" w:sz="0" w:space="0" w:color="auto"/>
      </w:divBdr>
      <w:divsChild>
        <w:div w:id="1724937582">
          <w:marLeft w:val="0"/>
          <w:marRight w:val="0"/>
          <w:marTop w:val="0"/>
          <w:marBottom w:val="0"/>
          <w:divBdr>
            <w:top w:val="none" w:sz="0" w:space="0" w:color="auto"/>
            <w:left w:val="none" w:sz="0" w:space="0" w:color="auto"/>
            <w:bottom w:val="none" w:sz="0" w:space="0" w:color="auto"/>
            <w:right w:val="none" w:sz="0" w:space="0" w:color="auto"/>
          </w:divBdr>
        </w:div>
        <w:div w:id="980965291">
          <w:marLeft w:val="0"/>
          <w:marRight w:val="0"/>
          <w:marTop w:val="0"/>
          <w:marBottom w:val="0"/>
          <w:divBdr>
            <w:top w:val="none" w:sz="0" w:space="0" w:color="auto"/>
            <w:left w:val="none" w:sz="0" w:space="0" w:color="auto"/>
            <w:bottom w:val="none" w:sz="0" w:space="0" w:color="auto"/>
            <w:right w:val="none" w:sz="0" w:space="0" w:color="auto"/>
          </w:divBdr>
        </w:div>
        <w:div w:id="1682200387">
          <w:marLeft w:val="0"/>
          <w:marRight w:val="0"/>
          <w:marTop w:val="0"/>
          <w:marBottom w:val="0"/>
          <w:divBdr>
            <w:top w:val="none" w:sz="0" w:space="0" w:color="auto"/>
            <w:left w:val="none" w:sz="0" w:space="0" w:color="auto"/>
            <w:bottom w:val="none" w:sz="0" w:space="0" w:color="auto"/>
            <w:right w:val="none" w:sz="0" w:space="0" w:color="auto"/>
          </w:divBdr>
        </w:div>
        <w:div w:id="1305087451">
          <w:marLeft w:val="0"/>
          <w:marRight w:val="0"/>
          <w:marTop w:val="0"/>
          <w:marBottom w:val="0"/>
          <w:divBdr>
            <w:top w:val="none" w:sz="0" w:space="0" w:color="auto"/>
            <w:left w:val="none" w:sz="0" w:space="0" w:color="auto"/>
            <w:bottom w:val="none" w:sz="0" w:space="0" w:color="auto"/>
            <w:right w:val="none" w:sz="0" w:space="0" w:color="auto"/>
          </w:divBdr>
        </w:div>
        <w:div w:id="287005362">
          <w:marLeft w:val="0"/>
          <w:marRight w:val="0"/>
          <w:marTop w:val="0"/>
          <w:marBottom w:val="0"/>
          <w:divBdr>
            <w:top w:val="none" w:sz="0" w:space="0" w:color="auto"/>
            <w:left w:val="none" w:sz="0" w:space="0" w:color="auto"/>
            <w:bottom w:val="none" w:sz="0" w:space="0" w:color="auto"/>
            <w:right w:val="none" w:sz="0" w:space="0" w:color="auto"/>
          </w:divBdr>
        </w:div>
        <w:div w:id="10255887">
          <w:marLeft w:val="0"/>
          <w:marRight w:val="0"/>
          <w:marTop w:val="0"/>
          <w:marBottom w:val="0"/>
          <w:divBdr>
            <w:top w:val="none" w:sz="0" w:space="0" w:color="auto"/>
            <w:left w:val="none" w:sz="0" w:space="0" w:color="auto"/>
            <w:bottom w:val="none" w:sz="0" w:space="0" w:color="auto"/>
            <w:right w:val="none" w:sz="0" w:space="0" w:color="auto"/>
          </w:divBdr>
        </w:div>
        <w:div w:id="545946382">
          <w:marLeft w:val="0"/>
          <w:marRight w:val="0"/>
          <w:marTop w:val="0"/>
          <w:marBottom w:val="0"/>
          <w:divBdr>
            <w:top w:val="none" w:sz="0" w:space="0" w:color="auto"/>
            <w:left w:val="none" w:sz="0" w:space="0" w:color="auto"/>
            <w:bottom w:val="none" w:sz="0" w:space="0" w:color="auto"/>
            <w:right w:val="none" w:sz="0" w:space="0" w:color="auto"/>
          </w:divBdr>
        </w:div>
        <w:div w:id="1804078484">
          <w:marLeft w:val="0"/>
          <w:marRight w:val="0"/>
          <w:marTop w:val="0"/>
          <w:marBottom w:val="0"/>
          <w:divBdr>
            <w:top w:val="none" w:sz="0" w:space="0" w:color="auto"/>
            <w:left w:val="none" w:sz="0" w:space="0" w:color="auto"/>
            <w:bottom w:val="none" w:sz="0" w:space="0" w:color="auto"/>
            <w:right w:val="none" w:sz="0" w:space="0" w:color="auto"/>
          </w:divBdr>
        </w:div>
        <w:div w:id="1739982671">
          <w:marLeft w:val="0"/>
          <w:marRight w:val="0"/>
          <w:marTop w:val="0"/>
          <w:marBottom w:val="0"/>
          <w:divBdr>
            <w:top w:val="none" w:sz="0" w:space="0" w:color="auto"/>
            <w:left w:val="none" w:sz="0" w:space="0" w:color="auto"/>
            <w:bottom w:val="none" w:sz="0" w:space="0" w:color="auto"/>
            <w:right w:val="none" w:sz="0" w:space="0" w:color="auto"/>
          </w:divBdr>
        </w:div>
        <w:div w:id="1628779495">
          <w:marLeft w:val="0"/>
          <w:marRight w:val="0"/>
          <w:marTop w:val="0"/>
          <w:marBottom w:val="0"/>
          <w:divBdr>
            <w:top w:val="none" w:sz="0" w:space="0" w:color="auto"/>
            <w:left w:val="none" w:sz="0" w:space="0" w:color="auto"/>
            <w:bottom w:val="none" w:sz="0" w:space="0" w:color="auto"/>
            <w:right w:val="none" w:sz="0" w:space="0" w:color="auto"/>
          </w:divBdr>
        </w:div>
        <w:div w:id="846822466">
          <w:marLeft w:val="0"/>
          <w:marRight w:val="0"/>
          <w:marTop w:val="0"/>
          <w:marBottom w:val="0"/>
          <w:divBdr>
            <w:top w:val="none" w:sz="0" w:space="0" w:color="auto"/>
            <w:left w:val="none" w:sz="0" w:space="0" w:color="auto"/>
            <w:bottom w:val="none" w:sz="0" w:space="0" w:color="auto"/>
            <w:right w:val="none" w:sz="0" w:space="0" w:color="auto"/>
          </w:divBdr>
        </w:div>
        <w:div w:id="809596087">
          <w:marLeft w:val="0"/>
          <w:marRight w:val="0"/>
          <w:marTop w:val="0"/>
          <w:marBottom w:val="0"/>
          <w:divBdr>
            <w:top w:val="none" w:sz="0" w:space="0" w:color="auto"/>
            <w:left w:val="none" w:sz="0" w:space="0" w:color="auto"/>
            <w:bottom w:val="none" w:sz="0" w:space="0" w:color="auto"/>
            <w:right w:val="none" w:sz="0" w:space="0" w:color="auto"/>
          </w:divBdr>
        </w:div>
        <w:div w:id="1145969204">
          <w:marLeft w:val="0"/>
          <w:marRight w:val="0"/>
          <w:marTop w:val="0"/>
          <w:marBottom w:val="0"/>
          <w:divBdr>
            <w:top w:val="none" w:sz="0" w:space="0" w:color="auto"/>
            <w:left w:val="none" w:sz="0" w:space="0" w:color="auto"/>
            <w:bottom w:val="none" w:sz="0" w:space="0" w:color="auto"/>
            <w:right w:val="none" w:sz="0" w:space="0" w:color="auto"/>
          </w:divBdr>
        </w:div>
      </w:divsChild>
    </w:div>
    <w:div w:id="154189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registrations@infusionsoftware.co.nz"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image" Target="media/image7.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jacobson\AppData\Roaming\Microsoft\Templates\Template%20Release%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C94C46-FF9C-4F61-ADD0-C9D3EF73E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Release Notes.dotx</Template>
  <TotalTime>1533</TotalTime>
  <Pages>39</Pages>
  <Words>5303</Words>
  <Characters>30232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infusion  Business software                    installation guide</vt:lpstr>
    </vt:vector>
  </TitlesOfParts>
  <Company>INFUSION BUSINESS SOFTWARE LTD</Company>
  <LinksUpToDate>false</LinksUpToDate>
  <CharactersWithSpaces>35465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infusion  Business software                    installation guide</dc:title>
  <dc:subject>Version 8.00</dc:subject>
  <dc:creator>nick.jacobson</dc:creator>
  <cp:lastModifiedBy>Joan van Pomeren</cp:lastModifiedBy>
  <cp:revision>44</cp:revision>
  <cp:lastPrinted>2016-05-16T01:08:00Z</cp:lastPrinted>
  <dcterms:created xsi:type="dcterms:W3CDTF">2016-04-07T21:26:00Z</dcterms:created>
  <dcterms:modified xsi:type="dcterms:W3CDTF">2017-11-15T21:58:00Z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ZESPRI</vt:lpwstr>
  </property>
  <property fmtid="{D5CDD505-2E9C-101B-9397-08002B2CF9AE}" pid="3" name="Purpose">
    <vt:lpwstr>Training Manual</vt:lpwstr>
  </property>
  <property fmtid="{D5CDD505-2E9C-101B-9397-08002B2CF9AE}" pid="4" name="Document number">
    <vt:i4>1</vt:i4>
  </property>
</Properties>
</file>